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AD483" w14:textId="10BC07D8" w:rsidR="00E44119" w:rsidRPr="00F72558" w:rsidRDefault="00946308" w:rsidP="00946308">
      <w:pPr>
        <w:pStyle w:val="NRCINSPECTIONMANUAL"/>
        <w:jc w:val="center"/>
        <w:rPr>
          <w:rFonts w:eastAsia="Courier New"/>
          <w:w w:val="101"/>
        </w:rPr>
      </w:pPr>
      <w:r>
        <w:rPr>
          <w:rFonts w:eastAsia="Arial"/>
          <w:b/>
          <w:bCs/>
          <w:sz w:val="38"/>
          <w:szCs w:val="38"/>
        </w:rPr>
        <w:tab/>
      </w:r>
      <w:r w:rsidR="00E44119" w:rsidRPr="00F72558">
        <w:rPr>
          <w:rFonts w:eastAsia="Arial"/>
          <w:b/>
          <w:bCs/>
          <w:sz w:val="38"/>
          <w:szCs w:val="38"/>
        </w:rPr>
        <w:t>NRC INSPECTION MANUAL</w:t>
      </w:r>
      <w:r w:rsidR="00E44119" w:rsidRPr="00F72558">
        <w:rPr>
          <w:rFonts w:eastAsia="Courier New"/>
          <w:w w:val="101"/>
        </w:rPr>
        <w:tab/>
      </w:r>
      <w:r w:rsidR="00E44119">
        <w:rPr>
          <w:rFonts w:eastAsia="Courier New"/>
          <w:w w:val="101"/>
          <w:szCs w:val="20"/>
        </w:rPr>
        <w:t>RDB</w:t>
      </w:r>
    </w:p>
    <w:p w14:paraId="05DE134C" w14:textId="535E66C2" w:rsidR="00E44119" w:rsidRPr="00F72558" w:rsidRDefault="00E44119" w:rsidP="005D1403">
      <w:pPr>
        <w:pStyle w:val="IMCIP"/>
      </w:pPr>
      <w:r w:rsidRPr="00F72558">
        <w:t>INSPECTION</w:t>
      </w:r>
      <w:r w:rsidRPr="00F72558">
        <w:rPr>
          <w:spacing w:val="1"/>
        </w:rPr>
        <w:t xml:space="preserve"> </w:t>
      </w:r>
      <w:r w:rsidRPr="00F72558">
        <w:t>PROCEDURE</w:t>
      </w:r>
      <w:r w:rsidRPr="00F72558">
        <w:rPr>
          <w:spacing w:val="1"/>
        </w:rPr>
        <w:t xml:space="preserve"> </w:t>
      </w:r>
      <w:r w:rsidR="001D5504">
        <w:t>60801</w:t>
      </w:r>
    </w:p>
    <w:p w14:paraId="6B85DB3F" w14:textId="11A5A36F" w:rsidR="006C2685" w:rsidRDefault="00673437" w:rsidP="00D349E4">
      <w:pPr>
        <w:pStyle w:val="Title"/>
      </w:pPr>
      <w:r>
        <w:t xml:space="preserve">DECOMMISSIONING </w:t>
      </w:r>
      <w:r w:rsidR="006C2685" w:rsidRPr="006C2685">
        <w:t xml:space="preserve">SPENT FUEL POOL MAINTENANCE, </w:t>
      </w:r>
      <w:r w:rsidR="00B43316">
        <w:br/>
      </w:r>
      <w:r w:rsidR="006C2685" w:rsidRPr="006C2685">
        <w:t>SURVEILLANCE, AND SAFETY</w:t>
      </w:r>
    </w:p>
    <w:p w14:paraId="68F4B097" w14:textId="7A88C1F5" w:rsidR="00E44119" w:rsidRDefault="00E44119" w:rsidP="008D2F87">
      <w:pPr>
        <w:pStyle w:val="EffectiveDate"/>
      </w:pPr>
      <w:r>
        <w:t>Effective Date: 07/01/2025</w:t>
      </w:r>
    </w:p>
    <w:p w14:paraId="235F8484" w14:textId="15239070" w:rsidR="00CF764D" w:rsidRPr="00B942CF" w:rsidRDefault="00CF764D" w:rsidP="00C41DD3">
      <w:pPr>
        <w:pStyle w:val="Applicability"/>
      </w:pPr>
      <w:r w:rsidRPr="00E16A05">
        <w:t>PROGRAM APPLICABILITY: IMC 2561</w:t>
      </w:r>
      <w:r>
        <w:t xml:space="preserve"> A</w:t>
      </w:r>
    </w:p>
    <w:p w14:paraId="3CE302FC" w14:textId="77777777" w:rsidR="00F66D08" w:rsidRPr="00DA32DF" w:rsidRDefault="00F66D08" w:rsidP="00FA5EA9">
      <w:pPr>
        <w:pStyle w:val="Heading1"/>
      </w:pPr>
      <w:r w:rsidRPr="00E913E2">
        <w:t>60801-01</w:t>
      </w:r>
      <w:r w:rsidRPr="00E913E2">
        <w:tab/>
        <w:t xml:space="preserve">INSPECTION </w:t>
      </w:r>
      <w:r w:rsidRPr="00DA32DF">
        <w:t>OBJECTIVES</w:t>
      </w:r>
    </w:p>
    <w:p w14:paraId="333B94C2" w14:textId="0B282477" w:rsidR="00F57E77" w:rsidRDefault="00D36D97" w:rsidP="00043F58">
      <w:pPr>
        <w:pStyle w:val="BodyText2"/>
      </w:pPr>
      <w:r>
        <w:t>01.01</w:t>
      </w:r>
      <w:r>
        <w:tab/>
      </w:r>
      <w:r w:rsidR="00F66D08">
        <w:t xml:space="preserve">To ensure </w:t>
      </w:r>
      <w:r w:rsidR="00F66D08">
        <w:rPr>
          <w:spacing w:val="-3"/>
        </w:rPr>
        <w:t xml:space="preserve">the </w:t>
      </w:r>
      <w:r w:rsidR="00F66D08">
        <w:t xml:space="preserve">safe wet storage </w:t>
      </w:r>
      <w:r w:rsidR="00F66D08">
        <w:rPr>
          <w:spacing w:val="-3"/>
        </w:rPr>
        <w:t xml:space="preserve">of spent </w:t>
      </w:r>
      <w:r w:rsidR="00F66D08">
        <w:t xml:space="preserve">fuel </w:t>
      </w:r>
      <w:r w:rsidR="00F66D08">
        <w:rPr>
          <w:spacing w:val="-3"/>
        </w:rPr>
        <w:t xml:space="preserve">at </w:t>
      </w:r>
      <w:r w:rsidR="00F66D08">
        <w:t xml:space="preserve">permanently </w:t>
      </w:r>
      <w:r w:rsidR="00F66D08">
        <w:rPr>
          <w:spacing w:val="-3"/>
        </w:rPr>
        <w:t>shut</w:t>
      </w:r>
      <w:r w:rsidR="00094DA2">
        <w:rPr>
          <w:spacing w:val="-3"/>
        </w:rPr>
        <w:t xml:space="preserve"> </w:t>
      </w:r>
      <w:r w:rsidR="00F66D08">
        <w:rPr>
          <w:spacing w:val="-3"/>
        </w:rPr>
        <w:t xml:space="preserve">down </w:t>
      </w:r>
      <w:r w:rsidR="00F66D08">
        <w:t xml:space="preserve">reactors until </w:t>
      </w:r>
      <w:r w:rsidR="00F66D08">
        <w:rPr>
          <w:spacing w:val="-3"/>
        </w:rPr>
        <w:t xml:space="preserve">the </w:t>
      </w:r>
      <w:r w:rsidR="00F66D08">
        <w:t xml:space="preserve">fuel has </w:t>
      </w:r>
      <w:r w:rsidR="00F66D08">
        <w:rPr>
          <w:spacing w:val="-5"/>
        </w:rPr>
        <w:t xml:space="preserve">been </w:t>
      </w:r>
      <w:r w:rsidR="00F66D08">
        <w:rPr>
          <w:spacing w:val="-3"/>
        </w:rPr>
        <w:t xml:space="preserve">moved </w:t>
      </w:r>
      <w:r w:rsidR="00F66D08">
        <w:t xml:space="preserve">to dry storage </w:t>
      </w:r>
      <w:r w:rsidR="00F66D08">
        <w:rPr>
          <w:spacing w:val="-3"/>
        </w:rPr>
        <w:t xml:space="preserve">in an </w:t>
      </w:r>
      <w:r w:rsidR="00F66D08">
        <w:rPr>
          <w:spacing w:val="-7"/>
        </w:rPr>
        <w:t xml:space="preserve">Independent </w:t>
      </w:r>
      <w:r w:rsidR="00F66D08">
        <w:t xml:space="preserve">Spent Fuel </w:t>
      </w:r>
      <w:r w:rsidR="00F66D08">
        <w:rPr>
          <w:spacing w:val="-3"/>
        </w:rPr>
        <w:t xml:space="preserve">Storage </w:t>
      </w:r>
      <w:r w:rsidR="00F66D08">
        <w:rPr>
          <w:spacing w:val="-5"/>
        </w:rPr>
        <w:t xml:space="preserve">Installation </w:t>
      </w:r>
      <w:r w:rsidR="00F66D08">
        <w:rPr>
          <w:spacing w:val="-6"/>
        </w:rPr>
        <w:t xml:space="preserve">(ISFSI) </w:t>
      </w:r>
      <w:r w:rsidR="00F66D08">
        <w:rPr>
          <w:spacing w:val="-3"/>
        </w:rPr>
        <w:t xml:space="preserve">or </w:t>
      </w:r>
      <w:r w:rsidR="00F66D08">
        <w:t xml:space="preserve">otherwise permanently </w:t>
      </w:r>
      <w:r w:rsidR="00F66D08">
        <w:rPr>
          <w:spacing w:val="-3"/>
        </w:rPr>
        <w:t xml:space="preserve">removed </w:t>
      </w:r>
      <w:r w:rsidR="00F66D08">
        <w:t xml:space="preserve">from storage </w:t>
      </w:r>
      <w:r w:rsidR="00F66D08">
        <w:rPr>
          <w:spacing w:val="-3"/>
        </w:rPr>
        <w:t xml:space="preserve">in the </w:t>
      </w:r>
      <w:r w:rsidR="00F66D08">
        <w:t>Spent Fuel Pool (SFP).</w:t>
      </w:r>
    </w:p>
    <w:p w14:paraId="578C6524" w14:textId="4EF60B16" w:rsidR="00F66D08" w:rsidRDefault="00D36D97" w:rsidP="00043F58">
      <w:pPr>
        <w:pStyle w:val="BodyText2"/>
      </w:pPr>
      <w:r>
        <w:t>01.02</w:t>
      </w:r>
      <w:r>
        <w:tab/>
      </w:r>
      <w:r w:rsidR="00F66D08">
        <w:t>To ensure that the program that implements the Maintenance Rule (10 CFR 50.65) relative to the safe storage of spent fuel is being effectively executed.</w:t>
      </w:r>
    </w:p>
    <w:p w14:paraId="023E899D" w14:textId="77777777" w:rsidR="00F66D08" w:rsidRPr="00C97209" w:rsidRDefault="00F66D08" w:rsidP="00FA5EA9">
      <w:pPr>
        <w:pStyle w:val="Heading1"/>
      </w:pPr>
      <w:r w:rsidRPr="00C97209">
        <w:t>60801-0</w:t>
      </w:r>
      <w:r>
        <w:t>2</w:t>
      </w:r>
      <w:r>
        <w:tab/>
        <w:t>GENERAL</w:t>
      </w:r>
      <w:r w:rsidRPr="00C97209">
        <w:t xml:space="preserve"> </w:t>
      </w:r>
      <w:r w:rsidRPr="00C97209">
        <w:rPr>
          <w:spacing w:val="-9"/>
        </w:rPr>
        <w:t>GUIDANCE</w:t>
      </w:r>
    </w:p>
    <w:p w14:paraId="7CB9BB0C" w14:textId="4AE477F0" w:rsidR="00F66D08" w:rsidRPr="00C97209" w:rsidRDefault="00F66D08" w:rsidP="00FA5EA9">
      <w:pPr>
        <w:pStyle w:val="BodyText"/>
      </w:pPr>
      <w:r w:rsidRPr="00C97209">
        <w:rPr>
          <w:spacing w:val="-3"/>
        </w:rPr>
        <w:t xml:space="preserve">The </w:t>
      </w:r>
      <w:r w:rsidRPr="00C97209">
        <w:t xml:space="preserve">primary objective </w:t>
      </w:r>
      <w:r w:rsidRPr="00C97209">
        <w:rPr>
          <w:spacing w:val="-3"/>
        </w:rPr>
        <w:t xml:space="preserve">of </w:t>
      </w:r>
      <w:r w:rsidRPr="00C97209">
        <w:t xml:space="preserve">this Inspection Procedure </w:t>
      </w:r>
      <w:r w:rsidRPr="00C97209">
        <w:rPr>
          <w:spacing w:val="-5"/>
        </w:rPr>
        <w:t xml:space="preserve">(IP) </w:t>
      </w:r>
      <w:r w:rsidRPr="00C97209">
        <w:rPr>
          <w:spacing w:val="-3"/>
        </w:rPr>
        <w:t xml:space="preserve">is </w:t>
      </w:r>
      <w:r w:rsidRPr="00C97209">
        <w:t>to verify that each licensee</w:t>
      </w:r>
      <w:r>
        <w:t>, which is</w:t>
      </w:r>
      <w:r w:rsidRPr="00C97209">
        <w:t xml:space="preserve"> maintaining </w:t>
      </w:r>
      <w:r w:rsidRPr="00C97209">
        <w:rPr>
          <w:spacing w:val="-3"/>
        </w:rPr>
        <w:t xml:space="preserve">spent </w:t>
      </w:r>
      <w:r w:rsidRPr="00C97209">
        <w:t xml:space="preserve">fuel </w:t>
      </w:r>
      <w:r w:rsidRPr="00C97209">
        <w:rPr>
          <w:spacing w:val="-3"/>
        </w:rPr>
        <w:t xml:space="preserve">in </w:t>
      </w:r>
      <w:r w:rsidRPr="00C97209">
        <w:t>wet storage</w:t>
      </w:r>
      <w:r>
        <w:t>,</w:t>
      </w:r>
      <w:r w:rsidRPr="00C97209">
        <w:t xml:space="preserve"> </w:t>
      </w:r>
      <w:r w:rsidRPr="00C97209">
        <w:rPr>
          <w:spacing w:val="-3"/>
        </w:rPr>
        <w:t xml:space="preserve">implements </w:t>
      </w:r>
      <w:r w:rsidRPr="00C97209">
        <w:t xml:space="preserve">appropriate </w:t>
      </w:r>
      <w:r w:rsidRPr="00C97209">
        <w:rPr>
          <w:spacing w:val="-3"/>
        </w:rPr>
        <w:t xml:space="preserve">controls </w:t>
      </w:r>
      <w:r w:rsidRPr="00C97209">
        <w:t xml:space="preserve">and maintains </w:t>
      </w:r>
      <w:r w:rsidRPr="00C97209">
        <w:rPr>
          <w:spacing w:val="-5"/>
        </w:rPr>
        <w:t xml:space="preserve">adequate </w:t>
      </w:r>
      <w:r>
        <w:rPr>
          <w:spacing w:val="-5"/>
        </w:rPr>
        <w:t>structures, systems, and components</w:t>
      </w:r>
      <w:r w:rsidRPr="00C97209">
        <w:rPr>
          <w:spacing w:val="-5"/>
        </w:rPr>
        <w:t xml:space="preserve"> </w:t>
      </w:r>
      <w:r>
        <w:rPr>
          <w:spacing w:val="-5"/>
        </w:rPr>
        <w:t>(</w:t>
      </w:r>
      <w:r w:rsidRPr="00C97209">
        <w:t>SSCs</w:t>
      </w:r>
      <w:r>
        <w:t>)</w:t>
      </w:r>
      <w:r w:rsidRPr="00C97209">
        <w:t xml:space="preserve"> to </w:t>
      </w:r>
      <w:r w:rsidRPr="00C97209">
        <w:rPr>
          <w:spacing w:val="-5"/>
        </w:rPr>
        <w:t xml:space="preserve">prevent </w:t>
      </w:r>
      <w:r w:rsidRPr="00C97209">
        <w:rPr>
          <w:spacing w:val="-3"/>
        </w:rPr>
        <w:t xml:space="preserve">adverse </w:t>
      </w:r>
      <w:r w:rsidRPr="00C97209">
        <w:t>radiological conditions during decommissioning and maintains the ability to mitigate any applicable credible accidents.</w:t>
      </w:r>
      <w:r w:rsidRPr="00C97209" w:rsidDel="00C3794A">
        <w:t xml:space="preserve"> </w:t>
      </w:r>
      <w:r>
        <w:t>T</w:t>
      </w:r>
      <w:r w:rsidRPr="00C97209">
        <w:t xml:space="preserve">his </w:t>
      </w:r>
      <w:r w:rsidRPr="00C97209">
        <w:rPr>
          <w:spacing w:val="-9"/>
        </w:rPr>
        <w:t xml:space="preserve">IP </w:t>
      </w:r>
      <w:r w:rsidRPr="00C97209">
        <w:rPr>
          <w:spacing w:val="-5"/>
        </w:rPr>
        <w:t xml:space="preserve">applies </w:t>
      </w:r>
      <w:r w:rsidRPr="00C97209">
        <w:t xml:space="preserve">from </w:t>
      </w:r>
      <w:r w:rsidRPr="00C97209">
        <w:rPr>
          <w:spacing w:val="-3"/>
        </w:rPr>
        <w:t xml:space="preserve">the </w:t>
      </w:r>
      <w:r w:rsidRPr="00C97209">
        <w:t xml:space="preserve">permanent cessation </w:t>
      </w:r>
      <w:r w:rsidRPr="00C97209">
        <w:rPr>
          <w:spacing w:val="-3"/>
        </w:rPr>
        <w:t xml:space="preserve">of </w:t>
      </w:r>
      <w:r w:rsidRPr="00C97209">
        <w:t xml:space="preserve">reactor </w:t>
      </w:r>
      <w:r w:rsidRPr="00C97209">
        <w:rPr>
          <w:spacing w:val="-5"/>
        </w:rPr>
        <w:t xml:space="preserve">operations </w:t>
      </w:r>
      <w:r w:rsidRPr="00C97209">
        <w:t xml:space="preserve">until </w:t>
      </w:r>
      <w:r w:rsidRPr="00C97209">
        <w:rPr>
          <w:spacing w:val="-3"/>
        </w:rPr>
        <w:t xml:space="preserve">the </w:t>
      </w:r>
      <w:r w:rsidRPr="00C97209">
        <w:t xml:space="preserve">fuel </w:t>
      </w:r>
      <w:r w:rsidRPr="00C97209">
        <w:rPr>
          <w:spacing w:val="-3"/>
        </w:rPr>
        <w:t xml:space="preserve">is safely </w:t>
      </w:r>
      <w:r w:rsidRPr="00C97209">
        <w:t xml:space="preserve">transferred from </w:t>
      </w:r>
      <w:r w:rsidRPr="00C97209">
        <w:rPr>
          <w:spacing w:val="-3"/>
        </w:rPr>
        <w:t xml:space="preserve">the </w:t>
      </w:r>
      <w:r w:rsidRPr="00C97209">
        <w:t xml:space="preserve">SFP to an </w:t>
      </w:r>
      <w:r w:rsidRPr="00C97209">
        <w:rPr>
          <w:spacing w:val="-5"/>
        </w:rPr>
        <w:t xml:space="preserve">ISFSI </w:t>
      </w:r>
      <w:r w:rsidRPr="00C97209">
        <w:rPr>
          <w:spacing w:val="-3"/>
        </w:rPr>
        <w:t xml:space="preserve">or </w:t>
      </w:r>
      <w:r w:rsidRPr="00C97209">
        <w:rPr>
          <w:spacing w:val="-5"/>
        </w:rPr>
        <w:t xml:space="preserve">other </w:t>
      </w:r>
      <w:r w:rsidRPr="00C97209">
        <w:t>licensed fuel storage system.</w:t>
      </w:r>
    </w:p>
    <w:p w14:paraId="415981C1" w14:textId="39DA00CA" w:rsidR="00F66D08" w:rsidRPr="00B71AD0" w:rsidRDefault="00F66D08" w:rsidP="00FA5EA9">
      <w:pPr>
        <w:pStyle w:val="BodyText"/>
        <w:rPr>
          <w:spacing w:val="-3"/>
        </w:rPr>
      </w:pPr>
      <w:r w:rsidRPr="00C97209">
        <w:rPr>
          <w:spacing w:val="-3"/>
        </w:rPr>
        <w:t>Inspectors should select inspection items using a performance</w:t>
      </w:r>
      <w:r>
        <w:rPr>
          <w:spacing w:val="-3"/>
        </w:rPr>
        <w:t>-</w:t>
      </w:r>
      <w:r w:rsidRPr="00C97209">
        <w:rPr>
          <w:spacing w:val="-3"/>
        </w:rPr>
        <w:t>based, risk-informed approach, while also considering variety. Inspectors should review a sampling of past inspection reports to inform their selection of inspection items.</w:t>
      </w:r>
    </w:p>
    <w:p w14:paraId="061A50FD" w14:textId="77777777" w:rsidR="00F66D08" w:rsidRDefault="00F66D08" w:rsidP="005E4CA4">
      <w:pPr>
        <w:pStyle w:val="Heading1"/>
      </w:pPr>
      <w:r>
        <w:rPr>
          <w:spacing w:val="-5"/>
        </w:rPr>
        <w:t>60801-03</w:t>
      </w:r>
      <w:r>
        <w:rPr>
          <w:spacing w:val="-5"/>
        </w:rPr>
        <w:tab/>
        <w:t xml:space="preserve">INSPECTION </w:t>
      </w:r>
      <w:r>
        <w:t>REQUIREMENTS AND GUIDANCE</w:t>
      </w:r>
    </w:p>
    <w:p w14:paraId="68969459" w14:textId="77777777" w:rsidR="00F66D08" w:rsidRDefault="00F66D08" w:rsidP="005E4CA4">
      <w:pPr>
        <w:pStyle w:val="Heading2"/>
      </w:pPr>
      <w:r w:rsidRPr="00394DE6">
        <w:t>0</w:t>
      </w:r>
      <w:r>
        <w:t>3.01</w:t>
      </w:r>
      <w:r w:rsidRPr="00394DE6">
        <w:tab/>
      </w:r>
      <w:r w:rsidRPr="00CB032C">
        <w:rPr>
          <w:u w:val="single"/>
        </w:rPr>
        <w:t>Certified Fuel Handlers</w:t>
      </w:r>
    </w:p>
    <w:p w14:paraId="10B5B9CD" w14:textId="77777777" w:rsidR="00F66D08" w:rsidRPr="00BB21D8" w:rsidRDefault="00F66D08" w:rsidP="00BC1B7D">
      <w:pPr>
        <w:pStyle w:val="Requirement"/>
        <w:rPr>
          <w:b w:val="0"/>
          <w:bCs w:val="0"/>
        </w:rPr>
      </w:pPr>
      <w:r w:rsidRPr="00BB21D8">
        <w:rPr>
          <w:bCs w:val="0"/>
        </w:rPr>
        <w:t>Verify that the certified fuel handler requirements are being met.</w:t>
      </w:r>
    </w:p>
    <w:p w14:paraId="3A9DE1A4" w14:textId="77777777" w:rsidR="00F66D08" w:rsidRDefault="00F66D08" w:rsidP="00BC1B7D">
      <w:pPr>
        <w:pStyle w:val="SpecificGuidance"/>
      </w:pPr>
      <w:r>
        <w:t>Specific Guidance</w:t>
      </w:r>
    </w:p>
    <w:p w14:paraId="78526F6C" w14:textId="2AAC1E20" w:rsidR="00F66D08" w:rsidRPr="007E0CB7" w:rsidRDefault="00F66D08" w:rsidP="005E4CA4">
      <w:pPr>
        <w:pStyle w:val="BodyText3"/>
      </w:pPr>
      <w:r>
        <w:t xml:space="preserve">Technical specifications </w:t>
      </w:r>
      <w:r w:rsidR="006C0332">
        <w:t xml:space="preserve">(TS) </w:t>
      </w:r>
      <w:r>
        <w:t xml:space="preserve">for units with spent fuel in the pool require the site to train and use certified fuel handlers for the movement of spent fuel. The training program is reviewed by NRC headquarters as part of the license amendment approval process. The inspector should determine if the NRC approved training and retraining program for Certified Fuel Handlers is maintained and implemented appropriately. The inspector could consider sampling the qualifications of those on shift and those moving spent fuel to determine if they meet </w:t>
      </w:r>
      <w:r w:rsidR="006C0332">
        <w:t>TS</w:t>
      </w:r>
      <w:r>
        <w:t xml:space="preserve"> requirements.</w:t>
      </w:r>
    </w:p>
    <w:p w14:paraId="6D7AEA29" w14:textId="77777777" w:rsidR="00F66D08" w:rsidRDefault="00F66D08" w:rsidP="005E4CA4">
      <w:pPr>
        <w:pStyle w:val="Heading2"/>
      </w:pPr>
      <w:r>
        <w:lastRenderedPageBreak/>
        <w:t>03.02</w:t>
      </w:r>
      <w:r>
        <w:tab/>
      </w:r>
      <w:r w:rsidRPr="00CB032C">
        <w:rPr>
          <w:u w:val="single"/>
        </w:rPr>
        <w:t>Wet Storage of Spent Nuclear Fuel Requirements</w:t>
      </w:r>
    </w:p>
    <w:p w14:paraId="0E460FC4" w14:textId="20085C91" w:rsidR="00F66D08" w:rsidRDefault="00F66D08" w:rsidP="00CB032C">
      <w:pPr>
        <w:pStyle w:val="Requirement"/>
      </w:pPr>
      <w:r>
        <w:t xml:space="preserve">Verify that the requirements detailed in the plant technical specifications (TS), the emergency preparedness (EP) plan, regulations, and other site documents are implemented to </w:t>
      </w:r>
      <w:r w:rsidRPr="00394DE6">
        <w:t xml:space="preserve">prevent </w:t>
      </w:r>
      <w:r>
        <w:t xml:space="preserve">a </w:t>
      </w:r>
      <w:r w:rsidRPr="00F517BA">
        <w:t xml:space="preserve">substantial reduction in </w:t>
      </w:r>
      <w:r>
        <w:t xml:space="preserve">SFP </w:t>
      </w:r>
      <w:r w:rsidRPr="00F517BA">
        <w:t xml:space="preserve">coolant </w:t>
      </w:r>
      <w:r w:rsidRPr="00394DE6">
        <w:t xml:space="preserve">inventory under </w:t>
      </w:r>
      <w:r>
        <w:t xml:space="preserve">both normal </w:t>
      </w:r>
      <w:r w:rsidRPr="00394DE6">
        <w:t xml:space="preserve">and </w:t>
      </w:r>
      <w:r>
        <w:t xml:space="preserve">accident </w:t>
      </w:r>
      <w:r w:rsidRPr="00F517BA">
        <w:t>conditions</w:t>
      </w:r>
      <w:r>
        <w:t>, and to otherwise ensure safe wet storage of spent fuel.</w:t>
      </w:r>
    </w:p>
    <w:p w14:paraId="59A5B98F" w14:textId="0FFC23B4" w:rsidR="00F66D08" w:rsidRDefault="00F66D08" w:rsidP="00BC1B7D">
      <w:pPr>
        <w:pStyle w:val="SpecificGuidance"/>
      </w:pPr>
      <w:r>
        <w:t>Specific Guidance</w:t>
      </w:r>
    </w:p>
    <w:p w14:paraId="53856467" w14:textId="66930C69" w:rsidR="00F66D08" w:rsidRDefault="00F66D08" w:rsidP="005E4CA4">
      <w:pPr>
        <w:pStyle w:val="BodyText3"/>
      </w:pPr>
      <w:r>
        <w:t>The below guidance is grouped by topical area for convenience. For initial inspections after site shutdown, and after any major changes to the wet storage such as establishment of a</w:t>
      </w:r>
      <w:r w:rsidR="00E74B4C">
        <w:t>n</w:t>
      </w:r>
      <w:r>
        <w:t xml:space="preserve"> SFP island, inspectors should complete all or nearly all of the topics discussed below. During other inspections, the inspector should risk-inform their inspection using insight gained from the problem identification and resolution inspection requirement and any changes to the program.</w:t>
      </w:r>
    </w:p>
    <w:p w14:paraId="54CDBB9A" w14:textId="3943328E" w:rsidR="00F66D08" w:rsidRPr="00206357" w:rsidRDefault="00F66D08" w:rsidP="004F43F8">
      <w:pPr>
        <w:pStyle w:val="BodyText3"/>
        <w:rPr>
          <w:u w:val="single"/>
        </w:rPr>
      </w:pPr>
      <w:r w:rsidRPr="00206357">
        <w:rPr>
          <w:u w:val="single"/>
        </w:rPr>
        <w:t xml:space="preserve">SFP Coolant </w:t>
      </w:r>
      <w:r w:rsidRPr="00206357">
        <w:rPr>
          <w:spacing w:val="-6"/>
          <w:u w:val="single"/>
        </w:rPr>
        <w:t xml:space="preserve">Inventory </w:t>
      </w:r>
      <w:r w:rsidRPr="00206357">
        <w:rPr>
          <w:spacing w:val="-3"/>
          <w:u w:val="single"/>
        </w:rPr>
        <w:t xml:space="preserve">Control, </w:t>
      </w:r>
      <w:r w:rsidRPr="00206357">
        <w:rPr>
          <w:u w:val="single"/>
        </w:rPr>
        <w:t xml:space="preserve">Instrumentation, Alarms, and </w:t>
      </w:r>
      <w:r w:rsidRPr="00206357">
        <w:rPr>
          <w:spacing w:val="-6"/>
          <w:u w:val="single"/>
        </w:rPr>
        <w:t xml:space="preserve">Leakage </w:t>
      </w:r>
      <w:r w:rsidRPr="00206357">
        <w:rPr>
          <w:spacing w:val="-3"/>
          <w:u w:val="single"/>
        </w:rPr>
        <w:t>Detection</w:t>
      </w:r>
    </w:p>
    <w:p w14:paraId="4947C4D7" w14:textId="60539FEF" w:rsidR="00F66D08" w:rsidRDefault="00F66D08" w:rsidP="005E4CA4">
      <w:pPr>
        <w:pStyle w:val="BodyText3"/>
      </w:pPr>
      <w:r>
        <w:t>The inspector should consider</w:t>
      </w:r>
      <w:r w:rsidDel="00BE3A96">
        <w:t xml:space="preserve"> </w:t>
      </w:r>
      <w:r>
        <w:t>selecting several</w:t>
      </w:r>
      <w:r w:rsidRPr="00394DE6" w:rsidDel="00BE3A96">
        <w:t xml:space="preserve"> </w:t>
      </w:r>
      <w:r>
        <w:t xml:space="preserve">SFP </w:t>
      </w:r>
      <w:r w:rsidRPr="00394DE6">
        <w:t xml:space="preserve">instrumentation, </w:t>
      </w:r>
      <w:r>
        <w:t xml:space="preserve">alarm, </w:t>
      </w:r>
      <w:r w:rsidRPr="00394DE6">
        <w:t xml:space="preserve">and leakage detection and collection </w:t>
      </w:r>
      <w:r>
        <w:t xml:space="preserve">systems to evaluate through record review, walk downs, in-field observations, and interviews, whether the maintenance and surveillance of the evaluated items are </w:t>
      </w:r>
      <w:r w:rsidRPr="00394DE6">
        <w:t xml:space="preserve">adequate </w:t>
      </w:r>
      <w:r>
        <w:t xml:space="preserve">to ensure </w:t>
      </w:r>
      <w:r w:rsidRPr="00394DE6">
        <w:t xml:space="preserve">the </w:t>
      </w:r>
      <w:r>
        <w:t xml:space="preserve">safe wet storage </w:t>
      </w:r>
      <w:r w:rsidRPr="00394DE6">
        <w:t>of spent fuel.</w:t>
      </w:r>
    </w:p>
    <w:p w14:paraId="6ABEB69F" w14:textId="1068CFC3" w:rsidR="00F66D08" w:rsidRPr="00C97209" w:rsidRDefault="00F66D08" w:rsidP="005E4CA4">
      <w:pPr>
        <w:pStyle w:val="BodyText3"/>
      </w:pPr>
      <w:r w:rsidRPr="00C97209">
        <w:rPr>
          <w:spacing w:val="-3"/>
        </w:rPr>
        <w:t xml:space="preserve">The </w:t>
      </w:r>
      <w:r w:rsidRPr="00C97209">
        <w:t xml:space="preserve">SFP </w:t>
      </w:r>
      <w:r w:rsidRPr="00C97209">
        <w:rPr>
          <w:spacing w:val="-4"/>
        </w:rPr>
        <w:t xml:space="preserve">coolant </w:t>
      </w:r>
      <w:r w:rsidRPr="00C97209">
        <w:rPr>
          <w:spacing w:val="-5"/>
        </w:rPr>
        <w:t xml:space="preserve">inventory </w:t>
      </w:r>
      <w:r w:rsidRPr="00C97209">
        <w:t xml:space="preserve">assures </w:t>
      </w:r>
      <w:r w:rsidRPr="00C97209">
        <w:rPr>
          <w:spacing w:val="-5"/>
        </w:rPr>
        <w:t xml:space="preserve">adequate </w:t>
      </w:r>
      <w:r w:rsidRPr="00C97209">
        <w:rPr>
          <w:spacing w:val="-3"/>
        </w:rPr>
        <w:t xml:space="preserve">cooling of the </w:t>
      </w:r>
      <w:r w:rsidRPr="00C97209">
        <w:t xml:space="preserve">stored </w:t>
      </w:r>
      <w:r w:rsidRPr="00C97209">
        <w:rPr>
          <w:spacing w:val="-4"/>
        </w:rPr>
        <w:t xml:space="preserve">fuel, </w:t>
      </w:r>
      <w:r w:rsidRPr="00C97209">
        <w:rPr>
          <w:spacing w:val="-5"/>
        </w:rPr>
        <w:t xml:space="preserve">provides </w:t>
      </w:r>
      <w:r w:rsidRPr="00C97209">
        <w:rPr>
          <w:spacing w:val="-4"/>
        </w:rPr>
        <w:t>shielding,</w:t>
      </w:r>
      <w:r w:rsidRPr="00C97209">
        <w:rPr>
          <w:spacing w:val="53"/>
        </w:rPr>
        <w:t xml:space="preserve"> </w:t>
      </w:r>
      <w:r w:rsidRPr="00C97209">
        <w:rPr>
          <w:spacing w:val="-3"/>
        </w:rPr>
        <w:t xml:space="preserve">mitigates the consequences of the </w:t>
      </w:r>
      <w:r w:rsidRPr="00C97209">
        <w:t xml:space="preserve">design-basis </w:t>
      </w:r>
      <w:r w:rsidRPr="00C97209">
        <w:rPr>
          <w:spacing w:val="-4"/>
        </w:rPr>
        <w:t xml:space="preserve">fuel </w:t>
      </w:r>
      <w:r w:rsidRPr="00C97209">
        <w:rPr>
          <w:spacing w:val="-5"/>
        </w:rPr>
        <w:t xml:space="preserve">handling </w:t>
      </w:r>
      <w:r w:rsidRPr="00C97209">
        <w:t xml:space="preserve">accident, </w:t>
      </w:r>
      <w:r w:rsidRPr="00C97209">
        <w:rPr>
          <w:spacing w:val="-4"/>
        </w:rPr>
        <w:t xml:space="preserve">and maintains </w:t>
      </w:r>
      <w:r w:rsidRPr="00C97209">
        <w:t xml:space="preserve">some </w:t>
      </w:r>
      <w:r w:rsidRPr="00C97209">
        <w:rPr>
          <w:spacing w:val="-3"/>
        </w:rPr>
        <w:t xml:space="preserve">of the </w:t>
      </w:r>
      <w:r w:rsidRPr="00C97209">
        <w:rPr>
          <w:spacing w:val="-5"/>
        </w:rPr>
        <w:t xml:space="preserve">initial </w:t>
      </w:r>
      <w:r w:rsidRPr="00C97209">
        <w:rPr>
          <w:spacing w:val="-4"/>
        </w:rPr>
        <w:t xml:space="preserve">conditions </w:t>
      </w:r>
      <w:r w:rsidRPr="00C97209">
        <w:t xml:space="preserve">assumed </w:t>
      </w:r>
      <w:r w:rsidRPr="00C97209">
        <w:rPr>
          <w:spacing w:val="-3"/>
        </w:rPr>
        <w:t xml:space="preserve">in the </w:t>
      </w:r>
      <w:r w:rsidRPr="00C97209">
        <w:t xml:space="preserve">criticality safety analysis. A </w:t>
      </w:r>
      <w:r w:rsidRPr="00C97209">
        <w:rPr>
          <w:spacing w:val="-3"/>
        </w:rPr>
        <w:t xml:space="preserve">substantial reduction in </w:t>
      </w:r>
      <w:r w:rsidRPr="00C97209">
        <w:t xml:space="preserve">SFP </w:t>
      </w:r>
      <w:r w:rsidRPr="00C97209">
        <w:rPr>
          <w:spacing w:val="-4"/>
        </w:rPr>
        <w:t xml:space="preserve">coolant </w:t>
      </w:r>
      <w:r w:rsidRPr="00C97209">
        <w:rPr>
          <w:spacing w:val="-5"/>
        </w:rPr>
        <w:t xml:space="preserve">inventory </w:t>
      </w:r>
      <w:r w:rsidRPr="00C97209">
        <w:rPr>
          <w:spacing w:val="-3"/>
        </w:rPr>
        <w:t xml:space="preserve">is </w:t>
      </w:r>
      <w:r w:rsidRPr="00C97209">
        <w:rPr>
          <w:spacing w:val="-5"/>
        </w:rPr>
        <w:t xml:space="preserve">prevented </w:t>
      </w:r>
      <w:r w:rsidRPr="00C97209">
        <w:rPr>
          <w:spacing w:val="-3"/>
        </w:rPr>
        <w:t xml:space="preserve">by: </w:t>
      </w:r>
      <w:r w:rsidRPr="00C97209">
        <w:t xml:space="preserve">(1) </w:t>
      </w:r>
      <w:r w:rsidRPr="00C97209">
        <w:rPr>
          <w:spacing w:val="-3"/>
        </w:rPr>
        <w:t xml:space="preserve">design </w:t>
      </w:r>
      <w:r w:rsidRPr="00C97209">
        <w:rPr>
          <w:spacing w:val="-4"/>
        </w:rPr>
        <w:t xml:space="preserve">features that </w:t>
      </w:r>
      <w:r w:rsidRPr="00C97209">
        <w:t xml:space="preserve">limit </w:t>
      </w:r>
      <w:r w:rsidRPr="00C97209">
        <w:rPr>
          <w:spacing w:val="-5"/>
        </w:rPr>
        <w:t xml:space="preserve">potential drainage </w:t>
      </w:r>
      <w:r w:rsidRPr="00C97209">
        <w:rPr>
          <w:spacing w:val="-4"/>
        </w:rPr>
        <w:t xml:space="preserve">and </w:t>
      </w:r>
      <w:r w:rsidRPr="00C97209">
        <w:rPr>
          <w:spacing w:val="-5"/>
        </w:rPr>
        <w:t xml:space="preserve">prevent </w:t>
      </w:r>
      <w:r w:rsidRPr="00C97209">
        <w:rPr>
          <w:spacing w:val="-4"/>
        </w:rPr>
        <w:t xml:space="preserve">siphoning; </w:t>
      </w:r>
      <w:r w:rsidRPr="00C97209">
        <w:t xml:space="preserve">(2) </w:t>
      </w:r>
      <w:r w:rsidRPr="00C97209">
        <w:rPr>
          <w:spacing w:val="-4"/>
        </w:rPr>
        <w:t xml:space="preserve">reliable </w:t>
      </w:r>
      <w:r w:rsidRPr="00C97209">
        <w:rPr>
          <w:spacing w:val="-5"/>
        </w:rPr>
        <w:t xml:space="preserve">operation </w:t>
      </w:r>
      <w:r w:rsidRPr="00C97209">
        <w:rPr>
          <w:spacing w:val="-3"/>
        </w:rPr>
        <w:t xml:space="preserve">of the </w:t>
      </w:r>
      <w:r w:rsidRPr="00C97209">
        <w:t xml:space="preserve">SFP </w:t>
      </w:r>
      <w:r w:rsidRPr="00C97209">
        <w:rPr>
          <w:spacing w:val="-3"/>
        </w:rPr>
        <w:t xml:space="preserve">cooling </w:t>
      </w:r>
      <w:r w:rsidRPr="00C97209">
        <w:t xml:space="preserve">system designed to limit </w:t>
      </w:r>
      <w:r w:rsidRPr="00C97209">
        <w:rPr>
          <w:spacing w:val="-5"/>
        </w:rPr>
        <w:t xml:space="preserve">evaporation </w:t>
      </w:r>
      <w:r w:rsidRPr="00C97209">
        <w:rPr>
          <w:spacing w:val="-3"/>
        </w:rPr>
        <w:t xml:space="preserve">of </w:t>
      </w:r>
      <w:r w:rsidRPr="00C97209">
        <w:t xml:space="preserve">coolant; </w:t>
      </w:r>
      <w:r w:rsidRPr="00C97209">
        <w:rPr>
          <w:spacing w:val="-6"/>
        </w:rPr>
        <w:t xml:space="preserve">and </w:t>
      </w:r>
      <w:r w:rsidRPr="00C97209">
        <w:t xml:space="preserve">(3) </w:t>
      </w:r>
      <w:r w:rsidRPr="00C97209">
        <w:rPr>
          <w:spacing w:val="-4"/>
        </w:rPr>
        <w:t xml:space="preserve">capabilities </w:t>
      </w:r>
      <w:r w:rsidRPr="00C97209">
        <w:t xml:space="preserve">to </w:t>
      </w:r>
      <w:r w:rsidRPr="00C97209">
        <w:rPr>
          <w:spacing w:val="-4"/>
        </w:rPr>
        <w:t xml:space="preserve">add </w:t>
      </w:r>
      <w:r w:rsidRPr="00C97209">
        <w:t xml:space="preserve">make-up </w:t>
      </w:r>
      <w:r w:rsidRPr="00C97209">
        <w:rPr>
          <w:spacing w:val="-3"/>
        </w:rPr>
        <w:t xml:space="preserve">water </w:t>
      </w:r>
      <w:r w:rsidRPr="00C97209">
        <w:t xml:space="preserve">to </w:t>
      </w:r>
      <w:r w:rsidRPr="00C97209">
        <w:rPr>
          <w:spacing w:val="-3"/>
        </w:rPr>
        <w:t xml:space="preserve">recover or maintain </w:t>
      </w:r>
      <w:r w:rsidRPr="00C97209">
        <w:t xml:space="preserve">SFP </w:t>
      </w:r>
      <w:r w:rsidRPr="00C97209">
        <w:rPr>
          <w:spacing w:val="-4"/>
        </w:rPr>
        <w:t xml:space="preserve">coolant </w:t>
      </w:r>
      <w:r w:rsidRPr="00C97209">
        <w:rPr>
          <w:spacing w:val="-5"/>
        </w:rPr>
        <w:t xml:space="preserve">inventory </w:t>
      </w:r>
      <w:r w:rsidRPr="00C97209">
        <w:t xml:space="preserve">using </w:t>
      </w:r>
      <w:r w:rsidRPr="00C97209">
        <w:rPr>
          <w:spacing w:val="-4"/>
        </w:rPr>
        <w:t xml:space="preserve">permanently installed </w:t>
      </w:r>
      <w:r w:rsidRPr="00C97209">
        <w:rPr>
          <w:spacing w:val="-3"/>
        </w:rPr>
        <w:t xml:space="preserve">or </w:t>
      </w:r>
      <w:r w:rsidRPr="00C97209">
        <w:rPr>
          <w:spacing w:val="-4"/>
        </w:rPr>
        <w:t xml:space="preserve">portable equipment. </w:t>
      </w:r>
      <w:r w:rsidRPr="00C97209">
        <w:rPr>
          <w:spacing w:val="-3"/>
        </w:rPr>
        <w:t xml:space="preserve">Protection </w:t>
      </w:r>
      <w:r w:rsidRPr="00C97209">
        <w:rPr>
          <w:spacing w:val="-4"/>
        </w:rPr>
        <w:t xml:space="preserve">against </w:t>
      </w:r>
      <w:r w:rsidRPr="00C97209">
        <w:rPr>
          <w:spacing w:val="-3"/>
        </w:rPr>
        <w:t xml:space="preserve">substantial </w:t>
      </w:r>
      <w:r w:rsidRPr="00C97209">
        <w:t xml:space="preserve">loss </w:t>
      </w:r>
      <w:r w:rsidRPr="00C97209">
        <w:rPr>
          <w:spacing w:val="-3"/>
        </w:rPr>
        <w:t xml:space="preserve">of </w:t>
      </w:r>
      <w:r w:rsidRPr="00C97209">
        <w:rPr>
          <w:spacing w:val="-4"/>
        </w:rPr>
        <w:t>coolant</w:t>
      </w:r>
      <w:r w:rsidRPr="00C97209">
        <w:rPr>
          <w:spacing w:val="53"/>
        </w:rPr>
        <w:t xml:space="preserve"> </w:t>
      </w:r>
      <w:r w:rsidRPr="00C97209">
        <w:rPr>
          <w:spacing w:val="-5"/>
        </w:rPr>
        <w:t xml:space="preserve">inventory </w:t>
      </w:r>
      <w:r w:rsidRPr="00C97209">
        <w:rPr>
          <w:spacing w:val="-3"/>
        </w:rPr>
        <w:t xml:space="preserve">is </w:t>
      </w:r>
      <w:r w:rsidRPr="00C97209">
        <w:t xml:space="preserve">described </w:t>
      </w:r>
      <w:r w:rsidRPr="00C97209">
        <w:rPr>
          <w:spacing w:val="-3"/>
        </w:rPr>
        <w:t xml:space="preserve">in the </w:t>
      </w:r>
      <w:r w:rsidRPr="00C97209">
        <w:rPr>
          <w:spacing w:val="-4"/>
        </w:rPr>
        <w:t xml:space="preserve">applicable </w:t>
      </w:r>
      <w:r w:rsidRPr="00C97209">
        <w:rPr>
          <w:spacing w:val="-3"/>
        </w:rPr>
        <w:t xml:space="preserve">facility </w:t>
      </w:r>
      <w:r w:rsidRPr="00C97209">
        <w:t xml:space="preserve">safety </w:t>
      </w:r>
      <w:r w:rsidRPr="00C97209">
        <w:rPr>
          <w:spacing w:val="-4"/>
        </w:rPr>
        <w:t xml:space="preserve">analysis </w:t>
      </w:r>
      <w:r w:rsidRPr="00C97209">
        <w:rPr>
          <w:spacing w:val="-3"/>
        </w:rPr>
        <w:t xml:space="preserve">report. </w:t>
      </w:r>
      <w:r w:rsidRPr="00C97209">
        <w:t xml:space="preserve">Design </w:t>
      </w:r>
      <w:r w:rsidRPr="00C97209">
        <w:rPr>
          <w:spacing w:val="-4"/>
        </w:rPr>
        <w:t xml:space="preserve">features that </w:t>
      </w:r>
      <w:r w:rsidRPr="00C97209">
        <w:t xml:space="preserve">protect </w:t>
      </w:r>
      <w:r w:rsidRPr="00C97209">
        <w:rPr>
          <w:spacing w:val="-4"/>
        </w:rPr>
        <w:t xml:space="preserve">against </w:t>
      </w:r>
      <w:r w:rsidRPr="00C97209">
        <w:rPr>
          <w:spacing w:val="-5"/>
        </w:rPr>
        <w:t xml:space="preserve">drainage </w:t>
      </w:r>
      <w:r w:rsidRPr="00C97209">
        <w:t xml:space="preserve">are </w:t>
      </w:r>
      <w:r w:rsidRPr="00C97209">
        <w:rPr>
          <w:spacing w:val="-4"/>
        </w:rPr>
        <w:t xml:space="preserve">typically included </w:t>
      </w:r>
      <w:r w:rsidRPr="00C97209">
        <w:rPr>
          <w:spacing w:val="-3"/>
        </w:rPr>
        <w:t xml:space="preserve">in the </w:t>
      </w:r>
      <w:r w:rsidRPr="00C97209">
        <w:t xml:space="preserve">TS </w:t>
      </w:r>
      <w:r w:rsidRPr="00C97209">
        <w:rPr>
          <w:spacing w:val="-3"/>
        </w:rPr>
        <w:t xml:space="preserve">as well as the </w:t>
      </w:r>
      <w:r w:rsidRPr="00C97209">
        <w:t xml:space="preserve">minimum acceptable </w:t>
      </w:r>
      <w:r w:rsidRPr="00C97209">
        <w:rPr>
          <w:spacing w:val="-5"/>
        </w:rPr>
        <w:t xml:space="preserve">level </w:t>
      </w:r>
      <w:r w:rsidRPr="00C97209">
        <w:rPr>
          <w:spacing w:val="-3"/>
        </w:rPr>
        <w:t xml:space="preserve">of </w:t>
      </w:r>
      <w:r w:rsidRPr="00C97209">
        <w:t xml:space="preserve">SFP </w:t>
      </w:r>
      <w:r w:rsidRPr="00C97209">
        <w:rPr>
          <w:spacing w:val="-3"/>
        </w:rPr>
        <w:t xml:space="preserve">water </w:t>
      </w:r>
      <w:r w:rsidRPr="00C97209">
        <w:rPr>
          <w:spacing w:val="-6"/>
        </w:rPr>
        <w:t xml:space="preserve">above </w:t>
      </w:r>
      <w:r w:rsidRPr="00C97209">
        <w:rPr>
          <w:spacing w:val="-3"/>
        </w:rPr>
        <w:t xml:space="preserve">the top of the </w:t>
      </w:r>
      <w:r w:rsidRPr="00C97209">
        <w:rPr>
          <w:spacing w:val="-4"/>
        </w:rPr>
        <w:t xml:space="preserve">irradiated fuel </w:t>
      </w:r>
      <w:r w:rsidRPr="00C97209">
        <w:t xml:space="preserve">assemblies </w:t>
      </w:r>
      <w:r w:rsidRPr="00C97209">
        <w:rPr>
          <w:spacing w:val="-3"/>
        </w:rPr>
        <w:t xml:space="preserve">seated in the </w:t>
      </w:r>
      <w:r w:rsidRPr="00C97209">
        <w:t xml:space="preserve">storage racks. </w:t>
      </w:r>
      <w:r w:rsidRPr="00C97209">
        <w:rPr>
          <w:spacing w:val="-3"/>
        </w:rPr>
        <w:t xml:space="preserve">Other </w:t>
      </w:r>
      <w:r w:rsidRPr="00C97209">
        <w:rPr>
          <w:spacing w:val="-5"/>
        </w:rPr>
        <w:t xml:space="preserve">potential </w:t>
      </w:r>
      <w:r w:rsidRPr="00C97209">
        <w:t xml:space="preserve">causes </w:t>
      </w:r>
      <w:r w:rsidRPr="00C97209">
        <w:rPr>
          <w:spacing w:val="-3"/>
        </w:rPr>
        <w:t xml:space="preserve">of significant </w:t>
      </w:r>
      <w:r w:rsidRPr="00C97209">
        <w:t xml:space="preserve">coolant </w:t>
      </w:r>
      <w:r w:rsidRPr="00C97209">
        <w:rPr>
          <w:spacing w:val="-5"/>
        </w:rPr>
        <w:t xml:space="preserve">inventory </w:t>
      </w:r>
      <w:r w:rsidRPr="00C97209">
        <w:t xml:space="preserve">loss </w:t>
      </w:r>
      <w:r w:rsidRPr="00C97209">
        <w:rPr>
          <w:spacing w:val="-3"/>
        </w:rPr>
        <w:t xml:space="preserve">include </w:t>
      </w:r>
      <w:r w:rsidRPr="00C97209">
        <w:rPr>
          <w:spacing w:val="-5"/>
        </w:rPr>
        <w:t xml:space="preserve">liner </w:t>
      </w:r>
      <w:r w:rsidRPr="00C97209">
        <w:rPr>
          <w:spacing w:val="-6"/>
        </w:rPr>
        <w:t xml:space="preserve">leakage, leakage </w:t>
      </w:r>
      <w:r w:rsidRPr="00C97209">
        <w:rPr>
          <w:spacing w:val="-3"/>
        </w:rPr>
        <w:t xml:space="preserve">by </w:t>
      </w:r>
      <w:r w:rsidRPr="00C97209">
        <w:t xml:space="preserve">seals to </w:t>
      </w:r>
      <w:r w:rsidRPr="00C97209">
        <w:rPr>
          <w:spacing w:val="-4"/>
        </w:rPr>
        <w:t xml:space="preserve">adjacent volumes that </w:t>
      </w:r>
      <w:r w:rsidRPr="00C97209">
        <w:t xml:space="preserve">are </w:t>
      </w:r>
      <w:r w:rsidRPr="00C97209">
        <w:rPr>
          <w:spacing w:val="-5"/>
        </w:rPr>
        <w:t xml:space="preserve">drained, </w:t>
      </w:r>
      <w:r w:rsidRPr="00C97209">
        <w:rPr>
          <w:spacing w:val="-4"/>
        </w:rPr>
        <w:t xml:space="preserve">and </w:t>
      </w:r>
      <w:r w:rsidRPr="00C97209">
        <w:t xml:space="preserve">excessive </w:t>
      </w:r>
      <w:r w:rsidRPr="00C97209">
        <w:rPr>
          <w:spacing w:val="-5"/>
        </w:rPr>
        <w:t xml:space="preserve">evaporation </w:t>
      </w:r>
      <w:r w:rsidRPr="00C97209">
        <w:rPr>
          <w:spacing w:val="-4"/>
        </w:rPr>
        <w:t xml:space="preserve">following </w:t>
      </w:r>
      <w:r w:rsidRPr="00C97209">
        <w:t xml:space="preserve">loss </w:t>
      </w:r>
      <w:r w:rsidRPr="00C97209">
        <w:rPr>
          <w:spacing w:val="-3"/>
        </w:rPr>
        <w:t xml:space="preserve">of </w:t>
      </w:r>
      <w:r w:rsidRPr="00C97209">
        <w:t xml:space="preserve">forced </w:t>
      </w:r>
      <w:r w:rsidRPr="00C97209">
        <w:rPr>
          <w:spacing w:val="-4"/>
        </w:rPr>
        <w:t>cooling.</w:t>
      </w:r>
    </w:p>
    <w:p w14:paraId="5105D02F" w14:textId="032B716A" w:rsidR="00F66D08" w:rsidRPr="00C97209" w:rsidRDefault="00F66D08" w:rsidP="005E4CA4">
      <w:pPr>
        <w:pStyle w:val="BodyText3"/>
        <w:rPr>
          <w:spacing w:val="-4"/>
        </w:rPr>
      </w:pPr>
      <w:r w:rsidRPr="00C97209">
        <w:rPr>
          <w:spacing w:val="-3"/>
        </w:rPr>
        <w:t xml:space="preserve">The </w:t>
      </w:r>
      <w:r w:rsidRPr="00C97209">
        <w:t xml:space="preserve">licensee </w:t>
      </w:r>
      <w:r w:rsidRPr="00C97209">
        <w:rPr>
          <w:spacing w:val="-3"/>
        </w:rPr>
        <w:t xml:space="preserve">should be </w:t>
      </w:r>
      <w:r w:rsidRPr="00C97209">
        <w:rPr>
          <w:spacing w:val="-5"/>
        </w:rPr>
        <w:t xml:space="preserve">knowledgeable </w:t>
      </w:r>
      <w:r w:rsidRPr="00C97209">
        <w:rPr>
          <w:spacing w:val="-3"/>
        </w:rPr>
        <w:t xml:space="preserve">of </w:t>
      </w:r>
      <w:r w:rsidRPr="00C97209">
        <w:rPr>
          <w:spacing w:val="-4"/>
        </w:rPr>
        <w:t xml:space="preserve">any </w:t>
      </w:r>
      <w:r w:rsidRPr="00C97209">
        <w:rPr>
          <w:spacing w:val="-5"/>
        </w:rPr>
        <w:t xml:space="preserve">potential </w:t>
      </w:r>
      <w:r w:rsidRPr="00C97209">
        <w:rPr>
          <w:spacing w:val="-3"/>
        </w:rPr>
        <w:t xml:space="preserve">siphon or </w:t>
      </w:r>
      <w:r w:rsidRPr="00C97209">
        <w:rPr>
          <w:spacing w:val="-4"/>
        </w:rPr>
        <w:t xml:space="preserve">drain </w:t>
      </w:r>
      <w:r w:rsidRPr="00C97209">
        <w:rPr>
          <w:spacing w:val="-5"/>
        </w:rPr>
        <w:t xml:space="preserve">paths </w:t>
      </w:r>
      <w:r w:rsidRPr="00C97209">
        <w:rPr>
          <w:spacing w:val="-4"/>
        </w:rPr>
        <w:t xml:space="preserve">and </w:t>
      </w:r>
      <w:r w:rsidRPr="00C97209">
        <w:rPr>
          <w:spacing w:val="-5"/>
        </w:rPr>
        <w:t xml:space="preserve">have plans </w:t>
      </w:r>
      <w:r w:rsidRPr="00C97209">
        <w:rPr>
          <w:spacing w:val="-3"/>
        </w:rPr>
        <w:t xml:space="preserve">or procedures </w:t>
      </w:r>
      <w:r w:rsidRPr="00C97209">
        <w:rPr>
          <w:spacing w:val="-4"/>
        </w:rPr>
        <w:t xml:space="preserve">that </w:t>
      </w:r>
      <w:r w:rsidRPr="00C97209">
        <w:t xml:space="preserve">can </w:t>
      </w:r>
      <w:r w:rsidRPr="00C97209">
        <w:rPr>
          <w:spacing w:val="-5"/>
        </w:rPr>
        <w:t xml:space="preserve">identify, </w:t>
      </w:r>
      <w:r w:rsidRPr="00C97209">
        <w:rPr>
          <w:spacing w:val="-3"/>
        </w:rPr>
        <w:t xml:space="preserve">resolve, </w:t>
      </w:r>
      <w:r w:rsidRPr="00C97209">
        <w:rPr>
          <w:spacing w:val="-4"/>
        </w:rPr>
        <w:t xml:space="preserve">and </w:t>
      </w:r>
      <w:r w:rsidRPr="00C97209">
        <w:t xml:space="preserve">minimize </w:t>
      </w:r>
      <w:r w:rsidRPr="00C97209">
        <w:rPr>
          <w:spacing w:val="-3"/>
        </w:rPr>
        <w:t xml:space="preserve">the </w:t>
      </w:r>
      <w:r w:rsidRPr="00C97209">
        <w:rPr>
          <w:spacing w:val="-5"/>
        </w:rPr>
        <w:t xml:space="preserve">probability </w:t>
      </w:r>
      <w:r w:rsidRPr="00C97209">
        <w:rPr>
          <w:spacing w:val="-3"/>
        </w:rPr>
        <w:t xml:space="preserve">of </w:t>
      </w:r>
      <w:r w:rsidRPr="00C97209">
        <w:t xml:space="preserve">occurrence </w:t>
      </w:r>
      <w:r w:rsidRPr="00C97209">
        <w:rPr>
          <w:spacing w:val="-3"/>
        </w:rPr>
        <w:t xml:space="preserve">of an </w:t>
      </w:r>
      <w:r w:rsidRPr="00C97209">
        <w:rPr>
          <w:spacing w:val="-5"/>
        </w:rPr>
        <w:t xml:space="preserve">inadvertent </w:t>
      </w:r>
      <w:r w:rsidRPr="00C97209">
        <w:rPr>
          <w:spacing w:val="-3"/>
        </w:rPr>
        <w:t xml:space="preserve">or </w:t>
      </w:r>
      <w:r w:rsidRPr="00C97209">
        <w:rPr>
          <w:spacing w:val="-4"/>
        </w:rPr>
        <w:t xml:space="preserve">undetected drain </w:t>
      </w:r>
      <w:r w:rsidRPr="00C97209">
        <w:rPr>
          <w:spacing w:val="-3"/>
        </w:rPr>
        <w:t xml:space="preserve">or siphon. Procedures should include </w:t>
      </w:r>
      <w:r w:rsidRPr="00C97209">
        <w:rPr>
          <w:spacing w:val="-4"/>
        </w:rPr>
        <w:t xml:space="preserve">provisions </w:t>
      </w:r>
      <w:r w:rsidRPr="00C97209">
        <w:rPr>
          <w:spacing w:val="-3"/>
        </w:rPr>
        <w:t xml:space="preserve">for </w:t>
      </w:r>
      <w:r w:rsidRPr="00C97209">
        <w:rPr>
          <w:spacing w:val="-5"/>
        </w:rPr>
        <w:t xml:space="preserve">addition </w:t>
      </w:r>
      <w:r w:rsidRPr="00C97209">
        <w:rPr>
          <w:spacing w:val="-3"/>
        </w:rPr>
        <w:t xml:space="preserve">of make-up water </w:t>
      </w:r>
      <w:r w:rsidRPr="00C97209">
        <w:t xml:space="preserve">to </w:t>
      </w:r>
      <w:r w:rsidRPr="00C97209">
        <w:rPr>
          <w:spacing w:val="-3"/>
        </w:rPr>
        <w:t xml:space="preserve">recover </w:t>
      </w:r>
      <w:r w:rsidRPr="00C97209">
        <w:t xml:space="preserve">from any potential loss </w:t>
      </w:r>
      <w:r w:rsidRPr="00C97209">
        <w:rPr>
          <w:spacing w:val="-3"/>
        </w:rPr>
        <w:t xml:space="preserve">of </w:t>
      </w:r>
      <w:r w:rsidRPr="00C97209">
        <w:rPr>
          <w:spacing w:val="-4"/>
        </w:rPr>
        <w:t xml:space="preserve">coolant </w:t>
      </w:r>
      <w:r w:rsidRPr="00C97209">
        <w:rPr>
          <w:spacing w:val="-5"/>
        </w:rPr>
        <w:t xml:space="preserve">inventory </w:t>
      </w:r>
      <w:r w:rsidRPr="00C97209">
        <w:rPr>
          <w:spacing w:val="-4"/>
        </w:rPr>
        <w:t xml:space="preserve">events, including </w:t>
      </w:r>
      <w:r w:rsidRPr="00C97209">
        <w:rPr>
          <w:spacing w:val="-3"/>
        </w:rPr>
        <w:t xml:space="preserve">radiation protection </w:t>
      </w:r>
      <w:r w:rsidRPr="00C97209">
        <w:rPr>
          <w:spacing w:val="-4"/>
        </w:rPr>
        <w:t xml:space="preserve">and </w:t>
      </w:r>
      <w:r w:rsidRPr="00C97209">
        <w:rPr>
          <w:spacing w:val="-3"/>
        </w:rPr>
        <w:t xml:space="preserve">soluble </w:t>
      </w:r>
      <w:r w:rsidRPr="00C97209">
        <w:rPr>
          <w:spacing w:val="-4"/>
        </w:rPr>
        <w:t xml:space="preserve">boron </w:t>
      </w:r>
      <w:r w:rsidRPr="00C97209">
        <w:rPr>
          <w:spacing w:val="-3"/>
        </w:rPr>
        <w:t xml:space="preserve">management in </w:t>
      </w:r>
      <w:r w:rsidRPr="00C97209">
        <w:t xml:space="preserve">cases where </w:t>
      </w:r>
      <w:r w:rsidRPr="00C97209">
        <w:rPr>
          <w:spacing w:val="-3"/>
        </w:rPr>
        <w:t xml:space="preserve">the </w:t>
      </w:r>
      <w:r w:rsidRPr="00C97209">
        <w:rPr>
          <w:spacing w:val="-5"/>
        </w:rPr>
        <w:t xml:space="preserve">inventory </w:t>
      </w:r>
      <w:r w:rsidRPr="00C97209">
        <w:t xml:space="preserve">loss </w:t>
      </w:r>
      <w:r w:rsidRPr="00C97209">
        <w:rPr>
          <w:spacing w:val="-3"/>
        </w:rPr>
        <w:t xml:space="preserve">is significant. </w:t>
      </w:r>
      <w:r w:rsidRPr="00C97209">
        <w:rPr>
          <w:spacing w:val="-4"/>
        </w:rPr>
        <w:t xml:space="preserve">Bulletin 94-01 “Potential Fuel </w:t>
      </w:r>
      <w:r w:rsidRPr="00C97209">
        <w:rPr>
          <w:spacing w:val="-3"/>
        </w:rPr>
        <w:t xml:space="preserve">Pool Draindown </w:t>
      </w:r>
      <w:r w:rsidRPr="00C97209">
        <w:t xml:space="preserve">Caused </w:t>
      </w:r>
      <w:r w:rsidRPr="00C97209">
        <w:rPr>
          <w:spacing w:val="-3"/>
        </w:rPr>
        <w:t xml:space="preserve">by </w:t>
      </w:r>
      <w:r w:rsidRPr="00C97209">
        <w:rPr>
          <w:spacing w:val="-7"/>
        </w:rPr>
        <w:t xml:space="preserve">Inadequate </w:t>
      </w:r>
      <w:r w:rsidRPr="00C97209">
        <w:rPr>
          <w:spacing w:val="-6"/>
        </w:rPr>
        <w:t xml:space="preserve">Maintenance </w:t>
      </w:r>
      <w:r w:rsidRPr="00C97209">
        <w:t xml:space="preserve">Practices </w:t>
      </w:r>
      <w:r w:rsidRPr="00C97209">
        <w:rPr>
          <w:spacing w:val="-3"/>
        </w:rPr>
        <w:t xml:space="preserve">at </w:t>
      </w:r>
      <w:r w:rsidRPr="00C97209">
        <w:t xml:space="preserve">Dresden </w:t>
      </w:r>
      <w:r w:rsidRPr="00C97209">
        <w:rPr>
          <w:spacing w:val="-6"/>
        </w:rPr>
        <w:t xml:space="preserve">Unit </w:t>
      </w:r>
      <w:r w:rsidRPr="00C97209">
        <w:t>1</w:t>
      </w:r>
      <w:r w:rsidRPr="00C97209">
        <w:rPr>
          <w:spacing w:val="-4"/>
        </w:rPr>
        <w:t>,”</w:t>
      </w:r>
      <w:r w:rsidRPr="00C97209">
        <w:rPr>
          <w:spacing w:val="53"/>
        </w:rPr>
        <w:t xml:space="preserve"> </w:t>
      </w:r>
      <w:r w:rsidRPr="00C97209">
        <w:rPr>
          <w:spacing w:val="-5"/>
        </w:rPr>
        <w:t xml:space="preserve">Information </w:t>
      </w:r>
      <w:r w:rsidRPr="00C97209">
        <w:rPr>
          <w:spacing w:val="-3"/>
        </w:rPr>
        <w:t xml:space="preserve">Notice </w:t>
      </w:r>
      <w:r w:rsidRPr="00C97209">
        <w:rPr>
          <w:spacing w:val="-8"/>
        </w:rPr>
        <w:t xml:space="preserve">(IN) </w:t>
      </w:r>
      <w:r w:rsidRPr="00C97209">
        <w:rPr>
          <w:spacing w:val="-4"/>
        </w:rPr>
        <w:t xml:space="preserve">88-65, </w:t>
      </w:r>
      <w:r w:rsidRPr="00C97209">
        <w:rPr>
          <w:spacing w:val="-6"/>
        </w:rPr>
        <w:t xml:space="preserve">“Inadvertent </w:t>
      </w:r>
      <w:r w:rsidRPr="00C97209">
        <w:rPr>
          <w:spacing w:val="-4"/>
        </w:rPr>
        <w:t xml:space="preserve">Drainages </w:t>
      </w:r>
      <w:r w:rsidRPr="00C97209">
        <w:rPr>
          <w:spacing w:val="-3"/>
        </w:rPr>
        <w:t xml:space="preserve">of </w:t>
      </w:r>
      <w:r w:rsidRPr="00C97209">
        <w:rPr>
          <w:spacing w:val="-4"/>
        </w:rPr>
        <w:t xml:space="preserve">Spent Fuel </w:t>
      </w:r>
      <w:r w:rsidRPr="00C97209">
        <w:t xml:space="preserve">Pools,” </w:t>
      </w:r>
      <w:r w:rsidRPr="00C97209">
        <w:rPr>
          <w:spacing w:val="-4"/>
        </w:rPr>
        <w:t xml:space="preserve">and </w:t>
      </w:r>
      <w:r w:rsidRPr="00C97209">
        <w:rPr>
          <w:spacing w:val="-9"/>
        </w:rPr>
        <w:t xml:space="preserve">IN </w:t>
      </w:r>
      <w:r w:rsidRPr="00C97209">
        <w:rPr>
          <w:spacing w:val="-4"/>
        </w:rPr>
        <w:t xml:space="preserve">87-13, “Potential </w:t>
      </w:r>
      <w:r w:rsidRPr="00C97209">
        <w:rPr>
          <w:spacing w:val="-3"/>
        </w:rPr>
        <w:t xml:space="preserve">for </w:t>
      </w:r>
      <w:r w:rsidRPr="00C97209">
        <w:rPr>
          <w:spacing w:val="-6"/>
        </w:rPr>
        <w:t xml:space="preserve">High </w:t>
      </w:r>
      <w:r w:rsidRPr="00C97209">
        <w:rPr>
          <w:spacing w:val="-4"/>
        </w:rPr>
        <w:t xml:space="preserve">Radiation </w:t>
      </w:r>
      <w:r w:rsidRPr="00C97209">
        <w:rPr>
          <w:spacing w:val="-5"/>
        </w:rPr>
        <w:t xml:space="preserve">Fields </w:t>
      </w:r>
      <w:r w:rsidRPr="00C97209">
        <w:rPr>
          <w:spacing w:val="-3"/>
        </w:rPr>
        <w:t xml:space="preserve">Following </w:t>
      </w:r>
      <w:r w:rsidRPr="00C97209">
        <w:t xml:space="preserve">Loss </w:t>
      </w:r>
      <w:r w:rsidRPr="00C97209">
        <w:rPr>
          <w:spacing w:val="-3"/>
        </w:rPr>
        <w:t xml:space="preserve">of </w:t>
      </w:r>
      <w:r w:rsidRPr="00C97209">
        <w:t xml:space="preserve">Water from </w:t>
      </w:r>
      <w:r w:rsidRPr="00C97209">
        <w:rPr>
          <w:spacing w:val="-4"/>
        </w:rPr>
        <w:t xml:space="preserve">Fuel Pool,” </w:t>
      </w:r>
      <w:r w:rsidRPr="00C97209">
        <w:t xml:space="preserve">discuss some mechanisms </w:t>
      </w:r>
      <w:r w:rsidRPr="00C97209">
        <w:rPr>
          <w:spacing w:val="-3"/>
        </w:rPr>
        <w:t xml:space="preserve">for </w:t>
      </w:r>
      <w:r w:rsidRPr="00C97209">
        <w:t xml:space="preserve">loss </w:t>
      </w:r>
      <w:r w:rsidRPr="00C97209">
        <w:rPr>
          <w:spacing w:val="-3"/>
        </w:rPr>
        <w:t xml:space="preserve">of </w:t>
      </w:r>
      <w:r w:rsidRPr="00C97209">
        <w:t xml:space="preserve">SFP </w:t>
      </w:r>
      <w:r w:rsidRPr="00C97209">
        <w:rPr>
          <w:spacing w:val="-5"/>
        </w:rPr>
        <w:t xml:space="preserve">inventory </w:t>
      </w:r>
      <w:r w:rsidRPr="00C97209">
        <w:rPr>
          <w:spacing w:val="-4"/>
        </w:rPr>
        <w:t xml:space="preserve">and </w:t>
      </w:r>
      <w:r w:rsidRPr="00C97209">
        <w:rPr>
          <w:spacing w:val="-3"/>
        </w:rPr>
        <w:t xml:space="preserve">the </w:t>
      </w:r>
      <w:r w:rsidRPr="00C97209">
        <w:rPr>
          <w:spacing w:val="-5"/>
        </w:rPr>
        <w:t xml:space="preserve">potential </w:t>
      </w:r>
      <w:r w:rsidRPr="00C97209">
        <w:rPr>
          <w:spacing w:val="-3"/>
        </w:rPr>
        <w:t xml:space="preserve">consequences of </w:t>
      </w:r>
      <w:r w:rsidRPr="00C97209">
        <w:t>these</w:t>
      </w:r>
      <w:r w:rsidRPr="00C97209">
        <w:rPr>
          <w:spacing w:val="11"/>
        </w:rPr>
        <w:t xml:space="preserve"> </w:t>
      </w:r>
      <w:r w:rsidRPr="00C97209">
        <w:rPr>
          <w:spacing w:val="-4"/>
        </w:rPr>
        <w:t>events.</w:t>
      </w:r>
    </w:p>
    <w:p w14:paraId="7D7905A4" w14:textId="4BAFDEB3" w:rsidR="00F66D08" w:rsidRPr="00C97209" w:rsidRDefault="00F66D08" w:rsidP="005E4CA4">
      <w:pPr>
        <w:pStyle w:val="BodyText3"/>
        <w:rPr>
          <w:spacing w:val="-4"/>
        </w:rPr>
      </w:pPr>
      <w:r w:rsidRPr="00C97209">
        <w:t xml:space="preserve">On </w:t>
      </w:r>
      <w:r w:rsidRPr="00C97209">
        <w:rPr>
          <w:spacing w:val="-5"/>
        </w:rPr>
        <w:t xml:space="preserve">March </w:t>
      </w:r>
      <w:r w:rsidRPr="00C97209">
        <w:rPr>
          <w:spacing w:val="-4"/>
        </w:rPr>
        <w:t xml:space="preserve">12, </w:t>
      </w:r>
      <w:r w:rsidRPr="00C97209">
        <w:rPr>
          <w:spacing w:val="-5"/>
        </w:rPr>
        <w:t xml:space="preserve">2012, </w:t>
      </w:r>
      <w:r w:rsidRPr="00C97209">
        <w:rPr>
          <w:spacing w:val="-3"/>
        </w:rPr>
        <w:t xml:space="preserve">the </w:t>
      </w:r>
      <w:r w:rsidRPr="00C97209">
        <w:rPr>
          <w:spacing w:val="-4"/>
        </w:rPr>
        <w:t xml:space="preserve">NRC </w:t>
      </w:r>
      <w:r w:rsidRPr="00C97209">
        <w:t xml:space="preserve">issued Order </w:t>
      </w:r>
      <w:r w:rsidRPr="00C97209">
        <w:rPr>
          <w:spacing w:val="-4"/>
        </w:rPr>
        <w:t xml:space="preserve">EA-12-051, </w:t>
      </w:r>
      <w:r w:rsidRPr="00C97209">
        <w:t xml:space="preserve">"Order to </w:t>
      </w:r>
      <w:r w:rsidRPr="00C97209">
        <w:rPr>
          <w:spacing w:val="-8"/>
        </w:rPr>
        <w:t xml:space="preserve">Modify </w:t>
      </w:r>
      <w:r w:rsidRPr="00C97209">
        <w:t xml:space="preserve">Licenses with </w:t>
      </w:r>
      <w:r w:rsidRPr="00C97209">
        <w:rPr>
          <w:spacing w:val="-3"/>
        </w:rPr>
        <w:t xml:space="preserve">Regard </w:t>
      </w:r>
      <w:r w:rsidRPr="00C97209">
        <w:t xml:space="preserve">to </w:t>
      </w:r>
      <w:r w:rsidRPr="00C97209">
        <w:rPr>
          <w:spacing w:val="-3"/>
        </w:rPr>
        <w:t xml:space="preserve">Requirements for </w:t>
      </w:r>
      <w:r w:rsidRPr="00C97209">
        <w:rPr>
          <w:spacing w:val="-4"/>
        </w:rPr>
        <w:t xml:space="preserve">Reliable Spent Fuel </w:t>
      </w:r>
      <w:r w:rsidRPr="00C97209">
        <w:rPr>
          <w:spacing w:val="-3"/>
        </w:rPr>
        <w:t xml:space="preserve">Pool </w:t>
      </w:r>
      <w:r w:rsidRPr="00C97209">
        <w:rPr>
          <w:spacing w:val="-4"/>
        </w:rPr>
        <w:t xml:space="preserve">Instrumentation,” </w:t>
      </w:r>
      <w:r w:rsidRPr="00C97209">
        <w:t>which</w:t>
      </w:r>
      <w:r w:rsidR="00A424A2">
        <w:t xml:space="preserve"> </w:t>
      </w:r>
      <w:r w:rsidR="00305855">
        <w:rPr>
          <w:spacing w:val="-5"/>
        </w:rPr>
        <w:t>was</w:t>
      </w:r>
      <w:r w:rsidR="00A424A2">
        <w:rPr>
          <w:spacing w:val="-5"/>
        </w:rPr>
        <w:t xml:space="preserve"> later</w:t>
      </w:r>
      <w:r w:rsidR="00A424A2" w:rsidRPr="009E2AF5">
        <w:rPr>
          <w:spacing w:val="-5"/>
        </w:rPr>
        <w:t xml:space="preserve"> incorporated into 10 CFR 50.155</w:t>
      </w:r>
      <w:r w:rsidR="00A424A2">
        <w:rPr>
          <w:spacing w:val="-5"/>
        </w:rPr>
        <w:t xml:space="preserve">. The inspectors should review applicable requirements of </w:t>
      </w:r>
      <w:r w:rsidR="00A424A2">
        <w:rPr>
          <w:spacing w:val="-5"/>
        </w:rPr>
        <w:lastRenderedPageBreak/>
        <w:t xml:space="preserve">this regulation </w:t>
      </w:r>
      <w:r w:rsidR="00F83EFA">
        <w:rPr>
          <w:spacing w:val="-5"/>
        </w:rPr>
        <w:t>when reviewing and verifying the requirements for the SFP instrumentation discussed below.</w:t>
      </w:r>
    </w:p>
    <w:p w14:paraId="2416D5DF" w14:textId="2B10466D" w:rsidR="00F66D08" w:rsidRPr="00C97209" w:rsidRDefault="00F66D08" w:rsidP="005E4CA4">
      <w:pPr>
        <w:pStyle w:val="BodyText3"/>
      </w:pPr>
      <w:r w:rsidRPr="00C97209">
        <w:rPr>
          <w:spacing w:val="-4"/>
        </w:rPr>
        <w:t xml:space="preserve">Review and </w:t>
      </w:r>
      <w:r w:rsidRPr="00C97209">
        <w:rPr>
          <w:spacing w:val="-5"/>
        </w:rPr>
        <w:t xml:space="preserve">evaluate </w:t>
      </w:r>
      <w:r w:rsidRPr="00C97209">
        <w:rPr>
          <w:spacing w:val="-4"/>
        </w:rPr>
        <w:t xml:space="preserve">whether </w:t>
      </w:r>
      <w:r w:rsidRPr="00C97209">
        <w:rPr>
          <w:spacing w:val="-3"/>
        </w:rPr>
        <w:t xml:space="preserve">the </w:t>
      </w:r>
      <w:r w:rsidRPr="00C97209">
        <w:t xml:space="preserve">SFP </w:t>
      </w:r>
      <w:r w:rsidRPr="00C97209">
        <w:rPr>
          <w:spacing w:val="-3"/>
        </w:rPr>
        <w:t xml:space="preserve">instrumentation, </w:t>
      </w:r>
      <w:r w:rsidRPr="00C97209">
        <w:t xml:space="preserve">alarms, </w:t>
      </w:r>
      <w:r w:rsidRPr="00C97209">
        <w:rPr>
          <w:spacing w:val="-4"/>
        </w:rPr>
        <w:t xml:space="preserve">and </w:t>
      </w:r>
      <w:r w:rsidRPr="00C97209">
        <w:rPr>
          <w:spacing w:val="-6"/>
        </w:rPr>
        <w:t xml:space="preserve">leakage </w:t>
      </w:r>
      <w:r w:rsidRPr="00C97209">
        <w:rPr>
          <w:spacing w:val="-4"/>
        </w:rPr>
        <w:t xml:space="preserve">detection </w:t>
      </w:r>
      <w:r w:rsidRPr="00C97209">
        <w:t xml:space="preserve">systems used </w:t>
      </w:r>
      <w:r w:rsidRPr="00C97209">
        <w:rPr>
          <w:spacing w:val="-4"/>
        </w:rPr>
        <w:t xml:space="preserve">during </w:t>
      </w:r>
      <w:r w:rsidRPr="00C97209">
        <w:t xml:space="preserve">decommissioning are </w:t>
      </w:r>
      <w:r w:rsidRPr="00C97209">
        <w:rPr>
          <w:spacing w:val="-5"/>
        </w:rPr>
        <w:t xml:space="preserve">adequate </w:t>
      </w:r>
      <w:r w:rsidRPr="00C97209">
        <w:t xml:space="preserve">to assure the safe wet storage </w:t>
      </w:r>
      <w:r w:rsidRPr="00C97209">
        <w:rPr>
          <w:spacing w:val="-3"/>
        </w:rPr>
        <w:t xml:space="preserve">of spent </w:t>
      </w:r>
      <w:r w:rsidRPr="00C97209">
        <w:rPr>
          <w:spacing w:val="-4"/>
        </w:rPr>
        <w:t xml:space="preserve">fuel. This review </w:t>
      </w:r>
      <w:r w:rsidRPr="00C97209">
        <w:rPr>
          <w:spacing w:val="-3"/>
        </w:rPr>
        <w:t xml:space="preserve">should include </w:t>
      </w:r>
      <w:r w:rsidRPr="00C97209">
        <w:t xml:space="preserve">SFP </w:t>
      </w:r>
      <w:r w:rsidRPr="00C97209">
        <w:rPr>
          <w:spacing w:val="-3"/>
        </w:rPr>
        <w:t xml:space="preserve">water </w:t>
      </w:r>
      <w:r w:rsidRPr="00C97209">
        <w:rPr>
          <w:spacing w:val="-5"/>
        </w:rPr>
        <w:t xml:space="preserve">level </w:t>
      </w:r>
      <w:r w:rsidRPr="00C97209">
        <w:rPr>
          <w:spacing w:val="-4"/>
        </w:rPr>
        <w:t xml:space="preserve">and </w:t>
      </w:r>
      <w:r w:rsidRPr="00C97209">
        <w:rPr>
          <w:spacing w:val="-3"/>
        </w:rPr>
        <w:t xml:space="preserve">temperature instrumentation, instrumentation </w:t>
      </w:r>
      <w:r w:rsidRPr="00C97209">
        <w:rPr>
          <w:spacing w:val="-4"/>
        </w:rPr>
        <w:t xml:space="preserve">calibration requirements, alarm </w:t>
      </w:r>
      <w:r w:rsidRPr="00C97209">
        <w:t xml:space="preserve">set </w:t>
      </w:r>
      <w:r w:rsidRPr="00C97209">
        <w:rPr>
          <w:spacing w:val="-3"/>
        </w:rPr>
        <w:t xml:space="preserve">points, </w:t>
      </w:r>
      <w:r w:rsidRPr="00C97209">
        <w:rPr>
          <w:spacing w:val="-4"/>
        </w:rPr>
        <w:t xml:space="preserve">and alarm </w:t>
      </w:r>
      <w:r w:rsidRPr="00C97209">
        <w:t xml:space="preserve">response procedures. SFP </w:t>
      </w:r>
      <w:r w:rsidRPr="00C97209">
        <w:rPr>
          <w:spacing w:val="-6"/>
        </w:rPr>
        <w:t xml:space="preserve">leakage </w:t>
      </w:r>
      <w:r w:rsidRPr="00C97209">
        <w:rPr>
          <w:spacing w:val="-3"/>
        </w:rPr>
        <w:t xml:space="preserve">collection </w:t>
      </w:r>
      <w:r w:rsidRPr="00C97209">
        <w:t xml:space="preserve">systems, associated alarms, </w:t>
      </w:r>
      <w:r w:rsidRPr="00C97209">
        <w:rPr>
          <w:spacing w:val="-5"/>
        </w:rPr>
        <w:t xml:space="preserve">level and/or </w:t>
      </w:r>
      <w:r w:rsidRPr="00C97209">
        <w:rPr>
          <w:spacing w:val="-4"/>
        </w:rPr>
        <w:t xml:space="preserve">flow </w:t>
      </w:r>
      <w:r w:rsidRPr="00C97209">
        <w:rPr>
          <w:spacing w:val="-3"/>
        </w:rPr>
        <w:t xml:space="preserve">instrumentation, </w:t>
      </w:r>
      <w:r w:rsidRPr="00C97209">
        <w:rPr>
          <w:spacing w:val="-4"/>
        </w:rPr>
        <w:t xml:space="preserve">and </w:t>
      </w:r>
      <w:r w:rsidRPr="00C97209">
        <w:rPr>
          <w:spacing w:val="-3"/>
        </w:rPr>
        <w:t xml:space="preserve">collection </w:t>
      </w:r>
      <w:r w:rsidRPr="00C97209">
        <w:rPr>
          <w:spacing w:val="-4"/>
        </w:rPr>
        <w:t xml:space="preserve">and trending </w:t>
      </w:r>
      <w:r w:rsidRPr="00C97209">
        <w:rPr>
          <w:spacing w:val="-3"/>
        </w:rPr>
        <w:t xml:space="preserve">of </w:t>
      </w:r>
      <w:r w:rsidRPr="00C97209">
        <w:rPr>
          <w:spacing w:val="-4"/>
        </w:rPr>
        <w:t xml:space="preserve">data </w:t>
      </w:r>
      <w:r w:rsidRPr="00C97209">
        <w:rPr>
          <w:spacing w:val="-3"/>
        </w:rPr>
        <w:t xml:space="preserve">should </w:t>
      </w:r>
      <w:r w:rsidRPr="00C97209">
        <w:t xml:space="preserve">also </w:t>
      </w:r>
      <w:r w:rsidRPr="00C97209">
        <w:rPr>
          <w:spacing w:val="-3"/>
        </w:rPr>
        <w:t xml:space="preserve">be </w:t>
      </w:r>
      <w:r w:rsidRPr="00C97209">
        <w:rPr>
          <w:spacing w:val="-6"/>
        </w:rPr>
        <w:t xml:space="preserve">evaluated. </w:t>
      </w:r>
      <w:r w:rsidRPr="00C97209">
        <w:rPr>
          <w:spacing w:val="-5"/>
        </w:rPr>
        <w:t xml:space="preserve">Review </w:t>
      </w:r>
      <w:r w:rsidRPr="00C97209">
        <w:rPr>
          <w:spacing w:val="-4"/>
        </w:rPr>
        <w:t xml:space="preserve">design, </w:t>
      </w:r>
      <w:r w:rsidRPr="00C97209">
        <w:rPr>
          <w:spacing w:val="-5"/>
        </w:rPr>
        <w:t xml:space="preserve">operational, </w:t>
      </w:r>
      <w:r w:rsidRPr="00C97209">
        <w:rPr>
          <w:spacing w:val="-4"/>
        </w:rPr>
        <w:t xml:space="preserve">and </w:t>
      </w:r>
      <w:r w:rsidRPr="00C97209">
        <w:rPr>
          <w:spacing w:val="-3"/>
        </w:rPr>
        <w:t xml:space="preserve">administrative </w:t>
      </w:r>
      <w:r w:rsidRPr="00C97209">
        <w:t xml:space="preserve">measures </w:t>
      </w:r>
      <w:r w:rsidRPr="00C97209">
        <w:rPr>
          <w:spacing w:val="-3"/>
        </w:rPr>
        <w:t xml:space="preserve">in </w:t>
      </w:r>
      <w:r w:rsidRPr="00C97209">
        <w:rPr>
          <w:spacing w:val="-2"/>
        </w:rPr>
        <w:t xml:space="preserve">place </w:t>
      </w:r>
      <w:r w:rsidRPr="00C97209">
        <w:t xml:space="preserve">to </w:t>
      </w:r>
      <w:r w:rsidRPr="00C97209">
        <w:rPr>
          <w:spacing w:val="-5"/>
        </w:rPr>
        <w:t xml:space="preserve">prevent </w:t>
      </w:r>
      <w:r w:rsidRPr="00C97209">
        <w:t xml:space="preserve">a </w:t>
      </w:r>
      <w:r w:rsidRPr="00C97209">
        <w:rPr>
          <w:spacing w:val="-3"/>
        </w:rPr>
        <w:t xml:space="preserve">substantial reduction in </w:t>
      </w:r>
      <w:r w:rsidRPr="00C97209">
        <w:t xml:space="preserve">SFP </w:t>
      </w:r>
      <w:r w:rsidRPr="00C97209">
        <w:rPr>
          <w:spacing w:val="-3"/>
        </w:rPr>
        <w:t xml:space="preserve">coolant </w:t>
      </w:r>
      <w:r w:rsidRPr="00C97209">
        <w:rPr>
          <w:spacing w:val="-5"/>
        </w:rPr>
        <w:t xml:space="preserve">inventory under </w:t>
      </w:r>
      <w:r w:rsidRPr="00C97209">
        <w:t xml:space="preserve">normal </w:t>
      </w:r>
      <w:r w:rsidRPr="00C97209">
        <w:rPr>
          <w:spacing w:val="-4"/>
        </w:rPr>
        <w:t xml:space="preserve">and </w:t>
      </w:r>
      <w:r w:rsidRPr="00C97209">
        <w:t xml:space="preserve">accident </w:t>
      </w:r>
      <w:r w:rsidRPr="00C97209">
        <w:rPr>
          <w:spacing w:val="-3"/>
        </w:rPr>
        <w:t xml:space="preserve">conditions, </w:t>
      </w:r>
      <w:r w:rsidRPr="00C97209">
        <w:rPr>
          <w:spacing w:val="-4"/>
        </w:rPr>
        <w:t xml:space="preserve">including </w:t>
      </w:r>
      <w:r w:rsidRPr="00C97209">
        <w:t xml:space="preserve">TS </w:t>
      </w:r>
      <w:r w:rsidRPr="00C97209">
        <w:rPr>
          <w:spacing w:val="-3"/>
        </w:rPr>
        <w:t xml:space="preserve">surveillance requirements for the acceptable </w:t>
      </w:r>
      <w:r w:rsidRPr="00C97209">
        <w:t xml:space="preserve">minimum </w:t>
      </w:r>
      <w:r w:rsidRPr="00C97209">
        <w:rPr>
          <w:spacing w:val="-3"/>
        </w:rPr>
        <w:t xml:space="preserve">water </w:t>
      </w:r>
      <w:r w:rsidRPr="00C97209">
        <w:rPr>
          <w:spacing w:val="-5"/>
        </w:rPr>
        <w:t xml:space="preserve">level </w:t>
      </w:r>
      <w:r w:rsidRPr="00C97209">
        <w:rPr>
          <w:spacing w:val="-6"/>
        </w:rPr>
        <w:t xml:space="preserve">above </w:t>
      </w:r>
      <w:r w:rsidRPr="00C97209">
        <w:rPr>
          <w:spacing w:val="-3"/>
        </w:rPr>
        <w:t xml:space="preserve">the top of the </w:t>
      </w:r>
      <w:r w:rsidRPr="00C97209">
        <w:rPr>
          <w:spacing w:val="-4"/>
        </w:rPr>
        <w:t xml:space="preserve">irradiated fuel </w:t>
      </w:r>
      <w:r w:rsidRPr="00C97209">
        <w:t xml:space="preserve">assemblies </w:t>
      </w:r>
      <w:r w:rsidRPr="00C97209">
        <w:rPr>
          <w:spacing w:val="-3"/>
        </w:rPr>
        <w:t xml:space="preserve">in the </w:t>
      </w:r>
      <w:r w:rsidRPr="00C97209">
        <w:t>SFP.</w:t>
      </w:r>
    </w:p>
    <w:p w14:paraId="6FF88AC7" w14:textId="77777777" w:rsidR="00F66D08" w:rsidRPr="00C97209" w:rsidRDefault="00F66D08" w:rsidP="005E4CA4">
      <w:pPr>
        <w:pStyle w:val="BodyText3"/>
      </w:pPr>
      <w:r w:rsidRPr="00C97209">
        <w:rPr>
          <w:spacing w:val="-3"/>
        </w:rPr>
        <w:t xml:space="preserve">The </w:t>
      </w:r>
      <w:r w:rsidRPr="00C97209">
        <w:rPr>
          <w:spacing w:val="-2"/>
        </w:rPr>
        <w:t xml:space="preserve">inspector </w:t>
      </w:r>
      <w:r w:rsidRPr="00C97209">
        <w:rPr>
          <w:spacing w:val="-3"/>
        </w:rPr>
        <w:t xml:space="preserve">should walk down </w:t>
      </w:r>
      <w:r w:rsidRPr="00C97209">
        <w:rPr>
          <w:spacing w:val="-4"/>
        </w:rPr>
        <w:t xml:space="preserve">and </w:t>
      </w:r>
      <w:r w:rsidRPr="00C97209">
        <w:t xml:space="preserve">inspect </w:t>
      </w:r>
      <w:r w:rsidRPr="00C97209">
        <w:rPr>
          <w:spacing w:val="-3"/>
        </w:rPr>
        <w:t xml:space="preserve">the </w:t>
      </w:r>
      <w:r w:rsidRPr="00C97209">
        <w:t xml:space="preserve">SFP system </w:t>
      </w:r>
      <w:r w:rsidRPr="00C97209">
        <w:rPr>
          <w:spacing w:val="-3"/>
        </w:rPr>
        <w:t xml:space="preserve">(including </w:t>
      </w:r>
      <w:r w:rsidRPr="00C97209">
        <w:rPr>
          <w:spacing w:val="-4"/>
        </w:rPr>
        <w:t xml:space="preserve">all </w:t>
      </w:r>
      <w:r w:rsidRPr="00C97209">
        <w:t xml:space="preserve">accessible </w:t>
      </w:r>
      <w:r w:rsidRPr="00C97209">
        <w:rPr>
          <w:spacing w:val="-5"/>
        </w:rPr>
        <w:t xml:space="preserve">points </w:t>
      </w:r>
      <w:r w:rsidRPr="00C97209">
        <w:rPr>
          <w:spacing w:val="-4"/>
        </w:rPr>
        <w:t xml:space="preserve">and </w:t>
      </w:r>
      <w:r w:rsidRPr="00C97209">
        <w:rPr>
          <w:spacing w:val="-5"/>
        </w:rPr>
        <w:t xml:space="preserve">liner </w:t>
      </w:r>
      <w:r w:rsidRPr="00C97209">
        <w:rPr>
          <w:spacing w:val="-4"/>
        </w:rPr>
        <w:t xml:space="preserve">penetrations) </w:t>
      </w:r>
      <w:r w:rsidRPr="00C97209">
        <w:rPr>
          <w:spacing w:val="-3"/>
        </w:rPr>
        <w:t xml:space="preserve">for material </w:t>
      </w:r>
      <w:r w:rsidRPr="00C97209">
        <w:rPr>
          <w:spacing w:val="-4"/>
        </w:rPr>
        <w:t xml:space="preserve">conditions and </w:t>
      </w:r>
      <w:r w:rsidRPr="00C97209">
        <w:rPr>
          <w:spacing w:val="-5"/>
        </w:rPr>
        <w:t xml:space="preserve">integrity; </w:t>
      </w:r>
      <w:r w:rsidRPr="00C97209">
        <w:rPr>
          <w:spacing w:val="-4"/>
        </w:rPr>
        <w:t xml:space="preserve">review any repairs </w:t>
      </w:r>
      <w:r w:rsidRPr="00C97209">
        <w:rPr>
          <w:spacing w:val="-3"/>
        </w:rPr>
        <w:t xml:space="preserve">conducted on the </w:t>
      </w:r>
      <w:r w:rsidRPr="00C97209">
        <w:t xml:space="preserve">SFP </w:t>
      </w:r>
      <w:r w:rsidRPr="00C97209">
        <w:rPr>
          <w:spacing w:val="-4"/>
        </w:rPr>
        <w:t xml:space="preserve">liner; </w:t>
      </w:r>
      <w:r w:rsidRPr="00C97209">
        <w:rPr>
          <w:spacing w:val="-5"/>
        </w:rPr>
        <w:t xml:space="preserve">evaluate </w:t>
      </w:r>
      <w:r w:rsidRPr="00C97209">
        <w:t xml:space="preserve">system </w:t>
      </w:r>
      <w:r w:rsidRPr="00C97209">
        <w:rPr>
          <w:spacing w:val="-4"/>
        </w:rPr>
        <w:t xml:space="preserve">configuration </w:t>
      </w:r>
      <w:r w:rsidRPr="00C97209">
        <w:t xml:space="preserve">control </w:t>
      </w:r>
      <w:r w:rsidRPr="00C97209">
        <w:rPr>
          <w:spacing w:val="-3"/>
        </w:rPr>
        <w:t xml:space="preserve">for </w:t>
      </w:r>
      <w:r w:rsidRPr="00C97209">
        <w:rPr>
          <w:spacing w:val="-4"/>
        </w:rPr>
        <w:t xml:space="preserve">permanent and </w:t>
      </w:r>
      <w:r w:rsidRPr="00C97209">
        <w:rPr>
          <w:spacing w:val="-3"/>
        </w:rPr>
        <w:t xml:space="preserve">temporary </w:t>
      </w:r>
      <w:r w:rsidRPr="00C97209">
        <w:t xml:space="preserve">systems </w:t>
      </w:r>
      <w:r w:rsidRPr="00C97209">
        <w:rPr>
          <w:spacing w:val="-3"/>
        </w:rPr>
        <w:t xml:space="preserve">connected </w:t>
      </w:r>
      <w:r w:rsidRPr="00C97209">
        <w:t xml:space="preserve">to </w:t>
      </w:r>
      <w:r w:rsidRPr="00C97209">
        <w:rPr>
          <w:spacing w:val="-3"/>
        </w:rPr>
        <w:t xml:space="preserve">the </w:t>
      </w:r>
      <w:r w:rsidRPr="00C97209">
        <w:t xml:space="preserve">SFP </w:t>
      </w:r>
      <w:r w:rsidRPr="00C97209">
        <w:rPr>
          <w:spacing w:val="-3"/>
        </w:rPr>
        <w:t xml:space="preserve">based on </w:t>
      </w:r>
      <w:r w:rsidRPr="00C97209">
        <w:rPr>
          <w:spacing w:val="-4"/>
        </w:rPr>
        <w:t xml:space="preserve">field conditions and </w:t>
      </w:r>
      <w:r w:rsidRPr="00C97209">
        <w:t xml:space="preserve">licensing basis </w:t>
      </w:r>
      <w:r w:rsidRPr="00C97209">
        <w:rPr>
          <w:spacing w:val="-4"/>
        </w:rPr>
        <w:t xml:space="preserve">documentation; and if there have been major modifications made to the SFP and the associated systems since the last inspection, </w:t>
      </w:r>
      <w:r w:rsidRPr="00C97209">
        <w:t xml:space="preserve">ascertain </w:t>
      </w:r>
      <w:r w:rsidRPr="00C97209">
        <w:rPr>
          <w:spacing w:val="-3"/>
        </w:rPr>
        <w:t xml:space="preserve">the </w:t>
      </w:r>
      <w:r w:rsidRPr="00C97209">
        <w:t xml:space="preserve">seismic </w:t>
      </w:r>
      <w:r w:rsidRPr="00C97209">
        <w:rPr>
          <w:spacing w:val="-4"/>
        </w:rPr>
        <w:t xml:space="preserve">qualification </w:t>
      </w:r>
      <w:r w:rsidRPr="00C97209">
        <w:rPr>
          <w:spacing w:val="-3"/>
        </w:rPr>
        <w:t xml:space="preserve">of the </w:t>
      </w:r>
      <w:r w:rsidRPr="00C97209">
        <w:t xml:space="preserve">SFP systems. </w:t>
      </w:r>
      <w:r w:rsidRPr="00C97209">
        <w:rPr>
          <w:spacing w:val="-3"/>
        </w:rPr>
        <w:t xml:space="preserve">Particular </w:t>
      </w:r>
      <w:r w:rsidRPr="00C97209">
        <w:t xml:space="preserve">focus </w:t>
      </w:r>
      <w:r w:rsidRPr="00C97209">
        <w:rPr>
          <w:spacing w:val="-3"/>
        </w:rPr>
        <w:t xml:space="preserve">should be on the evaluation of any modifications, temporary or otherwise by </w:t>
      </w:r>
      <w:r w:rsidRPr="00C97209">
        <w:rPr>
          <w:spacing w:val="-6"/>
        </w:rPr>
        <w:t xml:space="preserve">evaluation </w:t>
      </w:r>
      <w:r w:rsidRPr="00C97209">
        <w:rPr>
          <w:spacing w:val="-3"/>
        </w:rPr>
        <w:t xml:space="preserve">of </w:t>
      </w:r>
      <w:r w:rsidRPr="00C97209">
        <w:t xml:space="preserve">system </w:t>
      </w:r>
      <w:r w:rsidRPr="00C97209">
        <w:rPr>
          <w:spacing w:val="-4"/>
        </w:rPr>
        <w:t xml:space="preserve">low </w:t>
      </w:r>
      <w:r w:rsidRPr="00C97209">
        <w:rPr>
          <w:spacing w:val="-3"/>
        </w:rPr>
        <w:t xml:space="preserve">points, active </w:t>
      </w:r>
      <w:r w:rsidRPr="00C97209">
        <w:rPr>
          <w:spacing w:val="-4"/>
        </w:rPr>
        <w:t xml:space="preserve">and </w:t>
      </w:r>
      <w:r w:rsidRPr="00C97209">
        <w:t xml:space="preserve">passive </w:t>
      </w:r>
      <w:r w:rsidRPr="00C97209">
        <w:rPr>
          <w:spacing w:val="-4"/>
        </w:rPr>
        <w:t xml:space="preserve">drain </w:t>
      </w:r>
      <w:r w:rsidRPr="00C97209">
        <w:rPr>
          <w:spacing w:val="-3"/>
        </w:rPr>
        <w:t xml:space="preserve">pathways, </w:t>
      </w:r>
      <w:r w:rsidRPr="00C97209">
        <w:t xml:space="preserve">primary </w:t>
      </w:r>
      <w:r w:rsidRPr="00C97209">
        <w:rPr>
          <w:spacing w:val="-4"/>
        </w:rPr>
        <w:t xml:space="preserve">and </w:t>
      </w:r>
      <w:r w:rsidRPr="00C97209">
        <w:t xml:space="preserve">secondary </w:t>
      </w:r>
      <w:r w:rsidRPr="00C97209">
        <w:rPr>
          <w:spacing w:val="-3"/>
        </w:rPr>
        <w:t xml:space="preserve">makeup water supplies, </w:t>
      </w:r>
      <w:r w:rsidRPr="00C97209">
        <w:rPr>
          <w:spacing w:val="-4"/>
        </w:rPr>
        <w:t xml:space="preserve">and </w:t>
      </w:r>
      <w:r w:rsidRPr="00C97209">
        <w:t xml:space="preserve">SFP </w:t>
      </w:r>
      <w:r w:rsidRPr="00C97209">
        <w:rPr>
          <w:spacing w:val="-5"/>
        </w:rPr>
        <w:t xml:space="preserve">boundary </w:t>
      </w:r>
      <w:r w:rsidRPr="00C97209">
        <w:rPr>
          <w:spacing w:val="-4"/>
        </w:rPr>
        <w:t>integrity</w:t>
      </w:r>
      <w:r w:rsidRPr="00C97209">
        <w:rPr>
          <w:spacing w:val="34"/>
        </w:rPr>
        <w:t xml:space="preserve"> </w:t>
      </w:r>
      <w:r w:rsidRPr="00C97209">
        <w:t>control.</w:t>
      </w:r>
    </w:p>
    <w:p w14:paraId="307C3982" w14:textId="77777777" w:rsidR="00F66D08" w:rsidRPr="00C97209" w:rsidRDefault="00F66D08" w:rsidP="005E4CA4">
      <w:pPr>
        <w:pStyle w:val="BodyText3"/>
      </w:pPr>
      <w:r w:rsidRPr="00C97209">
        <w:t xml:space="preserve">The SFP water </w:t>
      </w:r>
      <w:r w:rsidRPr="00C97209">
        <w:rPr>
          <w:spacing w:val="-5"/>
        </w:rPr>
        <w:t xml:space="preserve">level </w:t>
      </w:r>
      <w:r w:rsidRPr="00C97209">
        <w:t xml:space="preserve">instrumentation </w:t>
      </w:r>
      <w:r w:rsidRPr="00C97209">
        <w:rPr>
          <w:spacing w:val="-4"/>
        </w:rPr>
        <w:t xml:space="preserve">and </w:t>
      </w:r>
      <w:r w:rsidRPr="00C97209">
        <w:t xml:space="preserve">alarms must ensure </w:t>
      </w:r>
      <w:r w:rsidRPr="00C97209">
        <w:rPr>
          <w:spacing w:val="-4"/>
        </w:rPr>
        <w:t xml:space="preserve">that any </w:t>
      </w:r>
      <w:r w:rsidRPr="00C97209">
        <w:t xml:space="preserve">significant loss of </w:t>
      </w:r>
      <w:r w:rsidRPr="00C97209">
        <w:rPr>
          <w:spacing w:val="-5"/>
        </w:rPr>
        <w:t xml:space="preserve">inventory </w:t>
      </w:r>
      <w:r w:rsidRPr="00C97209">
        <w:t xml:space="preserve">will be promptly detected by </w:t>
      </w:r>
      <w:r w:rsidRPr="00C97209">
        <w:rPr>
          <w:spacing w:val="-5"/>
        </w:rPr>
        <w:t xml:space="preserve">operations </w:t>
      </w:r>
      <w:r w:rsidRPr="00C97209">
        <w:t xml:space="preserve">personnel. Response to </w:t>
      </w:r>
      <w:r w:rsidRPr="00C97209">
        <w:rPr>
          <w:spacing w:val="-4"/>
        </w:rPr>
        <w:t xml:space="preserve">alarm </w:t>
      </w:r>
      <w:r w:rsidRPr="00C97209">
        <w:t xml:space="preserve">procedures should require a </w:t>
      </w:r>
      <w:r w:rsidRPr="00C97209">
        <w:rPr>
          <w:spacing w:val="-6"/>
        </w:rPr>
        <w:t xml:space="preserve">leakage </w:t>
      </w:r>
      <w:r w:rsidRPr="00C97209">
        <w:t xml:space="preserve">assessment </w:t>
      </w:r>
      <w:r w:rsidRPr="00C97209">
        <w:rPr>
          <w:spacing w:val="-4"/>
        </w:rPr>
        <w:t xml:space="preserve">and </w:t>
      </w:r>
      <w:r w:rsidRPr="00C97209">
        <w:t xml:space="preserve">contingency actions </w:t>
      </w:r>
      <w:r w:rsidRPr="00C97209">
        <w:rPr>
          <w:spacing w:val="-4"/>
        </w:rPr>
        <w:t xml:space="preserve">including makeup, cooling, and radiological </w:t>
      </w:r>
      <w:r w:rsidRPr="00C97209">
        <w:t xml:space="preserve">considerations, as </w:t>
      </w:r>
      <w:r w:rsidRPr="00C97209">
        <w:rPr>
          <w:spacing w:val="-5"/>
        </w:rPr>
        <w:t xml:space="preserve">appropriate. </w:t>
      </w:r>
      <w:r w:rsidRPr="00C97209">
        <w:t>Response to alarm procedures should also include an assessment of forced cooling systems as well as contingency actions to recover SFP cooling in the event of a sustained loss of forced cooling.</w:t>
      </w:r>
      <w:r w:rsidRPr="00C97209">
        <w:rPr>
          <w:spacing w:val="-5"/>
        </w:rPr>
        <w:t xml:space="preserve"> </w:t>
      </w:r>
      <w:r w:rsidRPr="00C97209">
        <w:t xml:space="preserve">The instrumentation </w:t>
      </w:r>
      <w:r w:rsidRPr="00C97209">
        <w:rPr>
          <w:spacing w:val="-4"/>
        </w:rPr>
        <w:t xml:space="preserve">and </w:t>
      </w:r>
      <w:r w:rsidRPr="00C97209">
        <w:t xml:space="preserve">alarms should be </w:t>
      </w:r>
      <w:r w:rsidRPr="00C97209">
        <w:rPr>
          <w:spacing w:val="-4"/>
        </w:rPr>
        <w:t xml:space="preserve">periodically </w:t>
      </w:r>
      <w:r w:rsidRPr="00C97209">
        <w:t xml:space="preserve">calibrated in accordance with facility procedures. </w:t>
      </w:r>
      <w:r w:rsidRPr="00C97209">
        <w:rPr>
          <w:spacing w:val="-9"/>
        </w:rPr>
        <w:t xml:space="preserve">If </w:t>
      </w:r>
      <w:r w:rsidRPr="00C97209">
        <w:rPr>
          <w:spacing w:val="-4"/>
        </w:rPr>
        <w:t xml:space="preserve">applicable, </w:t>
      </w:r>
      <w:r w:rsidRPr="00C97209">
        <w:t xml:space="preserve">the licensee should </w:t>
      </w:r>
      <w:r w:rsidRPr="00C97209">
        <w:rPr>
          <w:spacing w:val="-5"/>
        </w:rPr>
        <w:t xml:space="preserve">have </w:t>
      </w:r>
      <w:r w:rsidRPr="00C97209">
        <w:t xml:space="preserve">procedures in </w:t>
      </w:r>
      <w:r w:rsidRPr="00C97209">
        <w:rPr>
          <w:spacing w:val="-2"/>
        </w:rPr>
        <w:t xml:space="preserve">place </w:t>
      </w:r>
      <w:r w:rsidRPr="00C97209">
        <w:t xml:space="preserve">to </w:t>
      </w:r>
      <w:r w:rsidRPr="00C97209">
        <w:rPr>
          <w:spacing w:val="-5"/>
        </w:rPr>
        <w:t xml:space="preserve">provide </w:t>
      </w:r>
      <w:r w:rsidRPr="00C97209">
        <w:t xml:space="preserve">for </w:t>
      </w:r>
      <w:r w:rsidRPr="00C97209">
        <w:rPr>
          <w:spacing w:val="-4"/>
        </w:rPr>
        <w:t xml:space="preserve">reliable </w:t>
      </w:r>
      <w:r w:rsidRPr="00C97209">
        <w:t xml:space="preserve">forced cooling of the SFP </w:t>
      </w:r>
      <w:r w:rsidRPr="00C97209">
        <w:rPr>
          <w:spacing w:val="-4"/>
        </w:rPr>
        <w:t xml:space="preserve">and </w:t>
      </w:r>
      <w:r w:rsidRPr="00C97209">
        <w:t xml:space="preserve">to respond to a scenario </w:t>
      </w:r>
      <w:r w:rsidRPr="00C97209">
        <w:rPr>
          <w:spacing w:val="-6"/>
        </w:rPr>
        <w:t xml:space="preserve">involving </w:t>
      </w:r>
      <w:r w:rsidRPr="00C97209">
        <w:t xml:space="preserve">a loss of forced </w:t>
      </w:r>
      <w:r w:rsidRPr="00C97209">
        <w:rPr>
          <w:spacing w:val="-4"/>
        </w:rPr>
        <w:t xml:space="preserve">cooling. </w:t>
      </w:r>
      <w:r w:rsidRPr="00C97209">
        <w:rPr>
          <w:spacing w:val="-9"/>
        </w:rPr>
        <w:t xml:space="preserve">IN </w:t>
      </w:r>
      <w:r w:rsidRPr="00C97209">
        <w:rPr>
          <w:spacing w:val="-4"/>
        </w:rPr>
        <w:t xml:space="preserve">93-83, “Potential </w:t>
      </w:r>
      <w:r w:rsidRPr="00C97209">
        <w:t xml:space="preserve">Loss of </w:t>
      </w:r>
      <w:r w:rsidRPr="00C97209">
        <w:rPr>
          <w:spacing w:val="-4"/>
        </w:rPr>
        <w:t xml:space="preserve">Spent Fuel </w:t>
      </w:r>
      <w:r w:rsidRPr="00C97209">
        <w:t xml:space="preserve">Pool </w:t>
      </w:r>
      <w:r w:rsidRPr="00C97209">
        <w:rPr>
          <w:spacing w:val="-4"/>
        </w:rPr>
        <w:t xml:space="preserve">Cooling Following </w:t>
      </w:r>
      <w:r w:rsidRPr="00C97209">
        <w:t xml:space="preserve">a Loss of </w:t>
      </w:r>
      <w:r w:rsidRPr="00C97209">
        <w:rPr>
          <w:spacing w:val="-4"/>
        </w:rPr>
        <w:t xml:space="preserve">Cooling Accident </w:t>
      </w:r>
      <w:r w:rsidRPr="00C97209">
        <w:t xml:space="preserve">(LOCA),” discusses a scenario where recovery of forced SFP cooling may be </w:t>
      </w:r>
      <w:r w:rsidRPr="00C97209">
        <w:rPr>
          <w:spacing w:val="-5"/>
        </w:rPr>
        <w:t>challenging.</w:t>
      </w:r>
    </w:p>
    <w:p w14:paraId="0CA052AD" w14:textId="6961B69A" w:rsidR="00F66D08" w:rsidRPr="00C97209" w:rsidRDefault="00F66D08" w:rsidP="005E4CA4">
      <w:pPr>
        <w:pStyle w:val="BodyText3"/>
      </w:pPr>
      <w:r w:rsidRPr="00C97209">
        <w:rPr>
          <w:spacing w:val="-6"/>
        </w:rPr>
        <w:t xml:space="preserve">Leakage </w:t>
      </w:r>
      <w:r w:rsidRPr="00C97209">
        <w:rPr>
          <w:spacing w:val="-4"/>
        </w:rPr>
        <w:t xml:space="preserve">detection </w:t>
      </w:r>
      <w:r w:rsidRPr="00C97209">
        <w:t xml:space="preserve">systems </w:t>
      </w:r>
      <w:r w:rsidRPr="00C97209">
        <w:rPr>
          <w:spacing w:val="2"/>
        </w:rPr>
        <w:t xml:space="preserve">must </w:t>
      </w:r>
      <w:r w:rsidRPr="00C97209">
        <w:t xml:space="preserve">be </w:t>
      </w:r>
      <w:r w:rsidRPr="00C97209">
        <w:rPr>
          <w:spacing w:val="-5"/>
        </w:rPr>
        <w:t xml:space="preserve">verified </w:t>
      </w:r>
      <w:r w:rsidRPr="00C97209">
        <w:t xml:space="preserve">to be </w:t>
      </w:r>
      <w:r w:rsidRPr="00C97209">
        <w:rPr>
          <w:spacing w:val="-4"/>
        </w:rPr>
        <w:t xml:space="preserve">functional and routinely </w:t>
      </w:r>
      <w:r w:rsidRPr="00C97209">
        <w:t xml:space="preserve">monitored. Assess the design </w:t>
      </w:r>
      <w:r w:rsidRPr="00C97209">
        <w:rPr>
          <w:spacing w:val="-4"/>
        </w:rPr>
        <w:t xml:space="preserve">and </w:t>
      </w:r>
      <w:r w:rsidRPr="00C97209">
        <w:t xml:space="preserve">maintenance of the </w:t>
      </w:r>
      <w:r w:rsidRPr="00C97209">
        <w:rPr>
          <w:spacing w:val="-6"/>
        </w:rPr>
        <w:t xml:space="preserve">leakage </w:t>
      </w:r>
      <w:r w:rsidRPr="00C97209">
        <w:rPr>
          <w:spacing w:val="-4"/>
        </w:rPr>
        <w:t xml:space="preserve">detection </w:t>
      </w:r>
      <w:r w:rsidRPr="00C97209">
        <w:t xml:space="preserve">system to </w:t>
      </w:r>
      <w:r w:rsidRPr="00C97209">
        <w:rPr>
          <w:spacing w:val="-4"/>
        </w:rPr>
        <w:t xml:space="preserve">verify that </w:t>
      </w:r>
      <w:r w:rsidRPr="00C97209">
        <w:t xml:space="preserve">the system will </w:t>
      </w:r>
      <w:r w:rsidRPr="00C97209">
        <w:rPr>
          <w:spacing w:val="-5"/>
        </w:rPr>
        <w:t xml:space="preserve">provide </w:t>
      </w:r>
      <w:r w:rsidRPr="00C97209">
        <w:rPr>
          <w:spacing w:val="-4"/>
        </w:rPr>
        <w:t xml:space="preserve">indication </w:t>
      </w:r>
      <w:r w:rsidRPr="00C97209">
        <w:t xml:space="preserve">of </w:t>
      </w:r>
      <w:r w:rsidRPr="00C97209">
        <w:rPr>
          <w:spacing w:val="-6"/>
        </w:rPr>
        <w:t xml:space="preserve">leakage </w:t>
      </w:r>
      <w:r w:rsidRPr="00C97209">
        <w:rPr>
          <w:spacing w:val="-4"/>
        </w:rPr>
        <w:t xml:space="preserve">and includes provisions </w:t>
      </w:r>
      <w:r w:rsidRPr="00C97209">
        <w:t xml:space="preserve">for </w:t>
      </w:r>
      <w:r w:rsidRPr="00C97209">
        <w:rPr>
          <w:spacing w:val="-4"/>
        </w:rPr>
        <w:t xml:space="preserve">isolation </w:t>
      </w:r>
      <w:r w:rsidRPr="00C97209">
        <w:t xml:space="preserve">in the </w:t>
      </w:r>
      <w:r w:rsidRPr="00C97209">
        <w:rPr>
          <w:spacing w:val="-6"/>
        </w:rPr>
        <w:t xml:space="preserve">event leakage </w:t>
      </w:r>
      <w:r w:rsidRPr="00C97209">
        <w:t xml:space="preserve">could </w:t>
      </w:r>
      <w:r w:rsidRPr="00C97209">
        <w:rPr>
          <w:spacing w:val="-4"/>
        </w:rPr>
        <w:t xml:space="preserve">exceed makeup </w:t>
      </w:r>
      <w:r w:rsidRPr="00C97209">
        <w:t xml:space="preserve">system capacity. </w:t>
      </w:r>
      <w:r>
        <w:t>Determine whether makeup system increases have been evaluated by the licensee.</w:t>
      </w:r>
      <w:r w:rsidRPr="00C97209">
        <w:t xml:space="preserve"> Operator </w:t>
      </w:r>
      <w:r w:rsidRPr="00C97209">
        <w:rPr>
          <w:spacing w:val="-4"/>
        </w:rPr>
        <w:t xml:space="preserve">rounds and </w:t>
      </w:r>
      <w:r w:rsidRPr="00C97209">
        <w:t xml:space="preserve">control room </w:t>
      </w:r>
      <w:r w:rsidRPr="00C97209">
        <w:rPr>
          <w:spacing w:val="-5"/>
        </w:rPr>
        <w:t xml:space="preserve">logs </w:t>
      </w:r>
      <w:r w:rsidRPr="00C97209">
        <w:t xml:space="preserve">should </w:t>
      </w:r>
      <w:r w:rsidRPr="00C97209">
        <w:rPr>
          <w:spacing w:val="-5"/>
        </w:rPr>
        <w:t xml:space="preserve">provide </w:t>
      </w:r>
      <w:r w:rsidRPr="00C97209">
        <w:t xml:space="preserve">a </w:t>
      </w:r>
      <w:r w:rsidRPr="00C97209">
        <w:rPr>
          <w:spacing w:val="-4"/>
        </w:rPr>
        <w:t>data</w:t>
      </w:r>
      <w:r w:rsidRPr="00C97209">
        <w:rPr>
          <w:spacing w:val="53"/>
        </w:rPr>
        <w:t xml:space="preserve"> </w:t>
      </w:r>
      <w:r w:rsidRPr="00C97209">
        <w:t xml:space="preserve">set sufficient to </w:t>
      </w:r>
      <w:r w:rsidRPr="00C97209">
        <w:rPr>
          <w:spacing w:val="-5"/>
        </w:rPr>
        <w:t xml:space="preserve">identify </w:t>
      </w:r>
      <w:r w:rsidRPr="00C97209">
        <w:t xml:space="preserve">SFP </w:t>
      </w:r>
      <w:r w:rsidRPr="00C97209">
        <w:rPr>
          <w:spacing w:val="-6"/>
        </w:rPr>
        <w:t xml:space="preserve">leakage </w:t>
      </w:r>
      <w:r w:rsidRPr="00C97209">
        <w:t xml:space="preserve">problems. </w:t>
      </w:r>
      <w:r w:rsidRPr="00C97209">
        <w:rPr>
          <w:spacing w:val="-9"/>
        </w:rPr>
        <w:t xml:space="preserve">If </w:t>
      </w:r>
      <w:r w:rsidRPr="00C97209">
        <w:rPr>
          <w:spacing w:val="-4"/>
        </w:rPr>
        <w:t xml:space="preserve">installed, </w:t>
      </w:r>
      <w:r w:rsidRPr="00C97209">
        <w:t xml:space="preserve">a SFP </w:t>
      </w:r>
      <w:r w:rsidRPr="00C97209">
        <w:rPr>
          <w:spacing w:val="-6"/>
        </w:rPr>
        <w:t xml:space="preserve">leakage </w:t>
      </w:r>
      <w:r w:rsidRPr="00C97209">
        <w:t xml:space="preserve">collection system will usually be described in the licensing basis </w:t>
      </w:r>
      <w:r w:rsidRPr="00C97209">
        <w:rPr>
          <w:spacing w:val="-4"/>
        </w:rPr>
        <w:t xml:space="preserve">documentation. </w:t>
      </w:r>
      <w:r w:rsidRPr="00C97209">
        <w:rPr>
          <w:spacing w:val="-9"/>
        </w:rPr>
        <w:t xml:space="preserve">If </w:t>
      </w:r>
      <w:r w:rsidRPr="00C97209">
        <w:rPr>
          <w:spacing w:val="-4"/>
        </w:rPr>
        <w:t xml:space="preserve">this </w:t>
      </w:r>
      <w:r w:rsidRPr="00C97209">
        <w:t xml:space="preserve">system is alarmed, an instrument check </w:t>
      </w:r>
      <w:r w:rsidRPr="00C97209">
        <w:rPr>
          <w:spacing w:val="-4"/>
        </w:rPr>
        <w:t xml:space="preserve">and </w:t>
      </w:r>
      <w:r w:rsidRPr="00C97209">
        <w:rPr>
          <w:spacing w:val="-5"/>
        </w:rPr>
        <w:t xml:space="preserve">functionality </w:t>
      </w:r>
      <w:r w:rsidRPr="00C97209">
        <w:t xml:space="preserve">check of the instrumentation </w:t>
      </w:r>
      <w:r w:rsidRPr="00C97209">
        <w:rPr>
          <w:spacing w:val="-4"/>
        </w:rPr>
        <w:t xml:space="preserve">and </w:t>
      </w:r>
      <w:r w:rsidRPr="00C97209">
        <w:t xml:space="preserve">alarms should be performed </w:t>
      </w:r>
      <w:r w:rsidRPr="00C97209">
        <w:rPr>
          <w:spacing w:val="-4"/>
        </w:rPr>
        <w:t xml:space="preserve">periodically. </w:t>
      </w:r>
      <w:r w:rsidRPr="00C97209">
        <w:rPr>
          <w:spacing w:val="-9"/>
        </w:rPr>
        <w:t xml:space="preserve">If </w:t>
      </w:r>
      <w:r w:rsidRPr="00C97209">
        <w:t xml:space="preserve">the licensee uses </w:t>
      </w:r>
      <w:r w:rsidRPr="00C97209">
        <w:rPr>
          <w:spacing w:val="-4"/>
        </w:rPr>
        <w:t xml:space="preserve">operator rounds </w:t>
      </w:r>
      <w:r w:rsidRPr="00C97209">
        <w:t xml:space="preserve">to survey the </w:t>
      </w:r>
      <w:r w:rsidRPr="00C97209">
        <w:rPr>
          <w:spacing w:val="-6"/>
        </w:rPr>
        <w:t xml:space="preserve">leakage </w:t>
      </w:r>
      <w:r w:rsidRPr="00C97209">
        <w:t xml:space="preserve">collection </w:t>
      </w:r>
      <w:r w:rsidRPr="00C97209">
        <w:rPr>
          <w:spacing w:val="-4"/>
        </w:rPr>
        <w:t xml:space="preserve">volume, the inspector is advised to review </w:t>
      </w:r>
      <w:r w:rsidRPr="00C97209">
        <w:t xml:space="preserve">the </w:t>
      </w:r>
      <w:r w:rsidRPr="00C97209">
        <w:rPr>
          <w:spacing w:val="-5"/>
        </w:rPr>
        <w:t>logged data,</w:t>
      </w:r>
      <w:r w:rsidRPr="00C97209">
        <w:rPr>
          <w:spacing w:val="-4"/>
        </w:rPr>
        <w:t xml:space="preserve"> </w:t>
      </w:r>
      <w:r w:rsidRPr="00C97209">
        <w:t xml:space="preserve">assess the </w:t>
      </w:r>
      <w:r w:rsidRPr="00C97209">
        <w:rPr>
          <w:spacing w:val="-4"/>
        </w:rPr>
        <w:t xml:space="preserve">data </w:t>
      </w:r>
      <w:r w:rsidRPr="00C97209">
        <w:t>trend, and consider accompanying an operator on rounds. The inspector should review any modifications made to this system to determine if the system is still able to adequately perform its function.</w:t>
      </w:r>
      <w:r>
        <w:t xml:space="preserve"> Note the operating experience described in IN 2004-05, “Spent Fuel Leakage to On-site Groundwater,” </w:t>
      </w:r>
      <w:r>
        <w:lastRenderedPageBreak/>
        <w:t xml:space="preserve">which </w:t>
      </w:r>
      <w:r w:rsidRPr="006F595E">
        <w:t>describes the obstruction of leakage detection lines at a pressurized water reactor due to the accumulation of boric acid, mineral salts, and other contaminants.</w:t>
      </w:r>
    </w:p>
    <w:p w14:paraId="2979963F" w14:textId="59E5CBE3" w:rsidR="00F66D08" w:rsidRPr="00C97209" w:rsidRDefault="00F66D08" w:rsidP="005E4CA4">
      <w:pPr>
        <w:pStyle w:val="BodyText3"/>
      </w:pPr>
      <w:r w:rsidRPr="00C97209">
        <w:t xml:space="preserve">The </w:t>
      </w:r>
      <w:r w:rsidRPr="00C97209">
        <w:rPr>
          <w:spacing w:val="-2"/>
        </w:rPr>
        <w:t xml:space="preserve">inspector </w:t>
      </w:r>
      <w:r w:rsidRPr="00C97209">
        <w:t xml:space="preserve">should assess the licensee's </w:t>
      </w:r>
      <w:r w:rsidRPr="00C97209">
        <w:rPr>
          <w:spacing w:val="-4"/>
        </w:rPr>
        <w:t xml:space="preserve">training </w:t>
      </w:r>
      <w:r w:rsidRPr="00C97209">
        <w:t xml:space="preserve">procedures or </w:t>
      </w:r>
      <w:r w:rsidRPr="00C97209">
        <w:rPr>
          <w:spacing w:val="-4"/>
        </w:rPr>
        <w:t xml:space="preserve">program </w:t>
      </w:r>
      <w:r w:rsidRPr="00C97209">
        <w:t xml:space="preserve">to respond to </w:t>
      </w:r>
      <w:r w:rsidRPr="00C97209">
        <w:rPr>
          <w:spacing w:val="-4"/>
        </w:rPr>
        <w:t xml:space="preserve">and </w:t>
      </w:r>
      <w:r w:rsidRPr="00C97209">
        <w:t xml:space="preserve">mitigate a potential loss of SFP </w:t>
      </w:r>
      <w:r w:rsidRPr="00C97209">
        <w:rPr>
          <w:spacing w:val="-5"/>
        </w:rPr>
        <w:t xml:space="preserve">inventory </w:t>
      </w:r>
      <w:r w:rsidRPr="00C97209">
        <w:t xml:space="preserve">as well as a zirconium fire resulting from a hypothetical </w:t>
      </w:r>
      <w:r w:rsidRPr="00C97209">
        <w:rPr>
          <w:spacing w:val="-4"/>
        </w:rPr>
        <w:t xml:space="preserve">draindown </w:t>
      </w:r>
      <w:r w:rsidRPr="00C97209">
        <w:t xml:space="preserve">of the SFP. Response actions should be commensurate with safety </w:t>
      </w:r>
      <w:r w:rsidRPr="00C97209">
        <w:rPr>
          <w:spacing w:val="-4"/>
        </w:rPr>
        <w:t xml:space="preserve">and maintaining radiation exposure </w:t>
      </w:r>
      <w:r w:rsidRPr="00C97209">
        <w:rPr>
          <w:spacing w:val="-8"/>
        </w:rPr>
        <w:t xml:space="preserve">As </w:t>
      </w:r>
      <w:r w:rsidRPr="00C97209">
        <w:rPr>
          <w:spacing w:val="-4"/>
        </w:rPr>
        <w:t xml:space="preserve">Low </w:t>
      </w:r>
      <w:r w:rsidRPr="00C97209">
        <w:rPr>
          <w:spacing w:val="-8"/>
        </w:rPr>
        <w:t xml:space="preserve">As </w:t>
      </w:r>
      <w:r w:rsidRPr="00C97209">
        <w:rPr>
          <w:spacing w:val="-4"/>
        </w:rPr>
        <w:t xml:space="preserve">Reasonably </w:t>
      </w:r>
      <w:r w:rsidRPr="00C97209">
        <w:rPr>
          <w:spacing w:val="-5"/>
        </w:rPr>
        <w:t xml:space="preserve">Achievable </w:t>
      </w:r>
      <w:r w:rsidRPr="00C97209">
        <w:rPr>
          <w:spacing w:val="-7"/>
        </w:rPr>
        <w:t xml:space="preserve">(ALARA). </w:t>
      </w:r>
      <w:r w:rsidRPr="00C97209">
        <w:rPr>
          <w:spacing w:val="-9"/>
        </w:rPr>
        <w:t xml:space="preserve">In </w:t>
      </w:r>
      <w:r w:rsidRPr="00C97209">
        <w:rPr>
          <w:spacing w:val="-4"/>
        </w:rPr>
        <w:t xml:space="preserve">its </w:t>
      </w:r>
      <w:r w:rsidRPr="00C97209">
        <w:t xml:space="preserve">response to </w:t>
      </w:r>
      <w:r w:rsidRPr="00C97209">
        <w:rPr>
          <w:spacing w:val="-4"/>
        </w:rPr>
        <w:t xml:space="preserve">Bulletin </w:t>
      </w:r>
      <w:r w:rsidRPr="00C97209">
        <w:t>94-01, “Potential Fuel Pool Draindown Caused by Inadequate Maintenance Practices at Dresden Unit 1</w:t>
      </w:r>
      <w:r w:rsidR="00CF6A87">
        <w:t>,</w:t>
      </w:r>
      <w:r w:rsidRPr="00C97209">
        <w:t xml:space="preserve">” the licensee should </w:t>
      </w:r>
      <w:r w:rsidRPr="00C97209">
        <w:rPr>
          <w:spacing w:val="-5"/>
        </w:rPr>
        <w:t xml:space="preserve">have </w:t>
      </w:r>
      <w:r w:rsidRPr="00C97209">
        <w:t xml:space="preserve">documented </w:t>
      </w:r>
      <w:r w:rsidRPr="00C97209">
        <w:rPr>
          <w:spacing w:val="-4"/>
        </w:rPr>
        <w:t xml:space="preserve">its </w:t>
      </w:r>
      <w:r w:rsidRPr="00C97209">
        <w:t xml:space="preserve">SFP </w:t>
      </w:r>
      <w:r w:rsidRPr="00C97209">
        <w:rPr>
          <w:spacing w:val="-5"/>
        </w:rPr>
        <w:t xml:space="preserve">inventory </w:t>
      </w:r>
      <w:r w:rsidRPr="00C97209">
        <w:t xml:space="preserve">management </w:t>
      </w:r>
      <w:r w:rsidRPr="00C97209">
        <w:rPr>
          <w:spacing w:val="-4"/>
        </w:rPr>
        <w:t xml:space="preserve">and </w:t>
      </w:r>
      <w:r w:rsidRPr="00C97209">
        <w:t xml:space="preserve">emergency response strategies; addressed </w:t>
      </w:r>
      <w:r w:rsidRPr="00C97209">
        <w:rPr>
          <w:spacing w:val="-4"/>
        </w:rPr>
        <w:t xml:space="preserve">radiation </w:t>
      </w:r>
      <w:r w:rsidRPr="00C97209">
        <w:t xml:space="preserve">protection </w:t>
      </w:r>
      <w:r w:rsidRPr="00C97209">
        <w:rPr>
          <w:spacing w:val="-4"/>
        </w:rPr>
        <w:t xml:space="preserve">and </w:t>
      </w:r>
      <w:r w:rsidRPr="00C97209">
        <w:t xml:space="preserve">spent </w:t>
      </w:r>
      <w:r w:rsidRPr="00C97209">
        <w:rPr>
          <w:spacing w:val="-4"/>
        </w:rPr>
        <w:t xml:space="preserve">fuel </w:t>
      </w:r>
      <w:r w:rsidRPr="00C97209">
        <w:t xml:space="preserve">cooling </w:t>
      </w:r>
      <w:r w:rsidRPr="00C97209">
        <w:rPr>
          <w:spacing w:val="-4"/>
        </w:rPr>
        <w:t xml:space="preserve">during </w:t>
      </w:r>
      <w:r w:rsidRPr="00C97209">
        <w:t xml:space="preserve">abnormal situations; </w:t>
      </w:r>
      <w:r w:rsidRPr="00C97209">
        <w:rPr>
          <w:spacing w:val="-5"/>
        </w:rPr>
        <w:t xml:space="preserve">provided </w:t>
      </w:r>
      <w:r w:rsidRPr="00C97209">
        <w:t xml:space="preserve">information on SFP </w:t>
      </w:r>
      <w:r w:rsidRPr="00C97209">
        <w:rPr>
          <w:spacing w:val="-6"/>
        </w:rPr>
        <w:t xml:space="preserve">leakage; </w:t>
      </w:r>
      <w:r w:rsidRPr="00C97209">
        <w:rPr>
          <w:spacing w:val="-4"/>
        </w:rPr>
        <w:t xml:space="preserve">and </w:t>
      </w:r>
      <w:r w:rsidRPr="00C97209">
        <w:rPr>
          <w:spacing w:val="-5"/>
        </w:rPr>
        <w:t xml:space="preserve">detailed </w:t>
      </w:r>
      <w:r w:rsidRPr="00C97209">
        <w:rPr>
          <w:spacing w:val="-4"/>
        </w:rPr>
        <w:t xml:space="preserve">its </w:t>
      </w:r>
      <w:r w:rsidRPr="00C97209">
        <w:t xml:space="preserve">siphon </w:t>
      </w:r>
      <w:r w:rsidRPr="00C97209">
        <w:rPr>
          <w:spacing w:val="-4"/>
        </w:rPr>
        <w:t>and draindown evaluations.</w:t>
      </w:r>
    </w:p>
    <w:p w14:paraId="7DC8EC61" w14:textId="107AD7E4" w:rsidR="00F66D08" w:rsidRPr="00A423AE" w:rsidRDefault="00F66D08" w:rsidP="004F43F8">
      <w:pPr>
        <w:pStyle w:val="BodyText3"/>
        <w:rPr>
          <w:u w:val="single"/>
        </w:rPr>
      </w:pPr>
      <w:r w:rsidRPr="00A423AE">
        <w:rPr>
          <w:u w:val="single"/>
        </w:rPr>
        <w:t>SFP Water Chemistry and Cleanliness Control</w:t>
      </w:r>
    </w:p>
    <w:p w14:paraId="36CB194D" w14:textId="7B768D2A" w:rsidR="00F66D08" w:rsidRDefault="00F66D08" w:rsidP="005E4CA4">
      <w:pPr>
        <w:pStyle w:val="BodyText3"/>
        <w:rPr>
          <w:spacing w:val="-3"/>
        </w:rPr>
      </w:pPr>
      <w:r>
        <w:t>The inspector should review</w:t>
      </w:r>
      <w:r w:rsidDel="00646034">
        <w:t xml:space="preserve"> </w:t>
      </w:r>
      <w:r w:rsidRPr="00394DE6">
        <w:t xml:space="preserve">the </w:t>
      </w:r>
      <w:r w:rsidRPr="00C166C6">
        <w:t xml:space="preserve">SFP chemistry </w:t>
      </w:r>
      <w:r w:rsidRPr="00394DE6">
        <w:t>and</w:t>
      </w:r>
      <w:r>
        <w:t xml:space="preserve"> </w:t>
      </w:r>
      <w:r w:rsidRPr="00394DE6">
        <w:t xml:space="preserve">cleanliness </w:t>
      </w:r>
      <w:r w:rsidRPr="007E5D3F">
        <w:t>control programs</w:t>
      </w:r>
      <w:r>
        <w:t xml:space="preserve">, including the licensee’s foreign material exclusion program to determine whether </w:t>
      </w:r>
      <w:r w:rsidR="008B1669">
        <w:t>it</w:t>
      </w:r>
      <w:r w:rsidRPr="007E5D3F">
        <w:t xml:space="preserve"> </w:t>
      </w:r>
      <w:r w:rsidRPr="00394DE6">
        <w:t>maintain</w:t>
      </w:r>
      <w:r w:rsidR="00DB2144">
        <w:t>s</w:t>
      </w:r>
      <w:r w:rsidRPr="00394DE6">
        <w:t xml:space="preserve"> water purity </w:t>
      </w:r>
      <w:r w:rsidRPr="003C2C19">
        <w:t>standards</w:t>
      </w:r>
      <w:r>
        <w:t xml:space="preserve"> to protect the integrity and cooling of the spent fuel and SFP</w:t>
      </w:r>
      <w:r w:rsidRPr="00394DE6">
        <w:t>.</w:t>
      </w:r>
      <w:r w:rsidRPr="00662173">
        <w:rPr>
          <w:spacing w:val="-3"/>
        </w:rPr>
        <w:t xml:space="preserve"> </w:t>
      </w:r>
      <w:r w:rsidRPr="00C97209">
        <w:rPr>
          <w:spacing w:val="-3"/>
        </w:rPr>
        <w:t xml:space="preserve">Proper maintenance </w:t>
      </w:r>
      <w:r w:rsidRPr="00C97209">
        <w:rPr>
          <w:spacing w:val="-4"/>
        </w:rPr>
        <w:t xml:space="preserve">and </w:t>
      </w:r>
      <w:r w:rsidRPr="00C97209">
        <w:rPr>
          <w:spacing w:val="-5"/>
        </w:rPr>
        <w:t xml:space="preserve">operation </w:t>
      </w:r>
      <w:r w:rsidRPr="00C97209">
        <w:rPr>
          <w:spacing w:val="-3"/>
        </w:rPr>
        <w:t xml:space="preserve">of </w:t>
      </w:r>
      <w:r w:rsidRPr="00C97209">
        <w:t xml:space="preserve">SFP systems </w:t>
      </w:r>
      <w:r w:rsidRPr="00C97209">
        <w:rPr>
          <w:spacing w:val="-3"/>
        </w:rPr>
        <w:t xml:space="preserve">is </w:t>
      </w:r>
      <w:r w:rsidRPr="00C97209">
        <w:t xml:space="preserve">necessary to </w:t>
      </w:r>
      <w:r w:rsidRPr="00C97209">
        <w:rPr>
          <w:spacing w:val="-3"/>
        </w:rPr>
        <w:t xml:space="preserve">maintain water </w:t>
      </w:r>
      <w:r w:rsidRPr="00C97209">
        <w:rPr>
          <w:spacing w:val="-5"/>
        </w:rPr>
        <w:t xml:space="preserve">quality </w:t>
      </w:r>
      <w:r w:rsidRPr="00C97209">
        <w:rPr>
          <w:spacing w:val="-4"/>
        </w:rPr>
        <w:t xml:space="preserve">and radionuclide </w:t>
      </w:r>
      <w:r w:rsidRPr="00C97209">
        <w:rPr>
          <w:spacing w:val="-3"/>
        </w:rPr>
        <w:t xml:space="preserve">concentrations at acceptable </w:t>
      </w:r>
      <w:r w:rsidRPr="00C97209">
        <w:rPr>
          <w:spacing w:val="-4"/>
        </w:rPr>
        <w:t xml:space="preserve">levels. </w:t>
      </w:r>
      <w:r w:rsidRPr="00C97209">
        <w:rPr>
          <w:spacing w:val="-6"/>
        </w:rPr>
        <w:t xml:space="preserve">Maintenance </w:t>
      </w:r>
      <w:r w:rsidRPr="00C97209">
        <w:rPr>
          <w:spacing w:val="-3"/>
        </w:rPr>
        <w:t xml:space="preserve">of water </w:t>
      </w:r>
      <w:r w:rsidRPr="00C97209">
        <w:rPr>
          <w:spacing w:val="-5"/>
        </w:rPr>
        <w:t xml:space="preserve">quality </w:t>
      </w:r>
      <w:r w:rsidRPr="00C97209">
        <w:rPr>
          <w:spacing w:val="-3"/>
        </w:rPr>
        <w:t xml:space="preserve">is </w:t>
      </w:r>
      <w:r w:rsidRPr="00C97209">
        <w:t xml:space="preserve">necessary to </w:t>
      </w:r>
      <w:r w:rsidRPr="00C97209">
        <w:rPr>
          <w:spacing w:val="-5"/>
        </w:rPr>
        <w:t xml:space="preserve">prevent degradation </w:t>
      </w:r>
      <w:r w:rsidRPr="00C97209">
        <w:rPr>
          <w:spacing w:val="-3"/>
        </w:rPr>
        <w:t xml:space="preserve">of the spent </w:t>
      </w:r>
      <w:r w:rsidRPr="00C97209">
        <w:rPr>
          <w:spacing w:val="-4"/>
        </w:rPr>
        <w:t xml:space="preserve">fuel and </w:t>
      </w:r>
      <w:r w:rsidRPr="00C97209">
        <w:rPr>
          <w:spacing w:val="-5"/>
        </w:rPr>
        <w:t xml:space="preserve">other </w:t>
      </w:r>
      <w:r w:rsidRPr="00C97209">
        <w:rPr>
          <w:spacing w:val="-3"/>
        </w:rPr>
        <w:t xml:space="preserve">materials </w:t>
      </w:r>
      <w:r w:rsidRPr="00C97209">
        <w:t xml:space="preserve">stored </w:t>
      </w:r>
      <w:r w:rsidRPr="00C97209">
        <w:rPr>
          <w:spacing w:val="-3"/>
        </w:rPr>
        <w:t xml:space="preserve">in the </w:t>
      </w:r>
      <w:r w:rsidRPr="00C97209">
        <w:t xml:space="preserve">SFP </w:t>
      </w:r>
      <w:r w:rsidRPr="00C97209">
        <w:rPr>
          <w:spacing w:val="-3"/>
        </w:rPr>
        <w:t xml:space="preserve">(e.g., </w:t>
      </w:r>
      <w:r w:rsidRPr="00C97209">
        <w:t xml:space="preserve">control rod </w:t>
      </w:r>
      <w:r w:rsidRPr="00C97209">
        <w:rPr>
          <w:spacing w:val="-4"/>
        </w:rPr>
        <w:t xml:space="preserve">blades, neutron-absorbing </w:t>
      </w:r>
      <w:r w:rsidRPr="00C97209">
        <w:t xml:space="preserve">materials, </w:t>
      </w:r>
      <w:r w:rsidRPr="00C97209">
        <w:rPr>
          <w:spacing w:val="-4"/>
        </w:rPr>
        <w:t xml:space="preserve">and </w:t>
      </w:r>
      <w:r w:rsidRPr="00C97209">
        <w:t xml:space="preserve">core instrument strings). </w:t>
      </w:r>
      <w:r w:rsidRPr="00C97209">
        <w:rPr>
          <w:spacing w:val="-3"/>
        </w:rPr>
        <w:t xml:space="preserve">Proper </w:t>
      </w:r>
      <w:r w:rsidRPr="00C97209">
        <w:t xml:space="preserve">SFP </w:t>
      </w:r>
      <w:r w:rsidRPr="00C97209">
        <w:rPr>
          <w:spacing w:val="-3"/>
        </w:rPr>
        <w:t xml:space="preserve">water treatment </w:t>
      </w:r>
      <w:r w:rsidRPr="00C97209">
        <w:t xml:space="preserve">programs also </w:t>
      </w:r>
      <w:r w:rsidRPr="00C97209">
        <w:rPr>
          <w:spacing w:val="-5"/>
        </w:rPr>
        <w:t xml:space="preserve">prevent </w:t>
      </w:r>
      <w:r w:rsidRPr="00C97209">
        <w:rPr>
          <w:spacing w:val="-3"/>
        </w:rPr>
        <w:t xml:space="preserve">the </w:t>
      </w:r>
      <w:r w:rsidRPr="00C97209">
        <w:rPr>
          <w:spacing w:val="-4"/>
        </w:rPr>
        <w:t xml:space="preserve">build-up </w:t>
      </w:r>
      <w:r w:rsidRPr="00C97209">
        <w:rPr>
          <w:spacing w:val="-3"/>
        </w:rPr>
        <w:t xml:space="preserve">of </w:t>
      </w:r>
      <w:r w:rsidRPr="00C97209">
        <w:t xml:space="preserve">excessive </w:t>
      </w:r>
      <w:r w:rsidRPr="00C97209">
        <w:rPr>
          <w:spacing w:val="-3"/>
        </w:rPr>
        <w:t>concentrations of radionuclides</w:t>
      </w:r>
      <w:r>
        <w:rPr>
          <w:spacing w:val="-3"/>
        </w:rPr>
        <w:t xml:space="preserve"> and protect against </w:t>
      </w:r>
      <w:r w:rsidRPr="00C97209">
        <w:rPr>
          <w:spacing w:val="-5"/>
        </w:rPr>
        <w:t xml:space="preserve">inadvertent </w:t>
      </w:r>
      <w:r w:rsidRPr="00C97209">
        <w:t>criticality</w:t>
      </w:r>
      <w:r>
        <w:t xml:space="preserve"> during fuel movements</w:t>
      </w:r>
      <w:r w:rsidRPr="00C97209">
        <w:t xml:space="preserve"> </w:t>
      </w:r>
      <w:r w:rsidRPr="00C97209">
        <w:rPr>
          <w:spacing w:val="-4"/>
        </w:rPr>
        <w:t xml:space="preserve">and </w:t>
      </w:r>
      <w:r w:rsidRPr="00C97209">
        <w:rPr>
          <w:spacing w:val="-5"/>
        </w:rPr>
        <w:t xml:space="preserve">prevent </w:t>
      </w:r>
      <w:r w:rsidRPr="00C97209">
        <w:rPr>
          <w:spacing w:val="-3"/>
        </w:rPr>
        <w:t xml:space="preserve">accelerated </w:t>
      </w:r>
      <w:r w:rsidRPr="00C97209">
        <w:rPr>
          <w:spacing w:val="-4"/>
        </w:rPr>
        <w:t xml:space="preserve">degradation </w:t>
      </w:r>
      <w:r w:rsidRPr="00C97209">
        <w:rPr>
          <w:spacing w:val="-3"/>
        </w:rPr>
        <w:t xml:space="preserve">of spent </w:t>
      </w:r>
      <w:r w:rsidRPr="00C97209">
        <w:rPr>
          <w:spacing w:val="-4"/>
        </w:rPr>
        <w:t xml:space="preserve">fuel and </w:t>
      </w:r>
      <w:r w:rsidRPr="00C97209">
        <w:t xml:space="preserve">SFP </w:t>
      </w:r>
      <w:r w:rsidRPr="00C97209">
        <w:rPr>
          <w:spacing w:val="-5"/>
        </w:rPr>
        <w:t>liner integrity</w:t>
      </w:r>
      <w:r w:rsidRPr="00C97209">
        <w:rPr>
          <w:spacing w:val="-3"/>
        </w:rPr>
        <w:t>.</w:t>
      </w:r>
    </w:p>
    <w:p w14:paraId="2C331CF0" w14:textId="6CAB4634" w:rsidR="00F66D08" w:rsidRPr="00C97209" w:rsidRDefault="00F66D08" w:rsidP="005E4CA4">
      <w:pPr>
        <w:pStyle w:val="BodyText3"/>
      </w:pPr>
      <w:r w:rsidRPr="00C97209">
        <w:rPr>
          <w:spacing w:val="-3"/>
        </w:rPr>
        <w:t xml:space="preserve">The </w:t>
      </w:r>
      <w:r w:rsidRPr="00C97209">
        <w:t xml:space="preserve">inspector </w:t>
      </w:r>
      <w:r w:rsidRPr="00C97209">
        <w:rPr>
          <w:spacing w:val="-3"/>
        </w:rPr>
        <w:t xml:space="preserve">should </w:t>
      </w:r>
      <w:r w:rsidRPr="00C97209">
        <w:t xml:space="preserve">also ascertain </w:t>
      </w:r>
      <w:r w:rsidR="00866E0E">
        <w:t xml:space="preserve">the </w:t>
      </w:r>
      <w:r w:rsidRPr="00C97209">
        <w:t xml:space="preserve">licensee’s </w:t>
      </w:r>
      <w:r w:rsidRPr="00C97209">
        <w:rPr>
          <w:spacing w:val="-4"/>
        </w:rPr>
        <w:t xml:space="preserve">foreign </w:t>
      </w:r>
      <w:r w:rsidRPr="00C97209">
        <w:rPr>
          <w:spacing w:val="-3"/>
        </w:rPr>
        <w:t xml:space="preserve">material exclusion </w:t>
      </w:r>
      <w:r w:rsidRPr="00C97209">
        <w:t xml:space="preserve">control </w:t>
      </w:r>
      <w:r w:rsidRPr="00C97209">
        <w:rPr>
          <w:spacing w:val="-4"/>
        </w:rPr>
        <w:t xml:space="preserve">program </w:t>
      </w:r>
      <w:r w:rsidRPr="00C97209">
        <w:rPr>
          <w:spacing w:val="-3"/>
        </w:rPr>
        <w:t xml:space="preserve">or </w:t>
      </w:r>
      <w:r w:rsidRPr="00C97209">
        <w:rPr>
          <w:spacing w:val="-5"/>
        </w:rPr>
        <w:t xml:space="preserve">other housekeeping </w:t>
      </w:r>
      <w:r w:rsidRPr="00C97209">
        <w:t xml:space="preserve">measures to </w:t>
      </w:r>
      <w:r w:rsidRPr="00C97209">
        <w:rPr>
          <w:spacing w:val="-5"/>
        </w:rPr>
        <w:t xml:space="preserve">provide </w:t>
      </w:r>
      <w:r w:rsidRPr="00C97209">
        <w:t xml:space="preserve">assurance </w:t>
      </w:r>
      <w:r w:rsidRPr="00C97209">
        <w:rPr>
          <w:spacing w:val="-4"/>
        </w:rPr>
        <w:t xml:space="preserve">that </w:t>
      </w:r>
      <w:r w:rsidRPr="00C97209">
        <w:rPr>
          <w:spacing w:val="-3"/>
        </w:rPr>
        <w:t xml:space="preserve">the </w:t>
      </w:r>
      <w:r w:rsidRPr="00C97209">
        <w:rPr>
          <w:spacing w:val="-5"/>
        </w:rPr>
        <w:t xml:space="preserve">inadvertent </w:t>
      </w:r>
      <w:r w:rsidRPr="00C97209">
        <w:rPr>
          <w:spacing w:val="-4"/>
        </w:rPr>
        <w:t xml:space="preserve">introduction </w:t>
      </w:r>
      <w:r w:rsidRPr="00C97209">
        <w:rPr>
          <w:spacing w:val="-3"/>
        </w:rPr>
        <w:t xml:space="preserve">of </w:t>
      </w:r>
      <w:r w:rsidRPr="00C97209">
        <w:rPr>
          <w:spacing w:val="-4"/>
        </w:rPr>
        <w:t xml:space="preserve">foreign </w:t>
      </w:r>
      <w:r w:rsidRPr="00C97209">
        <w:rPr>
          <w:spacing w:val="-3"/>
        </w:rPr>
        <w:t xml:space="preserve">material </w:t>
      </w:r>
      <w:r w:rsidRPr="00C97209">
        <w:rPr>
          <w:spacing w:val="-4"/>
        </w:rPr>
        <w:t xml:space="preserve">into </w:t>
      </w:r>
      <w:r w:rsidRPr="00C97209">
        <w:rPr>
          <w:spacing w:val="-3"/>
        </w:rPr>
        <w:t xml:space="preserve">the </w:t>
      </w:r>
      <w:r w:rsidRPr="00C97209">
        <w:t xml:space="preserve">SFP </w:t>
      </w:r>
      <w:r w:rsidRPr="00C97209">
        <w:rPr>
          <w:spacing w:val="-3"/>
        </w:rPr>
        <w:t xml:space="preserve">is </w:t>
      </w:r>
      <w:r w:rsidRPr="00C97209">
        <w:rPr>
          <w:spacing w:val="-4"/>
        </w:rPr>
        <w:t xml:space="preserve">not </w:t>
      </w:r>
      <w:r w:rsidRPr="00C97209">
        <w:rPr>
          <w:spacing w:val="-3"/>
        </w:rPr>
        <w:t xml:space="preserve">adverse </w:t>
      </w:r>
      <w:r w:rsidRPr="00C97209">
        <w:t xml:space="preserve">to </w:t>
      </w:r>
      <w:r w:rsidRPr="00C97209">
        <w:rPr>
          <w:spacing w:val="-3"/>
        </w:rPr>
        <w:t xml:space="preserve">the </w:t>
      </w:r>
      <w:r w:rsidRPr="00C97209">
        <w:t xml:space="preserve">safe wet storage </w:t>
      </w:r>
      <w:r w:rsidRPr="00C97209">
        <w:rPr>
          <w:spacing w:val="-3"/>
        </w:rPr>
        <w:t xml:space="preserve">of spent </w:t>
      </w:r>
      <w:r w:rsidRPr="00C97209">
        <w:rPr>
          <w:spacing w:val="-4"/>
        </w:rPr>
        <w:t xml:space="preserve">fuel. </w:t>
      </w:r>
      <w:r w:rsidRPr="00C97209">
        <w:t xml:space="preserve">These </w:t>
      </w:r>
      <w:r w:rsidRPr="00C97209">
        <w:rPr>
          <w:spacing w:val="-3"/>
        </w:rPr>
        <w:t xml:space="preserve">materials </w:t>
      </w:r>
      <w:r w:rsidRPr="00C97209">
        <w:t xml:space="preserve">could </w:t>
      </w:r>
      <w:r w:rsidRPr="00C97209">
        <w:rPr>
          <w:spacing w:val="-5"/>
        </w:rPr>
        <w:t xml:space="preserve">either </w:t>
      </w:r>
      <w:r w:rsidRPr="00C97209">
        <w:rPr>
          <w:spacing w:val="-3"/>
        </w:rPr>
        <w:t xml:space="preserve">be </w:t>
      </w:r>
      <w:r w:rsidRPr="00C97209">
        <w:t xml:space="preserve">chemical </w:t>
      </w:r>
      <w:r w:rsidRPr="00C97209">
        <w:rPr>
          <w:spacing w:val="-3"/>
        </w:rPr>
        <w:t xml:space="preserve">or </w:t>
      </w:r>
      <w:r w:rsidRPr="00C97209">
        <w:t xml:space="preserve">mechanical </w:t>
      </w:r>
      <w:r w:rsidRPr="00C97209">
        <w:rPr>
          <w:spacing w:val="-3"/>
        </w:rPr>
        <w:t xml:space="preserve">in nature. Program considerations </w:t>
      </w:r>
      <w:r w:rsidRPr="00C97209">
        <w:t xml:space="preserve">could </w:t>
      </w:r>
      <w:r w:rsidRPr="00C97209">
        <w:rPr>
          <w:spacing w:val="-4"/>
        </w:rPr>
        <w:t xml:space="preserve">include, </w:t>
      </w:r>
      <w:r w:rsidRPr="00C97209">
        <w:rPr>
          <w:spacing w:val="-3"/>
        </w:rPr>
        <w:t xml:space="preserve">in part, </w:t>
      </w:r>
      <w:r w:rsidRPr="00C97209">
        <w:rPr>
          <w:spacing w:val="-5"/>
        </w:rPr>
        <w:t xml:space="preserve">housekeeping, </w:t>
      </w:r>
      <w:r w:rsidRPr="00C97209">
        <w:rPr>
          <w:spacing w:val="-3"/>
        </w:rPr>
        <w:t xml:space="preserve">cleanliness </w:t>
      </w:r>
      <w:r w:rsidRPr="00C97209">
        <w:rPr>
          <w:spacing w:val="-4"/>
        </w:rPr>
        <w:t xml:space="preserve">boundaries, and </w:t>
      </w:r>
      <w:r w:rsidRPr="00C97209">
        <w:rPr>
          <w:spacing w:val="-3"/>
        </w:rPr>
        <w:t xml:space="preserve">administrative </w:t>
      </w:r>
      <w:r w:rsidRPr="00C97209">
        <w:rPr>
          <w:spacing w:val="-4"/>
        </w:rPr>
        <w:t xml:space="preserve">accountability </w:t>
      </w:r>
      <w:r w:rsidRPr="00C97209">
        <w:rPr>
          <w:spacing w:val="-3"/>
        </w:rPr>
        <w:t xml:space="preserve">of </w:t>
      </w:r>
      <w:r w:rsidRPr="00C97209">
        <w:t>loose</w:t>
      </w:r>
      <w:r w:rsidRPr="00C97209">
        <w:rPr>
          <w:spacing w:val="-2"/>
        </w:rPr>
        <w:t xml:space="preserve"> </w:t>
      </w:r>
      <w:r w:rsidRPr="00C97209">
        <w:t>materials.</w:t>
      </w:r>
    </w:p>
    <w:p w14:paraId="0E6BE96B" w14:textId="77777777" w:rsidR="00F66D08" w:rsidRPr="00C97209" w:rsidRDefault="00F66D08" w:rsidP="005E4CA4">
      <w:pPr>
        <w:pStyle w:val="BodyText3"/>
      </w:pPr>
      <w:r w:rsidRPr="00C97209">
        <w:t xml:space="preserve">A </w:t>
      </w:r>
      <w:r w:rsidRPr="00C97209">
        <w:rPr>
          <w:spacing w:val="-4"/>
        </w:rPr>
        <w:t xml:space="preserve">tour </w:t>
      </w:r>
      <w:r w:rsidRPr="00C97209">
        <w:rPr>
          <w:spacing w:val="-3"/>
        </w:rPr>
        <w:t xml:space="preserve">of the </w:t>
      </w:r>
      <w:r w:rsidRPr="00C97209">
        <w:t xml:space="preserve">SFP should </w:t>
      </w:r>
      <w:r w:rsidRPr="00C97209">
        <w:rPr>
          <w:spacing w:val="-3"/>
        </w:rPr>
        <w:t xml:space="preserve">be performed </w:t>
      </w:r>
      <w:r w:rsidRPr="00C97209">
        <w:t xml:space="preserve">to ascertain </w:t>
      </w:r>
      <w:r w:rsidRPr="00C97209">
        <w:rPr>
          <w:spacing w:val="-3"/>
        </w:rPr>
        <w:t xml:space="preserve">the </w:t>
      </w:r>
      <w:r w:rsidRPr="00C97209">
        <w:rPr>
          <w:spacing w:val="-5"/>
        </w:rPr>
        <w:t xml:space="preserve">quality </w:t>
      </w:r>
      <w:r w:rsidRPr="00C97209">
        <w:rPr>
          <w:spacing w:val="-3"/>
        </w:rPr>
        <w:t xml:space="preserve">of </w:t>
      </w:r>
      <w:r w:rsidRPr="00C97209">
        <w:rPr>
          <w:spacing w:val="-5"/>
        </w:rPr>
        <w:t xml:space="preserve">housekeeping </w:t>
      </w:r>
      <w:r w:rsidRPr="00C97209">
        <w:rPr>
          <w:spacing w:val="-3"/>
        </w:rPr>
        <w:t xml:space="preserve">in </w:t>
      </w:r>
      <w:r w:rsidRPr="00C97209">
        <w:rPr>
          <w:spacing w:val="-4"/>
        </w:rPr>
        <w:t xml:space="preserve">and </w:t>
      </w:r>
      <w:r w:rsidRPr="00C97209">
        <w:rPr>
          <w:spacing w:val="-5"/>
        </w:rPr>
        <w:t xml:space="preserve">about </w:t>
      </w:r>
      <w:r w:rsidRPr="00C97209">
        <w:rPr>
          <w:spacing w:val="-3"/>
        </w:rPr>
        <w:t xml:space="preserve">the </w:t>
      </w:r>
      <w:r w:rsidRPr="00C97209">
        <w:t xml:space="preserve">SFP. </w:t>
      </w:r>
      <w:r w:rsidRPr="00C97209">
        <w:rPr>
          <w:spacing w:val="-3"/>
        </w:rPr>
        <w:t xml:space="preserve">Particular </w:t>
      </w:r>
      <w:r w:rsidRPr="00C97209">
        <w:rPr>
          <w:spacing w:val="-5"/>
        </w:rPr>
        <w:t xml:space="preserve">attention </w:t>
      </w:r>
      <w:r w:rsidRPr="00C97209">
        <w:rPr>
          <w:spacing w:val="-3"/>
        </w:rPr>
        <w:t xml:space="preserve">should be </w:t>
      </w:r>
      <w:r w:rsidRPr="00C97209">
        <w:t xml:space="preserve">focused </w:t>
      </w:r>
      <w:r w:rsidRPr="00C97209">
        <w:rPr>
          <w:spacing w:val="-3"/>
        </w:rPr>
        <w:t xml:space="preserve">on the </w:t>
      </w:r>
      <w:r w:rsidRPr="00C97209">
        <w:rPr>
          <w:spacing w:val="-4"/>
        </w:rPr>
        <w:t xml:space="preserve">identification </w:t>
      </w:r>
      <w:r w:rsidRPr="00C97209">
        <w:rPr>
          <w:spacing w:val="-3"/>
        </w:rPr>
        <w:t xml:space="preserve">of materials </w:t>
      </w:r>
      <w:r w:rsidRPr="00C97209">
        <w:rPr>
          <w:spacing w:val="-4"/>
        </w:rPr>
        <w:t xml:space="preserve">that </w:t>
      </w:r>
      <w:r w:rsidRPr="00C97209">
        <w:rPr>
          <w:spacing w:val="-3"/>
        </w:rPr>
        <w:t xml:space="preserve">do </w:t>
      </w:r>
      <w:r w:rsidRPr="00C97209">
        <w:rPr>
          <w:spacing w:val="-4"/>
        </w:rPr>
        <w:t xml:space="preserve">not add </w:t>
      </w:r>
      <w:r w:rsidRPr="00C97209">
        <w:rPr>
          <w:spacing w:val="-5"/>
        </w:rPr>
        <w:t xml:space="preserve">value </w:t>
      </w:r>
      <w:r w:rsidRPr="00C97209">
        <w:t xml:space="preserve">to </w:t>
      </w:r>
      <w:r w:rsidRPr="00C97209">
        <w:rPr>
          <w:spacing w:val="-3"/>
        </w:rPr>
        <w:t xml:space="preserve">the </w:t>
      </w:r>
      <w:r w:rsidRPr="00C97209">
        <w:t xml:space="preserve">safe wet storage </w:t>
      </w:r>
      <w:r w:rsidRPr="00C97209">
        <w:rPr>
          <w:spacing w:val="-3"/>
        </w:rPr>
        <w:t xml:space="preserve">of spent </w:t>
      </w:r>
      <w:r w:rsidRPr="00C97209">
        <w:rPr>
          <w:spacing w:val="-4"/>
        </w:rPr>
        <w:t xml:space="preserve">fuel or create a potential siphon pathway. </w:t>
      </w:r>
      <w:r w:rsidRPr="00C97209">
        <w:t xml:space="preserve">These </w:t>
      </w:r>
      <w:r w:rsidRPr="00C97209">
        <w:rPr>
          <w:spacing w:val="-3"/>
        </w:rPr>
        <w:t xml:space="preserve">materials </w:t>
      </w:r>
      <w:r w:rsidRPr="00C97209">
        <w:t xml:space="preserve">could </w:t>
      </w:r>
      <w:r w:rsidRPr="00C97209">
        <w:rPr>
          <w:spacing w:val="-4"/>
        </w:rPr>
        <w:t xml:space="preserve">include, but </w:t>
      </w:r>
      <w:r w:rsidRPr="00C97209">
        <w:t xml:space="preserve">are </w:t>
      </w:r>
      <w:r w:rsidRPr="00C97209">
        <w:rPr>
          <w:spacing w:val="-4"/>
        </w:rPr>
        <w:t xml:space="preserve">not </w:t>
      </w:r>
      <w:r w:rsidRPr="00C97209">
        <w:rPr>
          <w:spacing w:val="-3"/>
        </w:rPr>
        <w:t>limited</w:t>
      </w:r>
      <w:r w:rsidRPr="00C97209">
        <w:rPr>
          <w:spacing w:val="24"/>
        </w:rPr>
        <w:t xml:space="preserve"> </w:t>
      </w:r>
      <w:r w:rsidRPr="00C97209">
        <w:rPr>
          <w:spacing w:val="-3"/>
        </w:rPr>
        <w:t>to:</w:t>
      </w:r>
    </w:p>
    <w:p w14:paraId="0C20514B" w14:textId="77777777" w:rsidR="00F66D08" w:rsidRPr="00C97209" w:rsidRDefault="00F66D08" w:rsidP="00586694">
      <w:pPr>
        <w:pStyle w:val="BodyText"/>
        <w:numPr>
          <w:ilvl w:val="0"/>
          <w:numId w:val="41"/>
        </w:numPr>
      </w:pPr>
      <w:r>
        <w:rPr>
          <w:spacing w:val="-6"/>
        </w:rPr>
        <w:t>H</w:t>
      </w:r>
      <w:r w:rsidRPr="00C97209">
        <w:rPr>
          <w:spacing w:val="-6"/>
        </w:rPr>
        <w:t xml:space="preserve">eavy </w:t>
      </w:r>
      <w:r w:rsidRPr="00C97209">
        <w:rPr>
          <w:spacing w:val="-3"/>
        </w:rPr>
        <w:t xml:space="preserve">materials supported in the </w:t>
      </w:r>
      <w:r w:rsidRPr="00C97209">
        <w:t xml:space="preserve">SFP from </w:t>
      </w:r>
      <w:r w:rsidRPr="00C97209">
        <w:rPr>
          <w:spacing w:val="-3"/>
        </w:rPr>
        <w:t xml:space="preserve">the </w:t>
      </w:r>
      <w:r w:rsidRPr="00C97209">
        <w:t xml:space="preserve">SFP curb </w:t>
      </w:r>
      <w:r w:rsidRPr="00C97209">
        <w:rPr>
          <w:spacing w:val="-3"/>
        </w:rPr>
        <w:t xml:space="preserve">or rail </w:t>
      </w:r>
      <w:r w:rsidRPr="00C97209">
        <w:rPr>
          <w:spacing w:val="-4"/>
        </w:rPr>
        <w:t xml:space="preserve">without </w:t>
      </w:r>
      <w:r w:rsidRPr="00C97209">
        <w:t xml:space="preserve">structural </w:t>
      </w:r>
      <w:r w:rsidRPr="00C97209">
        <w:rPr>
          <w:spacing w:val="-3"/>
        </w:rPr>
        <w:t xml:space="preserve">or </w:t>
      </w:r>
      <w:r w:rsidRPr="00C97209">
        <w:t>seismic</w:t>
      </w:r>
      <w:r w:rsidRPr="00C97209">
        <w:rPr>
          <w:spacing w:val="13"/>
        </w:rPr>
        <w:t xml:space="preserve"> </w:t>
      </w:r>
      <w:r w:rsidRPr="00C97209">
        <w:t>analysis;</w:t>
      </w:r>
    </w:p>
    <w:p w14:paraId="51C3E713" w14:textId="77777777" w:rsidR="00F66D08" w:rsidRPr="00C97209" w:rsidRDefault="00F66D08" w:rsidP="00586694">
      <w:pPr>
        <w:pStyle w:val="BodyText"/>
        <w:numPr>
          <w:ilvl w:val="0"/>
          <w:numId w:val="41"/>
        </w:numPr>
      </w:pPr>
      <w:r>
        <w:t>E</w:t>
      </w:r>
      <w:r w:rsidRPr="00C97209">
        <w:t xml:space="preserve">xcessive combustible </w:t>
      </w:r>
      <w:r w:rsidRPr="00C97209">
        <w:rPr>
          <w:spacing w:val="-5"/>
        </w:rPr>
        <w:t xml:space="preserve">loading </w:t>
      </w:r>
      <w:r w:rsidRPr="00C97209">
        <w:rPr>
          <w:spacing w:val="-6"/>
        </w:rPr>
        <w:t xml:space="preserve">beyond </w:t>
      </w:r>
      <w:r w:rsidRPr="00C97209">
        <w:rPr>
          <w:spacing w:val="-4"/>
        </w:rPr>
        <w:t xml:space="preserve">that </w:t>
      </w:r>
      <w:r w:rsidRPr="00C97209">
        <w:t xml:space="preserve">described </w:t>
      </w:r>
      <w:r w:rsidRPr="00C97209">
        <w:rPr>
          <w:spacing w:val="-3"/>
        </w:rPr>
        <w:t xml:space="preserve">in the </w:t>
      </w:r>
      <w:r w:rsidRPr="00C97209">
        <w:t xml:space="preserve">Fire </w:t>
      </w:r>
      <w:r w:rsidRPr="00C97209">
        <w:rPr>
          <w:spacing w:val="-4"/>
        </w:rPr>
        <w:t xml:space="preserve">Hazards </w:t>
      </w:r>
      <w:r w:rsidRPr="00C97209">
        <w:rPr>
          <w:spacing w:val="-5"/>
        </w:rPr>
        <w:t xml:space="preserve">Analysis </w:t>
      </w:r>
      <w:r w:rsidRPr="00C97209">
        <w:rPr>
          <w:spacing w:val="-3"/>
        </w:rPr>
        <w:t xml:space="preserve">or </w:t>
      </w:r>
      <w:r w:rsidRPr="00C97209">
        <w:t xml:space="preserve">Fire </w:t>
      </w:r>
      <w:r w:rsidRPr="00C97209">
        <w:rPr>
          <w:spacing w:val="-3"/>
        </w:rPr>
        <w:t>Protection Plan, as</w:t>
      </w:r>
      <w:r w:rsidRPr="00C97209">
        <w:rPr>
          <w:spacing w:val="28"/>
        </w:rPr>
        <w:t xml:space="preserve"> </w:t>
      </w:r>
      <w:r w:rsidRPr="00C97209">
        <w:rPr>
          <w:spacing w:val="-4"/>
        </w:rPr>
        <w:t>applicable;</w:t>
      </w:r>
    </w:p>
    <w:p w14:paraId="73AC9C49" w14:textId="77777777" w:rsidR="00F66D08" w:rsidRPr="00C97209" w:rsidRDefault="00F66D08" w:rsidP="00586694">
      <w:pPr>
        <w:pStyle w:val="BodyText"/>
        <w:numPr>
          <w:ilvl w:val="0"/>
          <w:numId w:val="41"/>
        </w:numPr>
      </w:pPr>
      <w:r>
        <w:rPr>
          <w:spacing w:val="-5"/>
        </w:rPr>
        <w:t>G</w:t>
      </w:r>
      <w:r w:rsidRPr="00C97209">
        <w:rPr>
          <w:spacing w:val="-5"/>
        </w:rPr>
        <w:t xml:space="preserve">eneral </w:t>
      </w:r>
      <w:r w:rsidRPr="00C97209">
        <w:t xml:space="preserve">loose </w:t>
      </w:r>
      <w:r w:rsidRPr="00C97209">
        <w:rPr>
          <w:spacing w:val="-4"/>
        </w:rPr>
        <w:t xml:space="preserve">debris </w:t>
      </w:r>
      <w:r w:rsidRPr="00C97209">
        <w:rPr>
          <w:spacing w:val="-3"/>
        </w:rPr>
        <w:t xml:space="preserve">within the </w:t>
      </w:r>
      <w:r w:rsidRPr="00C97209">
        <w:t xml:space="preserve">SFP </w:t>
      </w:r>
      <w:r w:rsidRPr="00C97209">
        <w:rPr>
          <w:spacing w:val="-3"/>
        </w:rPr>
        <w:t xml:space="preserve">area </w:t>
      </w:r>
      <w:r w:rsidRPr="00C97209">
        <w:rPr>
          <w:spacing w:val="-4"/>
        </w:rPr>
        <w:t xml:space="preserve">that </w:t>
      </w:r>
      <w:r w:rsidRPr="00C97209">
        <w:t xml:space="preserve">could </w:t>
      </w:r>
      <w:r w:rsidRPr="00C97209">
        <w:rPr>
          <w:spacing w:val="-5"/>
        </w:rPr>
        <w:t xml:space="preserve">inadvertently </w:t>
      </w:r>
      <w:r w:rsidRPr="00C97209">
        <w:t xml:space="preserve">make </w:t>
      </w:r>
      <w:r w:rsidRPr="00C97209">
        <w:rPr>
          <w:spacing w:val="-3"/>
        </w:rPr>
        <w:t xml:space="preserve">its </w:t>
      </w:r>
      <w:r w:rsidRPr="00C97209">
        <w:t xml:space="preserve">way </w:t>
      </w:r>
      <w:r w:rsidRPr="00C97209">
        <w:rPr>
          <w:spacing w:val="-4"/>
        </w:rPr>
        <w:t xml:space="preserve">into </w:t>
      </w:r>
      <w:r w:rsidRPr="00C97209">
        <w:rPr>
          <w:spacing w:val="-3"/>
        </w:rPr>
        <w:t xml:space="preserve">the </w:t>
      </w:r>
      <w:r w:rsidRPr="00C97209">
        <w:t xml:space="preserve">SFP, such </w:t>
      </w:r>
      <w:r w:rsidRPr="00C97209">
        <w:rPr>
          <w:spacing w:val="-3"/>
        </w:rPr>
        <w:t xml:space="preserve">as </w:t>
      </w:r>
      <w:r w:rsidRPr="00C97209">
        <w:t xml:space="preserve">clear </w:t>
      </w:r>
      <w:r w:rsidRPr="00C97209">
        <w:rPr>
          <w:spacing w:val="-3"/>
        </w:rPr>
        <w:t xml:space="preserve">plastic </w:t>
      </w:r>
      <w:r w:rsidRPr="00C97209">
        <w:rPr>
          <w:spacing w:val="-5"/>
        </w:rPr>
        <w:t xml:space="preserve">bags </w:t>
      </w:r>
      <w:r w:rsidRPr="00C97209">
        <w:rPr>
          <w:spacing w:val="-3"/>
        </w:rPr>
        <w:t xml:space="preserve">within the </w:t>
      </w:r>
      <w:r w:rsidRPr="00C97209">
        <w:rPr>
          <w:spacing w:val="-5"/>
        </w:rPr>
        <w:t xml:space="preserve">pool </w:t>
      </w:r>
      <w:r w:rsidRPr="00C97209">
        <w:rPr>
          <w:spacing w:val="-4"/>
        </w:rPr>
        <w:t xml:space="preserve">that </w:t>
      </w:r>
      <w:r w:rsidRPr="00C97209">
        <w:t xml:space="preserve">could </w:t>
      </w:r>
      <w:r w:rsidRPr="00C97209">
        <w:rPr>
          <w:spacing w:val="-3"/>
        </w:rPr>
        <w:t xml:space="preserve">go </w:t>
      </w:r>
      <w:r w:rsidRPr="00C97209">
        <w:rPr>
          <w:spacing w:val="-4"/>
        </w:rPr>
        <w:t xml:space="preserve">undetected and </w:t>
      </w:r>
      <w:r w:rsidRPr="00C97209">
        <w:t xml:space="preserve">reduce </w:t>
      </w:r>
      <w:r w:rsidRPr="00C97209">
        <w:rPr>
          <w:spacing w:val="-3"/>
        </w:rPr>
        <w:t xml:space="preserve">spent </w:t>
      </w:r>
      <w:r w:rsidRPr="00C97209">
        <w:rPr>
          <w:spacing w:val="-4"/>
        </w:rPr>
        <w:t xml:space="preserve">fuel channel </w:t>
      </w:r>
      <w:r w:rsidRPr="00C97209">
        <w:rPr>
          <w:spacing w:val="-3"/>
        </w:rPr>
        <w:t>cooling;</w:t>
      </w:r>
    </w:p>
    <w:p w14:paraId="238F752A" w14:textId="77777777" w:rsidR="00F66D08" w:rsidRPr="00C97209" w:rsidRDefault="00F66D08" w:rsidP="00586694">
      <w:pPr>
        <w:pStyle w:val="BodyText"/>
        <w:numPr>
          <w:ilvl w:val="0"/>
          <w:numId w:val="41"/>
        </w:numPr>
      </w:pPr>
      <w:r>
        <w:t>U</w:t>
      </w:r>
      <w:r w:rsidRPr="00C97209">
        <w:t>ncontrolled material in or about the SFP that could chemically or mechanically degrade the fuel, SFP liner, or support systems; and</w:t>
      </w:r>
    </w:p>
    <w:p w14:paraId="64F7A7C0" w14:textId="77777777" w:rsidR="00F66D08" w:rsidRPr="00C97209" w:rsidRDefault="00F66D08" w:rsidP="00586694">
      <w:pPr>
        <w:pStyle w:val="BodyText"/>
        <w:numPr>
          <w:ilvl w:val="0"/>
          <w:numId w:val="41"/>
        </w:numPr>
      </w:pPr>
      <w:r w:rsidRPr="00C97209">
        <w:lastRenderedPageBreak/>
        <w:t>Uncontrolled hoses or temporary modifications that could create an unintended siphon pathway</w:t>
      </w:r>
      <w:r>
        <w:t>.</w:t>
      </w:r>
    </w:p>
    <w:p w14:paraId="5CD5B1CF" w14:textId="77777777" w:rsidR="00F66D08" w:rsidRPr="00C97209" w:rsidRDefault="00F66D08" w:rsidP="000B57C2">
      <w:pPr>
        <w:pStyle w:val="BodyText3"/>
        <w:spacing w:before="440"/>
      </w:pPr>
      <w:r w:rsidRPr="00C97209">
        <w:t>Further guidance regarding the storage of components on the inner sides of the SFP or hanging from the SFP curb or handrail can be found in IN 87-13. “Potential for High Radiation Fields Following Loss of Water from Fuel Pool.”</w:t>
      </w:r>
    </w:p>
    <w:p w14:paraId="37C33CCF" w14:textId="77777777" w:rsidR="00F66D08" w:rsidRPr="000B57C2" w:rsidRDefault="00F66D08" w:rsidP="004F43F8">
      <w:pPr>
        <w:pStyle w:val="BodyText3"/>
        <w:rPr>
          <w:u w:val="single"/>
        </w:rPr>
      </w:pPr>
      <w:r w:rsidRPr="000B57C2">
        <w:rPr>
          <w:u w:val="single"/>
        </w:rPr>
        <w:t>SFP Criticality Safety and Controls</w:t>
      </w:r>
    </w:p>
    <w:p w14:paraId="2AFC63D6" w14:textId="32908A1D" w:rsidR="00F66D08" w:rsidRDefault="00F66D08" w:rsidP="00CD382C">
      <w:pPr>
        <w:pStyle w:val="BodyText3"/>
      </w:pPr>
      <w:r>
        <w:t>During initial offload, determine whether</w:t>
      </w:r>
      <w:r w:rsidRPr="00394DE6">
        <w:t xml:space="preserve"> </w:t>
      </w:r>
      <w:r w:rsidRPr="00F517BA">
        <w:t>the</w:t>
      </w:r>
      <w:r>
        <w:t xml:space="preserve"> fuel assemblies are stored and</w:t>
      </w:r>
      <w:r w:rsidR="00076702">
        <w:t xml:space="preserve"> that</w:t>
      </w:r>
      <w:r w:rsidRPr="00F517BA">
        <w:t xml:space="preserve"> </w:t>
      </w:r>
      <w:r w:rsidR="00076702">
        <w:t xml:space="preserve">the </w:t>
      </w:r>
      <w:r w:rsidRPr="00F517BA">
        <w:t xml:space="preserve">licensee’s </w:t>
      </w:r>
      <w:r>
        <w:t xml:space="preserve">criticality </w:t>
      </w:r>
      <w:r w:rsidRPr="00F517BA">
        <w:t>controls</w:t>
      </w:r>
      <w:r>
        <w:t>, including boron concentrations as applicable,</w:t>
      </w:r>
      <w:r w:rsidRPr="00F517BA">
        <w:t xml:space="preserve"> </w:t>
      </w:r>
      <w:r>
        <w:t xml:space="preserve">are consistent with </w:t>
      </w:r>
      <w:r w:rsidRPr="00F517BA">
        <w:t xml:space="preserve">the </w:t>
      </w:r>
      <w:r w:rsidRPr="00394DE6">
        <w:t xml:space="preserve">applicable </w:t>
      </w:r>
      <w:r>
        <w:t>license procedures, and technical specification requirements through document review. For subsequent inspections, review any changes made since the last inspection.</w:t>
      </w:r>
    </w:p>
    <w:p w14:paraId="130B142E" w14:textId="2F32F3B7" w:rsidR="00F66D08" w:rsidRPr="00C97209" w:rsidRDefault="00F66D08" w:rsidP="00CD382C">
      <w:pPr>
        <w:pStyle w:val="BodyText3"/>
      </w:pPr>
      <w:r w:rsidRPr="00C97209">
        <w:t xml:space="preserve">A </w:t>
      </w:r>
      <w:r w:rsidRPr="00C97209">
        <w:rPr>
          <w:spacing w:val="-4"/>
        </w:rPr>
        <w:t xml:space="preserve">variety </w:t>
      </w:r>
      <w:r w:rsidRPr="00C97209">
        <w:rPr>
          <w:spacing w:val="-3"/>
        </w:rPr>
        <w:t xml:space="preserve">of </w:t>
      </w:r>
      <w:r w:rsidRPr="00C97209">
        <w:t xml:space="preserve">TS </w:t>
      </w:r>
      <w:r w:rsidRPr="00C97209">
        <w:rPr>
          <w:spacing w:val="-3"/>
        </w:rPr>
        <w:t xml:space="preserve">requirements </w:t>
      </w:r>
      <w:r w:rsidRPr="00C97209">
        <w:rPr>
          <w:spacing w:val="-4"/>
        </w:rPr>
        <w:t xml:space="preserve">and docketed </w:t>
      </w:r>
      <w:r w:rsidRPr="00C97209">
        <w:t xml:space="preserve">commitments </w:t>
      </w:r>
      <w:r w:rsidRPr="00C97209">
        <w:rPr>
          <w:spacing w:val="-5"/>
        </w:rPr>
        <w:t xml:space="preserve">provide </w:t>
      </w:r>
      <w:r w:rsidRPr="00C97209">
        <w:rPr>
          <w:spacing w:val="-3"/>
        </w:rPr>
        <w:t xml:space="preserve">the </w:t>
      </w:r>
      <w:r w:rsidRPr="00C97209">
        <w:t xml:space="preserve">basis </w:t>
      </w:r>
      <w:r w:rsidRPr="00C97209">
        <w:rPr>
          <w:spacing w:val="-3"/>
        </w:rPr>
        <w:t xml:space="preserve">for the </w:t>
      </w:r>
      <w:r w:rsidRPr="00C97209">
        <w:t xml:space="preserve">licensee to conclude </w:t>
      </w:r>
      <w:r w:rsidRPr="00C97209">
        <w:rPr>
          <w:spacing w:val="-4"/>
        </w:rPr>
        <w:t xml:space="preserve">that </w:t>
      </w:r>
      <w:r w:rsidRPr="00C97209">
        <w:rPr>
          <w:spacing w:val="-3"/>
        </w:rPr>
        <w:t xml:space="preserve">spent </w:t>
      </w:r>
      <w:r w:rsidRPr="00C97209">
        <w:rPr>
          <w:spacing w:val="-4"/>
        </w:rPr>
        <w:t xml:space="preserve">fuel </w:t>
      </w:r>
      <w:r w:rsidRPr="00C97209">
        <w:t xml:space="preserve">storage will </w:t>
      </w:r>
      <w:r w:rsidRPr="00C97209">
        <w:rPr>
          <w:spacing w:val="-3"/>
        </w:rPr>
        <w:t xml:space="preserve">preclude </w:t>
      </w:r>
      <w:r w:rsidRPr="00C97209">
        <w:t xml:space="preserve">criticality. These </w:t>
      </w:r>
      <w:r w:rsidRPr="00C97209">
        <w:rPr>
          <w:spacing w:val="-3"/>
        </w:rPr>
        <w:t xml:space="preserve">requirements </w:t>
      </w:r>
      <w:r w:rsidRPr="00C97209">
        <w:rPr>
          <w:spacing w:val="-4"/>
        </w:rPr>
        <w:t xml:space="preserve">and </w:t>
      </w:r>
      <w:r w:rsidRPr="00C97209">
        <w:t xml:space="preserve">commitments could </w:t>
      </w:r>
      <w:r w:rsidRPr="00C97209">
        <w:rPr>
          <w:spacing w:val="-3"/>
        </w:rPr>
        <w:t xml:space="preserve">be </w:t>
      </w:r>
      <w:r w:rsidRPr="00C97209">
        <w:t xml:space="preserve">described </w:t>
      </w:r>
      <w:r w:rsidRPr="00C97209">
        <w:rPr>
          <w:spacing w:val="-3"/>
        </w:rPr>
        <w:t xml:space="preserve">in the </w:t>
      </w:r>
      <w:r w:rsidRPr="00C97209">
        <w:t xml:space="preserve">TS, </w:t>
      </w:r>
      <w:r>
        <w:rPr>
          <w:spacing w:val="-4"/>
        </w:rPr>
        <w:t xml:space="preserve">DSAR, </w:t>
      </w:r>
      <w:r w:rsidRPr="00C97209">
        <w:rPr>
          <w:spacing w:val="-3"/>
        </w:rPr>
        <w:t xml:space="preserve">or </w:t>
      </w:r>
      <w:r w:rsidRPr="00C97209">
        <w:rPr>
          <w:spacing w:val="-5"/>
        </w:rPr>
        <w:t xml:space="preserve">other </w:t>
      </w:r>
      <w:r w:rsidRPr="00C97209">
        <w:t xml:space="preserve">licensee documents. </w:t>
      </w:r>
      <w:r w:rsidRPr="00C97209">
        <w:rPr>
          <w:spacing w:val="-5"/>
        </w:rPr>
        <w:t xml:space="preserve">Nuclear </w:t>
      </w:r>
      <w:r w:rsidRPr="00C97209">
        <w:t xml:space="preserve">criticality safety </w:t>
      </w:r>
      <w:r w:rsidRPr="00C97209">
        <w:rPr>
          <w:spacing w:val="-3"/>
        </w:rPr>
        <w:t xml:space="preserve">(NCS) </w:t>
      </w:r>
      <w:r w:rsidRPr="00C97209">
        <w:rPr>
          <w:spacing w:val="-4"/>
        </w:rPr>
        <w:t xml:space="preserve">analyses </w:t>
      </w:r>
      <w:r w:rsidRPr="00C97209">
        <w:t xml:space="preserve">are </w:t>
      </w:r>
      <w:r w:rsidRPr="00C97209">
        <w:rPr>
          <w:spacing w:val="-3"/>
        </w:rPr>
        <w:t xml:space="preserve">usually documented in the </w:t>
      </w:r>
      <w:r w:rsidRPr="00C97209">
        <w:rPr>
          <w:spacing w:val="-4"/>
        </w:rPr>
        <w:t xml:space="preserve">FSARs </w:t>
      </w:r>
      <w:r w:rsidRPr="00C97209">
        <w:rPr>
          <w:spacing w:val="-3"/>
        </w:rPr>
        <w:t xml:space="preserve">for </w:t>
      </w:r>
      <w:r w:rsidRPr="00C97209">
        <w:rPr>
          <w:spacing w:val="-4"/>
        </w:rPr>
        <w:t xml:space="preserve">power </w:t>
      </w:r>
      <w:r w:rsidRPr="00C97209">
        <w:t xml:space="preserve">reactors </w:t>
      </w:r>
      <w:r w:rsidRPr="00C97209">
        <w:rPr>
          <w:spacing w:val="-4"/>
        </w:rPr>
        <w:t xml:space="preserve">and </w:t>
      </w:r>
      <w:r w:rsidRPr="00C97209">
        <w:t xml:space="preserve">are </w:t>
      </w:r>
      <w:r w:rsidRPr="00C97209">
        <w:rPr>
          <w:spacing w:val="-3"/>
        </w:rPr>
        <w:t xml:space="preserve">the </w:t>
      </w:r>
      <w:r w:rsidRPr="00C97209">
        <w:t xml:space="preserve">basis </w:t>
      </w:r>
      <w:r w:rsidRPr="00C97209">
        <w:rPr>
          <w:spacing w:val="-3"/>
        </w:rPr>
        <w:t xml:space="preserve">for demonstrating </w:t>
      </w:r>
      <w:r w:rsidRPr="00C97209">
        <w:t xml:space="preserve">compliance with </w:t>
      </w:r>
      <w:r w:rsidRPr="00C97209">
        <w:rPr>
          <w:spacing w:val="-5"/>
        </w:rPr>
        <w:t xml:space="preserve">plant </w:t>
      </w:r>
      <w:r w:rsidRPr="00C97209">
        <w:t xml:space="preserve">TS, compliance with </w:t>
      </w:r>
      <w:r w:rsidRPr="00C97209">
        <w:rPr>
          <w:spacing w:val="-4"/>
        </w:rPr>
        <w:t xml:space="preserve">NRC regulations, and </w:t>
      </w:r>
      <w:r w:rsidRPr="00C97209">
        <w:rPr>
          <w:spacing w:val="-6"/>
        </w:rPr>
        <w:t xml:space="preserve">an </w:t>
      </w:r>
      <w:r w:rsidRPr="00C97209">
        <w:rPr>
          <w:spacing w:val="-5"/>
        </w:rPr>
        <w:t xml:space="preserve">adequate </w:t>
      </w:r>
      <w:r w:rsidRPr="00C97209">
        <w:t xml:space="preserve">margin to criticality </w:t>
      </w:r>
      <w:r w:rsidRPr="00C97209">
        <w:rPr>
          <w:spacing w:val="-4"/>
        </w:rPr>
        <w:t xml:space="preserve">during both </w:t>
      </w:r>
      <w:r w:rsidRPr="00C97209">
        <w:t xml:space="preserve">normal </w:t>
      </w:r>
      <w:r w:rsidRPr="00C97209">
        <w:rPr>
          <w:spacing w:val="-5"/>
        </w:rPr>
        <w:t xml:space="preserve">operating </w:t>
      </w:r>
      <w:r w:rsidRPr="00C97209">
        <w:rPr>
          <w:spacing w:val="-4"/>
        </w:rPr>
        <w:t xml:space="preserve">conditions and </w:t>
      </w:r>
      <w:r w:rsidRPr="00C97209">
        <w:rPr>
          <w:spacing w:val="-2"/>
        </w:rPr>
        <w:t xml:space="preserve">design-basis </w:t>
      </w:r>
      <w:r w:rsidRPr="00C97209">
        <w:rPr>
          <w:spacing w:val="-4"/>
        </w:rPr>
        <w:t>events.</w:t>
      </w:r>
      <w:r>
        <w:rPr>
          <w:spacing w:val="-4"/>
        </w:rPr>
        <w:t xml:space="preserve"> This document is reviewed</w:t>
      </w:r>
      <w:r w:rsidRPr="00034F50">
        <w:t xml:space="preserve"> </w:t>
      </w:r>
      <w:r w:rsidR="00621F00">
        <w:t xml:space="preserve">by </w:t>
      </w:r>
      <w:r>
        <w:t>NRC headquarters and need not be reviewed as part of the inspection effort. Should any questions arise, contact the NRC project manager to arrange for technical support.</w:t>
      </w:r>
    </w:p>
    <w:p w14:paraId="6A102E63" w14:textId="5F671D81" w:rsidR="00F66D08" w:rsidRPr="00C97209" w:rsidRDefault="00F66D08" w:rsidP="00CD382C">
      <w:pPr>
        <w:pStyle w:val="BodyText3"/>
        <w:rPr>
          <w:spacing w:val="-3"/>
          <w:highlight w:val="yellow"/>
        </w:rPr>
      </w:pPr>
      <w:r w:rsidRPr="00C97209">
        <w:rPr>
          <w:spacing w:val="-3"/>
        </w:rPr>
        <w:t xml:space="preserve">The </w:t>
      </w:r>
      <w:r w:rsidRPr="00C97209">
        <w:rPr>
          <w:spacing w:val="-2"/>
        </w:rPr>
        <w:t xml:space="preserve">inspector </w:t>
      </w:r>
      <w:r w:rsidRPr="00C97209">
        <w:rPr>
          <w:spacing w:val="-3"/>
        </w:rPr>
        <w:t xml:space="preserve">should </w:t>
      </w:r>
      <w:r w:rsidRPr="00C97209">
        <w:t xml:space="preserve">also </w:t>
      </w:r>
      <w:r>
        <w:rPr>
          <w:spacing w:val="-4"/>
        </w:rPr>
        <w:t>determine whether</w:t>
      </w:r>
      <w:r w:rsidRPr="00C97209">
        <w:rPr>
          <w:spacing w:val="-4"/>
        </w:rPr>
        <w:t xml:space="preserve"> appropriate </w:t>
      </w:r>
      <w:r w:rsidRPr="00C97209">
        <w:rPr>
          <w:spacing w:val="-3"/>
        </w:rPr>
        <w:t xml:space="preserve">surveillance </w:t>
      </w:r>
      <w:r w:rsidRPr="00C97209">
        <w:t xml:space="preserve">programs are </w:t>
      </w:r>
      <w:r w:rsidRPr="00C97209">
        <w:rPr>
          <w:spacing w:val="-3"/>
        </w:rPr>
        <w:t xml:space="preserve">in </w:t>
      </w:r>
      <w:r w:rsidRPr="00C97209">
        <w:rPr>
          <w:spacing w:val="-2"/>
        </w:rPr>
        <w:t xml:space="preserve">place </w:t>
      </w:r>
      <w:r w:rsidRPr="00C97209">
        <w:t xml:space="preserve">to </w:t>
      </w:r>
      <w:r w:rsidRPr="00C97209">
        <w:rPr>
          <w:spacing w:val="-3"/>
        </w:rPr>
        <w:t xml:space="preserve">monitor </w:t>
      </w:r>
      <w:r w:rsidRPr="00C97209">
        <w:rPr>
          <w:spacing w:val="-5"/>
        </w:rPr>
        <w:t xml:space="preserve">potential degradation </w:t>
      </w:r>
      <w:r w:rsidRPr="00C97209">
        <w:rPr>
          <w:spacing w:val="-3"/>
        </w:rPr>
        <w:t xml:space="preserve">for the </w:t>
      </w:r>
      <w:r w:rsidRPr="00C97209">
        <w:rPr>
          <w:spacing w:val="-4"/>
        </w:rPr>
        <w:t xml:space="preserve">neutron </w:t>
      </w:r>
      <w:r w:rsidRPr="00C97209">
        <w:rPr>
          <w:spacing w:val="-3"/>
        </w:rPr>
        <w:t xml:space="preserve">absorbers in the </w:t>
      </w:r>
      <w:r w:rsidRPr="00C97209">
        <w:t xml:space="preserve">SFP. The inspector should </w:t>
      </w:r>
      <w:r>
        <w:t>determine whether</w:t>
      </w:r>
      <w:r w:rsidRPr="00C97209">
        <w:t xml:space="preserve"> the licensee has implemented the appropriate geometric arrangement of fuel based on restrictions </w:t>
      </w:r>
      <w:r w:rsidRPr="00C97209">
        <w:rPr>
          <w:spacing w:val="-3"/>
        </w:rPr>
        <w:t xml:space="preserve">on </w:t>
      </w:r>
      <w:r w:rsidRPr="00C97209">
        <w:rPr>
          <w:spacing w:val="-4"/>
        </w:rPr>
        <w:t xml:space="preserve">fuel </w:t>
      </w:r>
      <w:r w:rsidRPr="00C97209">
        <w:rPr>
          <w:spacing w:val="-3"/>
        </w:rPr>
        <w:t xml:space="preserve">placement </w:t>
      </w:r>
      <w:r w:rsidRPr="00C97209">
        <w:rPr>
          <w:spacing w:val="-4"/>
        </w:rPr>
        <w:t xml:space="preserve">included </w:t>
      </w:r>
      <w:r w:rsidRPr="00C97209">
        <w:rPr>
          <w:spacing w:val="-3"/>
        </w:rPr>
        <w:t xml:space="preserve">in the </w:t>
      </w:r>
      <w:r w:rsidRPr="00C97209">
        <w:t xml:space="preserve">TS, </w:t>
      </w:r>
      <w:r w:rsidRPr="00C97209">
        <w:rPr>
          <w:spacing w:val="-4"/>
        </w:rPr>
        <w:t>neutron</w:t>
      </w:r>
      <w:r w:rsidR="002236D2">
        <w:rPr>
          <w:spacing w:val="-4"/>
        </w:rPr>
        <w:noBreakHyphen/>
      </w:r>
      <w:r w:rsidRPr="00C97209">
        <w:rPr>
          <w:spacing w:val="-4"/>
        </w:rPr>
        <w:t xml:space="preserve">absorbing </w:t>
      </w:r>
      <w:r w:rsidRPr="00C97209">
        <w:t xml:space="preserve">materials, </w:t>
      </w:r>
      <w:r w:rsidRPr="00C97209">
        <w:rPr>
          <w:spacing w:val="-4"/>
        </w:rPr>
        <w:t xml:space="preserve">fuel </w:t>
      </w:r>
      <w:r w:rsidRPr="00C97209">
        <w:t xml:space="preserve">assembly characteristics </w:t>
      </w:r>
      <w:r w:rsidRPr="00C97209">
        <w:rPr>
          <w:spacing w:val="-3"/>
        </w:rPr>
        <w:t xml:space="preserve">(e.g., </w:t>
      </w:r>
      <w:r w:rsidRPr="00C97209">
        <w:rPr>
          <w:spacing w:val="-4"/>
        </w:rPr>
        <w:t xml:space="preserve">fuel design, </w:t>
      </w:r>
      <w:r w:rsidRPr="00C97209">
        <w:rPr>
          <w:spacing w:val="-5"/>
        </w:rPr>
        <w:t xml:space="preserve">initial </w:t>
      </w:r>
      <w:r w:rsidRPr="00C97209">
        <w:rPr>
          <w:spacing w:val="-3"/>
        </w:rPr>
        <w:t xml:space="preserve">enrichment, </w:t>
      </w:r>
      <w:r w:rsidRPr="00C97209">
        <w:rPr>
          <w:spacing w:val="-4"/>
        </w:rPr>
        <w:t xml:space="preserve">burn-up, and </w:t>
      </w:r>
      <w:r w:rsidRPr="00C97209">
        <w:rPr>
          <w:spacing w:val="-5"/>
        </w:rPr>
        <w:t xml:space="preserve">burnable </w:t>
      </w:r>
      <w:r w:rsidRPr="00C97209">
        <w:rPr>
          <w:spacing w:val="-4"/>
        </w:rPr>
        <w:t xml:space="preserve">neutron </w:t>
      </w:r>
      <w:r w:rsidRPr="00C97209">
        <w:rPr>
          <w:spacing w:val="-3"/>
        </w:rPr>
        <w:t xml:space="preserve">poison </w:t>
      </w:r>
      <w:r w:rsidRPr="00C97209">
        <w:rPr>
          <w:spacing w:val="-5"/>
        </w:rPr>
        <w:t xml:space="preserve">loading), </w:t>
      </w:r>
      <w:r w:rsidRPr="00C97209">
        <w:t xml:space="preserve">soluble </w:t>
      </w:r>
      <w:r w:rsidRPr="00C97209">
        <w:rPr>
          <w:spacing w:val="-4"/>
        </w:rPr>
        <w:t xml:space="preserve">boron </w:t>
      </w:r>
      <w:r w:rsidRPr="00C97209">
        <w:rPr>
          <w:spacing w:val="-3"/>
        </w:rPr>
        <w:t xml:space="preserve">concentration, </w:t>
      </w:r>
      <w:r w:rsidRPr="00C97209">
        <w:rPr>
          <w:spacing w:val="-4"/>
        </w:rPr>
        <w:t xml:space="preserve">and </w:t>
      </w:r>
      <w:r w:rsidRPr="00C97209">
        <w:t xml:space="preserve">accident </w:t>
      </w:r>
      <w:r w:rsidRPr="00C97209">
        <w:rPr>
          <w:spacing w:val="-4"/>
        </w:rPr>
        <w:t xml:space="preserve">conditions that </w:t>
      </w:r>
      <w:r w:rsidRPr="00C97209">
        <w:t xml:space="preserve">may affect </w:t>
      </w:r>
      <w:r w:rsidRPr="00C97209">
        <w:rPr>
          <w:spacing w:val="-4"/>
        </w:rPr>
        <w:t xml:space="preserve">one </w:t>
      </w:r>
      <w:r w:rsidRPr="00C97209">
        <w:rPr>
          <w:spacing w:val="-3"/>
        </w:rPr>
        <w:t xml:space="preserve">or </w:t>
      </w:r>
      <w:r w:rsidRPr="00C97209">
        <w:t xml:space="preserve">more </w:t>
      </w:r>
      <w:r w:rsidRPr="00C97209">
        <w:rPr>
          <w:spacing w:val="-3"/>
        </w:rPr>
        <w:t xml:space="preserve">of the preceding </w:t>
      </w:r>
      <w:r w:rsidRPr="00C97209">
        <w:t xml:space="preserve">characteristics. For soluble boron concentrations, inspectors should review several surveillance records to verify compliance with TS requirements as applicable. This review should include a review of </w:t>
      </w:r>
      <w:r w:rsidR="00C72E5D">
        <w:t xml:space="preserve">the </w:t>
      </w:r>
      <w:r w:rsidRPr="00C97209">
        <w:t xml:space="preserve">frequency of sampling and trending. </w:t>
      </w:r>
      <w:r w:rsidRPr="00C97209">
        <w:rPr>
          <w:spacing w:val="-4"/>
        </w:rPr>
        <w:t xml:space="preserve">Also, </w:t>
      </w:r>
      <w:r>
        <w:rPr>
          <w:spacing w:val="-4"/>
        </w:rPr>
        <w:t>determine whether</w:t>
      </w:r>
      <w:r w:rsidRPr="00C97209">
        <w:rPr>
          <w:spacing w:val="-4"/>
        </w:rPr>
        <w:t xml:space="preserve"> </w:t>
      </w:r>
      <w:r w:rsidRPr="00C97209">
        <w:rPr>
          <w:spacing w:val="-3"/>
        </w:rPr>
        <w:t xml:space="preserve">the </w:t>
      </w:r>
      <w:r w:rsidRPr="00C97209">
        <w:t xml:space="preserve">licensee </w:t>
      </w:r>
      <w:r w:rsidRPr="00C97209">
        <w:rPr>
          <w:spacing w:val="-4"/>
        </w:rPr>
        <w:t xml:space="preserve">has </w:t>
      </w:r>
      <w:r w:rsidRPr="00C97209">
        <w:rPr>
          <w:spacing w:val="-5"/>
        </w:rPr>
        <w:t xml:space="preserve">identified </w:t>
      </w:r>
      <w:r w:rsidRPr="00C97209">
        <w:t xml:space="preserve">each assembly </w:t>
      </w:r>
      <w:r w:rsidRPr="00C97209">
        <w:rPr>
          <w:spacing w:val="-3"/>
        </w:rPr>
        <w:t xml:space="preserve">placed in the </w:t>
      </w:r>
      <w:r w:rsidRPr="00C97209">
        <w:t xml:space="preserve">SFP, recorded </w:t>
      </w:r>
      <w:r w:rsidRPr="00C97209">
        <w:rPr>
          <w:spacing w:val="-3"/>
        </w:rPr>
        <w:t xml:space="preserve">the </w:t>
      </w:r>
      <w:r w:rsidRPr="00C97209">
        <w:t xml:space="preserve">parameters </w:t>
      </w:r>
      <w:r w:rsidRPr="00C97209">
        <w:rPr>
          <w:spacing w:val="-4"/>
        </w:rPr>
        <w:t xml:space="preserve">and </w:t>
      </w:r>
      <w:r w:rsidRPr="00C97209">
        <w:t xml:space="preserve">characteristics </w:t>
      </w:r>
      <w:r w:rsidRPr="00C97209">
        <w:rPr>
          <w:spacing w:val="-3"/>
        </w:rPr>
        <w:t xml:space="preserve">of </w:t>
      </w:r>
      <w:r w:rsidRPr="00C97209">
        <w:t xml:space="preserve">each assembly, </w:t>
      </w:r>
      <w:r w:rsidRPr="00C97209">
        <w:rPr>
          <w:spacing w:val="-4"/>
        </w:rPr>
        <w:t xml:space="preserve">and maintained </w:t>
      </w:r>
      <w:r w:rsidRPr="00C97209">
        <w:t xml:space="preserve">a record </w:t>
      </w:r>
      <w:r w:rsidRPr="00C97209">
        <w:rPr>
          <w:spacing w:val="-3"/>
        </w:rPr>
        <w:t xml:space="preserve">of </w:t>
      </w:r>
      <w:r w:rsidRPr="00C97209">
        <w:t xml:space="preserve">each </w:t>
      </w:r>
      <w:r w:rsidRPr="00C97209">
        <w:rPr>
          <w:spacing w:val="-4"/>
        </w:rPr>
        <w:t xml:space="preserve">fuel </w:t>
      </w:r>
      <w:r w:rsidRPr="00C97209">
        <w:t xml:space="preserve">assembly </w:t>
      </w:r>
      <w:r w:rsidRPr="00C97209">
        <w:rPr>
          <w:spacing w:val="-3"/>
        </w:rPr>
        <w:t xml:space="preserve">as </w:t>
      </w:r>
      <w:r w:rsidRPr="00C97209">
        <w:t xml:space="preserve">a </w:t>
      </w:r>
      <w:r w:rsidRPr="00C97209">
        <w:rPr>
          <w:spacing w:val="-3"/>
        </w:rPr>
        <w:t xml:space="preserve">controlled document. </w:t>
      </w:r>
      <w:r w:rsidRPr="00C97209">
        <w:t xml:space="preserve">Observe </w:t>
      </w:r>
      <w:r w:rsidRPr="00C97209">
        <w:rPr>
          <w:spacing w:val="-3"/>
        </w:rPr>
        <w:t xml:space="preserve">the material </w:t>
      </w:r>
      <w:r w:rsidRPr="00C97209">
        <w:rPr>
          <w:spacing w:val="-4"/>
        </w:rPr>
        <w:t xml:space="preserve">condition </w:t>
      </w:r>
      <w:r w:rsidRPr="00C97209">
        <w:rPr>
          <w:spacing w:val="-3"/>
        </w:rPr>
        <w:t xml:space="preserve">of the visible portion of the </w:t>
      </w:r>
      <w:r w:rsidRPr="00C97209">
        <w:t xml:space="preserve">SFP </w:t>
      </w:r>
      <w:r w:rsidRPr="00C97209">
        <w:rPr>
          <w:spacing w:val="-3"/>
        </w:rPr>
        <w:t xml:space="preserve">walls </w:t>
      </w:r>
      <w:r w:rsidRPr="00C97209">
        <w:t xml:space="preserve">where </w:t>
      </w:r>
      <w:r w:rsidRPr="00C97209">
        <w:rPr>
          <w:spacing w:val="-4"/>
        </w:rPr>
        <w:t xml:space="preserve">boron </w:t>
      </w:r>
      <w:r w:rsidRPr="00C97209">
        <w:rPr>
          <w:spacing w:val="-3"/>
        </w:rPr>
        <w:t xml:space="preserve">is in </w:t>
      </w:r>
      <w:r w:rsidRPr="00C97209">
        <w:t xml:space="preserve">use to ensure </w:t>
      </w:r>
      <w:r w:rsidRPr="00C97209">
        <w:rPr>
          <w:spacing w:val="-3"/>
        </w:rPr>
        <w:t xml:space="preserve">there is no </w:t>
      </w:r>
      <w:r w:rsidRPr="00C97209">
        <w:rPr>
          <w:spacing w:val="-4"/>
        </w:rPr>
        <w:t xml:space="preserve">exposed boric </w:t>
      </w:r>
      <w:r w:rsidRPr="00C97209">
        <w:t xml:space="preserve">acid </w:t>
      </w:r>
      <w:r w:rsidRPr="00C97209">
        <w:rPr>
          <w:spacing w:val="-4"/>
        </w:rPr>
        <w:t>related</w:t>
      </w:r>
      <w:r w:rsidRPr="00C97209">
        <w:t xml:space="preserve"> corrosion. </w:t>
      </w:r>
      <w:r w:rsidRPr="00C97209">
        <w:rPr>
          <w:spacing w:val="-9"/>
        </w:rPr>
        <w:t xml:space="preserve">If </w:t>
      </w:r>
      <w:r w:rsidRPr="00C97209">
        <w:rPr>
          <w:spacing w:val="-4"/>
        </w:rPr>
        <w:t xml:space="preserve">applicable, verify </w:t>
      </w:r>
      <w:r w:rsidRPr="00C97209">
        <w:rPr>
          <w:spacing w:val="-3"/>
        </w:rPr>
        <w:t xml:space="preserve">by </w:t>
      </w:r>
      <w:r w:rsidRPr="00C97209">
        <w:rPr>
          <w:spacing w:val="-4"/>
        </w:rPr>
        <w:t xml:space="preserve">review </w:t>
      </w:r>
      <w:r w:rsidRPr="00C97209">
        <w:rPr>
          <w:spacing w:val="-3"/>
        </w:rPr>
        <w:t xml:space="preserve">of </w:t>
      </w:r>
      <w:r w:rsidRPr="00C97209">
        <w:t xml:space="preserve">selected records </w:t>
      </w:r>
      <w:r w:rsidRPr="00C97209">
        <w:rPr>
          <w:spacing w:val="-4"/>
        </w:rPr>
        <w:t xml:space="preserve">that </w:t>
      </w:r>
      <w:r w:rsidRPr="00C97209">
        <w:rPr>
          <w:spacing w:val="-3"/>
        </w:rPr>
        <w:t xml:space="preserve">the </w:t>
      </w:r>
      <w:r w:rsidRPr="00C97209">
        <w:t xml:space="preserve">SFP </w:t>
      </w:r>
      <w:r w:rsidRPr="00C97209">
        <w:rPr>
          <w:spacing w:val="-4"/>
        </w:rPr>
        <w:t xml:space="preserve">boron </w:t>
      </w:r>
      <w:r w:rsidRPr="00C97209">
        <w:rPr>
          <w:spacing w:val="-3"/>
        </w:rPr>
        <w:t xml:space="preserve">concentration </w:t>
      </w:r>
      <w:r w:rsidRPr="00C97209">
        <w:t xml:space="preserve">satisfies </w:t>
      </w:r>
      <w:r w:rsidRPr="00C97209">
        <w:rPr>
          <w:spacing w:val="-3"/>
        </w:rPr>
        <w:t xml:space="preserve">the </w:t>
      </w:r>
      <w:r w:rsidRPr="00C97209">
        <w:t>TS</w:t>
      </w:r>
      <w:r w:rsidRPr="00C97209">
        <w:rPr>
          <w:spacing w:val="-15"/>
        </w:rPr>
        <w:t xml:space="preserve"> </w:t>
      </w:r>
      <w:r w:rsidRPr="00C97209">
        <w:rPr>
          <w:spacing w:val="-3"/>
        </w:rPr>
        <w:t>requirements.</w:t>
      </w:r>
    </w:p>
    <w:p w14:paraId="1F874BD7" w14:textId="77777777" w:rsidR="00F66D08" w:rsidRPr="00C97209" w:rsidRDefault="00F66D08" w:rsidP="00CD382C">
      <w:pPr>
        <w:pStyle w:val="BodyText3"/>
      </w:pPr>
      <w:r w:rsidRPr="00C97209">
        <w:rPr>
          <w:spacing w:val="-4"/>
        </w:rPr>
        <w:t xml:space="preserve">Engineered </w:t>
      </w:r>
      <w:r w:rsidRPr="00C97209">
        <w:rPr>
          <w:spacing w:val="-3"/>
        </w:rPr>
        <w:t xml:space="preserve">design </w:t>
      </w:r>
      <w:r w:rsidRPr="00C97209">
        <w:rPr>
          <w:spacing w:val="-4"/>
        </w:rPr>
        <w:t xml:space="preserve">features that </w:t>
      </w:r>
      <w:r w:rsidRPr="00C97209">
        <w:rPr>
          <w:spacing w:val="-3"/>
        </w:rPr>
        <w:t xml:space="preserve">maintain </w:t>
      </w:r>
      <w:r w:rsidRPr="00C97209">
        <w:t xml:space="preserve">acceptable </w:t>
      </w:r>
      <w:r w:rsidRPr="00C97209">
        <w:rPr>
          <w:spacing w:val="-3"/>
        </w:rPr>
        <w:t xml:space="preserve">geometry </w:t>
      </w:r>
      <w:r w:rsidRPr="00C97209">
        <w:t xml:space="preserve">to ensure sub-criticality will </w:t>
      </w:r>
      <w:r w:rsidRPr="00C97209">
        <w:rPr>
          <w:spacing w:val="-5"/>
        </w:rPr>
        <w:t xml:space="preserve">generally </w:t>
      </w:r>
      <w:r w:rsidRPr="00C97209">
        <w:rPr>
          <w:spacing w:val="-6"/>
        </w:rPr>
        <w:t xml:space="preserve">involve </w:t>
      </w:r>
      <w:r w:rsidRPr="00C97209">
        <w:rPr>
          <w:spacing w:val="-4"/>
        </w:rPr>
        <w:t xml:space="preserve">fuel </w:t>
      </w:r>
      <w:r w:rsidRPr="00C97209">
        <w:t>assembly rack spacing, Bora-</w:t>
      </w:r>
      <w:r w:rsidRPr="00C97209">
        <w:rPr>
          <w:spacing w:val="-4"/>
        </w:rPr>
        <w:t xml:space="preserve">flex </w:t>
      </w:r>
      <w:r w:rsidRPr="00C97209">
        <w:rPr>
          <w:spacing w:val="-3"/>
        </w:rPr>
        <w:t xml:space="preserve">or </w:t>
      </w:r>
      <w:r w:rsidRPr="00C97209">
        <w:rPr>
          <w:spacing w:val="-5"/>
        </w:rPr>
        <w:t xml:space="preserve">other </w:t>
      </w:r>
      <w:r w:rsidRPr="00C97209">
        <w:rPr>
          <w:spacing w:val="-4"/>
        </w:rPr>
        <w:t xml:space="preserve">permanent neutron </w:t>
      </w:r>
      <w:r w:rsidRPr="00C97209">
        <w:t xml:space="preserve">absorbers, </w:t>
      </w:r>
      <w:r w:rsidRPr="00C97209">
        <w:rPr>
          <w:spacing w:val="-4"/>
        </w:rPr>
        <w:t xml:space="preserve">and </w:t>
      </w:r>
      <w:r w:rsidRPr="00C97209">
        <w:rPr>
          <w:spacing w:val="-3"/>
        </w:rPr>
        <w:t xml:space="preserve">physical design </w:t>
      </w:r>
      <w:r w:rsidRPr="00C97209">
        <w:t xml:space="preserve">features. </w:t>
      </w:r>
      <w:r w:rsidRPr="00C97209">
        <w:rPr>
          <w:spacing w:val="-4"/>
        </w:rPr>
        <w:t xml:space="preserve">Administrative </w:t>
      </w:r>
      <w:r w:rsidRPr="00C97209">
        <w:rPr>
          <w:spacing w:val="-3"/>
        </w:rPr>
        <w:t xml:space="preserve">considerations </w:t>
      </w:r>
      <w:r w:rsidRPr="00C97209">
        <w:t xml:space="preserve">may </w:t>
      </w:r>
      <w:r w:rsidRPr="00C97209">
        <w:rPr>
          <w:spacing w:val="-3"/>
        </w:rPr>
        <w:t xml:space="preserve">include procedural precautions, </w:t>
      </w:r>
      <w:r w:rsidRPr="00C97209">
        <w:t xml:space="preserve">instructions, water </w:t>
      </w:r>
      <w:r w:rsidRPr="00C97209">
        <w:rPr>
          <w:spacing w:val="-3"/>
        </w:rPr>
        <w:t xml:space="preserve">temperature control, </w:t>
      </w:r>
      <w:r w:rsidRPr="00C97209">
        <w:rPr>
          <w:spacing w:val="-4"/>
        </w:rPr>
        <w:t xml:space="preserve">and </w:t>
      </w:r>
      <w:r w:rsidRPr="00C97209">
        <w:rPr>
          <w:spacing w:val="-5"/>
        </w:rPr>
        <w:t xml:space="preserve">dual </w:t>
      </w:r>
      <w:r w:rsidRPr="00C97209">
        <w:rPr>
          <w:spacing w:val="-4"/>
        </w:rPr>
        <w:t xml:space="preserve">verifications </w:t>
      </w:r>
      <w:r w:rsidRPr="00C97209">
        <w:rPr>
          <w:spacing w:val="-3"/>
        </w:rPr>
        <w:t xml:space="preserve">for </w:t>
      </w:r>
      <w:r w:rsidRPr="00C97209">
        <w:rPr>
          <w:spacing w:val="-4"/>
        </w:rPr>
        <w:t>fuel</w:t>
      </w:r>
      <w:r w:rsidRPr="00C97209">
        <w:rPr>
          <w:spacing w:val="53"/>
        </w:rPr>
        <w:t xml:space="preserve"> </w:t>
      </w:r>
      <w:r w:rsidRPr="00C97209">
        <w:rPr>
          <w:spacing w:val="-5"/>
        </w:rPr>
        <w:t xml:space="preserve">loading </w:t>
      </w:r>
      <w:r w:rsidRPr="00C97209">
        <w:rPr>
          <w:spacing w:val="-4"/>
        </w:rPr>
        <w:t xml:space="preserve">and </w:t>
      </w:r>
      <w:r w:rsidRPr="00C97209">
        <w:t xml:space="preserve">transfers. Seismic </w:t>
      </w:r>
      <w:r w:rsidRPr="00C97209">
        <w:rPr>
          <w:spacing w:val="-3"/>
        </w:rPr>
        <w:t xml:space="preserve">considerations </w:t>
      </w:r>
      <w:r w:rsidRPr="00C97209">
        <w:rPr>
          <w:spacing w:val="-4"/>
        </w:rPr>
        <w:t xml:space="preserve">and </w:t>
      </w:r>
      <w:r w:rsidRPr="00C97209">
        <w:rPr>
          <w:spacing w:val="-6"/>
        </w:rPr>
        <w:t xml:space="preserve">heavy </w:t>
      </w:r>
      <w:r w:rsidRPr="00C97209">
        <w:rPr>
          <w:spacing w:val="-5"/>
        </w:rPr>
        <w:t xml:space="preserve">load handling </w:t>
      </w:r>
      <w:r w:rsidRPr="00C97209">
        <w:rPr>
          <w:spacing w:val="-4"/>
        </w:rPr>
        <w:t xml:space="preserve">limitations (including bridge and </w:t>
      </w:r>
      <w:r w:rsidRPr="00C97209">
        <w:t xml:space="preserve">crane </w:t>
      </w:r>
      <w:r w:rsidRPr="00C97209">
        <w:rPr>
          <w:spacing w:val="-3"/>
        </w:rPr>
        <w:t xml:space="preserve">interlocks) </w:t>
      </w:r>
      <w:r w:rsidRPr="00C97209">
        <w:t xml:space="preserve">will </w:t>
      </w:r>
      <w:r w:rsidRPr="00C97209">
        <w:rPr>
          <w:spacing w:val="-5"/>
        </w:rPr>
        <w:t xml:space="preserve">generally </w:t>
      </w:r>
      <w:r w:rsidRPr="00C97209">
        <w:rPr>
          <w:spacing w:val="-3"/>
        </w:rPr>
        <w:t xml:space="preserve">be </w:t>
      </w:r>
      <w:r w:rsidRPr="00C97209">
        <w:rPr>
          <w:spacing w:val="-4"/>
        </w:rPr>
        <w:t xml:space="preserve">required </w:t>
      </w:r>
      <w:r w:rsidRPr="00C97209">
        <w:t xml:space="preserve">to </w:t>
      </w:r>
      <w:r w:rsidRPr="00C97209">
        <w:rPr>
          <w:spacing w:val="-3"/>
        </w:rPr>
        <w:t xml:space="preserve">preclude </w:t>
      </w:r>
      <w:r w:rsidRPr="00C97209">
        <w:t xml:space="preserve">a </w:t>
      </w:r>
      <w:r w:rsidRPr="00C97209">
        <w:rPr>
          <w:spacing w:val="-4"/>
        </w:rPr>
        <w:t xml:space="preserve">fuel </w:t>
      </w:r>
      <w:r w:rsidRPr="00C97209">
        <w:rPr>
          <w:spacing w:val="-5"/>
        </w:rPr>
        <w:t xml:space="preserve">handling </w:t>
      </w:r>
      <w:r w:rsidRPr="00C97209">
        <w:rPr>
          <w:spacing w:val="-6"/>
        </w:rPr>
        <w:t xml:space="preserve">event </w:t>
      </w:r>
      <w:r w:rsidRPr="00C97209">
        <w:rPr>
          <w:spacing w:val="-4"/>
        </w:rPr>
        <w:t xml:space="preserve">that has </w:t>
      </w:r>
      <w:r w:rsidRPr="00C97209">
        <w:rPr>
          <w:spacing w:val="-3"/>
        </w:rPr>
        <w:t xml:space="preserve">the </w:t>
      </w:r>
      <w:r w:rsidRPr="00C97209">
        <w:rPr>
          <w:spacing w:val="-5"/>
        </w:rPr>
        <w:t xml:space="preserve">potential </w:t>
      </w:r>
      <w:r w:rsidRPr="00C97209">
        <w:rPr>
          <w:spacing w:val="-3"/>
        </w:rPr>
        <w:t xml:space="preserve">for </w:t>
      </w:r>
      <w:r w:rsidRPr="00C97209">
        <w:t xml:space="preserve">crushing </w:t>
      </w:r>
      <w:r w:rsidRPr="00C97209">
        <w:rPr>
          <w:spacing w:val="-4"/>
        </w:rPr>
        <w:t xml:space="preserve">fuel </w:t>
      </w:r>
      <w:r w:rsidRPr="00C97209">
        <w:t xml:space="preserve">assemblies </w:t>
      </w:r>
      <w:r w:rsidRPr="00C97209">
        <w:rPr>
          <w:spacing w:val="-4"/>
        </w:rPr>
        <w:t xml:space="preserve">into </w:t>
      </w:r>
      <w:r w:rsidRPr="00C97209">
        <w:t xml:space="preserve">a critical </w:t>
      </w:r>
      <w:r w:rsidRPr="00C97209">
        <w:rPr>
          <w:spacing w:val="-4"/>
        </w:rPr>
        <w:t>geometry.</w:t>
      </w:r>
    </w:p>
    <w:p w14:paraId="40482CC6" w14:textId="340E93E5" w:rsidR="00F66D08" w:rsidRDefault="00F66D08" w:rsidP="00CD382C">
      <w:pPr>
        <w:pStyle w:val="Heading2"/>
      </w:pPr>
      <w:r w:rsidRPr="00394DE6">
        <w:lastRenderedPageBreak/>
        <w:t>0</w:t>
      </w:r>
      <w:r>
        <w:t>3</w:t>
      </w:r>
      <w:r w:rsidRPr="00394DE6">
        <w:t>.0</w:t>
      </w:r>
      <w:r>
        <w:t>3</w:t>
      </w:r>
      <w:r>
        <w:tab/>
      </w:r>
      <w:r w:rsidRPr="005B60CF">
        <w:rPr>
          <w:u w:val="single"/>
        </w:rPr>
        <w:t>SFP Operation and Power Supply</w:t>
      </w:r>
    </w:p>
    <w:p w14:paraId="5BD7F2E3" w14:textId="77777777" w:rsidR="00F66D08" w:rsidRPr="00BB21D8" w:rsidRDefault="00F66D08" w:rsidP="00BC1B7D">
      <w:pPr>
        <w:pStyle w:val="Requirement"/>
        <w:rPr>
          <w:b w:val="0"/>
          <w:bCs w:val="0"/>
        </w:rPr>
      </w:pPr>
      <w:r w:rsidRPr="00BB21D8">
        <w:rPr>
          <w:bCs w:val="0"/>
        </w:rPr>
        <w:t>Verify the expected SFP operational strategy and observe work, as available.</w:t>
      </w:r>
    </w:p>
    <w:p w14:paraId="0ADC6C65" w14:textId="77777777" w:rsidR="00F66D08" w:rsidRPr="004B1D5B" w:rsidRDefault="00F66D08" w:rsidP="00BC1B7D">
      <w:pPr>
        <w:pStyle w:val="SpecificGuidance"/>
        <w:rPr>
          <w:spacing w:val="-3"/>
        </w:rPr>
      </w:pPr>
      <w:r>
        <w:rPr>
          <w:spacing w:val="-3"/>
        </w:rPr>
        <w:t>Specific Guidance</w:t>
      </w:r>
    </w:p>
    <w:p w14:paraId="6EFCD38E" w14:textId="1E2EDA98" w:rsidR="00F66D08" w:rsidRPr="00C3569A" w:rsidRDefault="00F66D08" w:rsidP="00CD382C">
      <w:pPr>
        <w:pStyle w:val="BodyText3"/>
      </w:pPr>
      <w:r w:rsidRPr="00C97209">
        <w:rPr>
          <w:spacing w:val="-3"/>
        </w:rPr>
        <w:t xml:space="preserve">Ascertain </w:t>
      </w:r>
      <w:r w:rsidRPr="00C97209">
        <w:t xml:space="preserve">whether SFP </w:t>
      </w:r>
      <w:r w:rsidRPr="00C97209">
        <w:rPr>
          <w:spacing w:val="-5"/>
        </w:rPr>
        <w:t xml:space="preserve">operation </w:t>
      </w:r>
      <w:r w:rsidRPr="00C97209">
        <w:rPr>
          <w:spacing w:val="-3"/>
        </w:rPr>
        <w:t xml:space="preserve">is </w:t>
      </w:r>
      <w:r w:rsidRPr="00C97209">
        <w:rPr>
          <w:spacing w:val="-6"/>
        </w:rPr>
        <w:t>adequate</w:t>
      </w:r>
      <w:r w:rsidRPr="00C97209">
        <w:t xml:space="preserve">. The inspector should review the </w:t>
      </w:r>
      <w:r>
        <w:t>SFP</w:t>
      </w:r>
      <w:r w:rsidRPr="00C97209">
        <w:t xml:space="preserve"> cooling lineup and walk down the system. </w:t>
      </w:r>
      <w:r>
        <w:t xml:space="preserve">The inspector should consider reviewing applicable licensee procedures, </w:t>
      </w:r>
      <w:r w:rsidRPr="00394DE6">
        <w:t xml:space="preserve">drawings, and </w:t>
      </w:r>
      <w:r>
        <w:t xml:space="preserve">DSAR </w:t>
      </w:r>
      <w:r w:rsidRPr="00394DE6">
        <w:t xml:space="preserve">descriptions regarding </w:t>
      </w:r>
      <w:r>
        <w:t xml:space="preserve">SFP </w:t>
      </w:r>
      <w:r w:rsidRPr="00394DE6">
        <w:t>operation and power supplies</w:t>
      </w:r>
      <w:r>
        <w:t xml:space="preserve"> prior to the walkdown.</w:t>
      </w:r>
      <w:r w:rsidR="00244489" w:rsidRPr="00244489">
        <w:t xml:space="preserve"> </w:t>
      </w:r>
      <w:r w:rsidR="009A07F3">
        <w:t>The inspector s</w:t>
      </w:r>
      <w:r w:rsidR="00244489" w:rsidRPr="00244489">
        <w:t xml:space="preserve">hould also review flow, piping, and instruments to ensure no discrepancies that could impact functionality </w:t>
      </w:r>
      <w:r w:rsidR="009A07F3">
        <w:t>o</w:t>
      </w:r>
      <w:r w:rsidR="00244489" w:rsidRPr="00244489">
        <w:t xml:space="preserve">f </w:t>
      </w:r>
      <w:r w:rsidR="009A07F3">
        <w:t xml:space="preserve">the </w:t>
      </w:r>
      <w:r w:rsidR="00244489" w:rsidRPr="00244489">
        <w:t>system</w:t>
      </w:r>
      <w:r w:rsidR="009A07F3">
        <w:t>.</w:t>
      </w:r>
      <w:r w:rsidR="006307A4" w:rsidRPr="006307A4">
        <w:t xml:space="preserve"> The inspector should verify that electrical power is available as required, including any backup systems. Further guidance for system alignments can be found in IP 71111.04, “Equipment Alignment.”</w:t>
      </w:r>
      <w:r w:rsidRPr="00C97209">
        <w:t xml:space="preserve"> The focus of the walkdown should be on system line up as well as material condition and housekeeping. During the walk down, the inspector should verify the SSCs do not exhibit defects, such as corrosion, cracks, leakage, missing fasteners, and degraded insulation that would impact function. Also, verify that valves are correctly positioned and the system is otherwise in a lineup expected for the current state of the SFP. </w:t>
      </w:r>
      <w:r>
        <w:t xml:space="preserve">Inspectors should consider whether SSCs are in locations that could be subject to temperature fluctuations, specifically where cold weather could adversely affect SFP cooling or other SSCs related to safe storage of spent fuel. See NRC </w:t>
      </w:r>
      <w:r w:rsidRPr="00C97209">
        <w:t xml:space="preserve">Bulletin </w:t>
      </w:r>
      <w:r w:rsidRPr="00C97209">
        <w:rPr>
          <w:spacing w:val="-3"/>
        </w:rPr>
        <w:t xml:space="preserve">94-01, “Potential Fuel Pool Draindown Caused by </w:t>
      </w:r>
      <w:r w:rsidRPr="00C3569A">
        <w:t>Inadequate Maintenance Practices at Dresden Unit 1</w:t>
      </w:r>
      <w:r w:rsidR="002236D2">
        <w:t>,</w:t>
      </w:r>
      <w:r w:rsidRPr="00C3569A">
        <w:t>” for insights on a near miss event caused by adverse temperature conditions. Review any outstanding maintenance work requests on the system and any deficiencies that could affect the system’s ability to perform its function(s).</w:t>
      </w:r>
    </w:p>
    <w:p w14:paraId="443586CA" w14:textId="472C400C" w:rsidR="00F66D08" w:rsidRDefault="00F66D08" w:rsidP="00CD382C">
      <w:pPr>
        <w:pStyle w:val="BodyText3"/>
      </w:pPr>
      <w:r w:rsidRPr="00D22268">
        <w:t xml:space="preserve">Evaluate any modifications made to SFP operations, including temporary modifications. This could include changes made to electrical system operation, SFP cooling, etc. Evaluate any modifications and determine if the licensee appropriately assessed any differences in operation via the 10 CFR 50.59 process. The inspector should evaluate </w:t>
      </w:r>
      <w:r w:rsidRPr="00C97209">
        <w:t xml:space="preserve">these </w:t>
      </w:r>
      <w:r w:rsidRPr="00D22268">
        <w:t xml:space="preserve">changes </w:t>
      </w:r>
      <w:r w:rsidRPr="00C97209">
        <w:t xml:space="preserve">to system </w:t>
      </w:r>
      <w:r w:rsidRPr="00D22268">
        <w:t xml:space="preserve">operation and </w:t>
      </w:r>
      <w:r w:rsidRPr="00C97209">
        <w:t xml:space="preserve">ascertain </w:t>
      </w:r>
      <w:r w:rsidRPr="00D22268">
        <w:t xml:space="preserve">whether the changes </w:t>
      </w:r>
      <w:r w:rsidRPr="00C97209">
        <w:t>were</w:t>
      </w:r>
      <w:r w:rsidRPr="00D22268">
        <w:t xml:space="preserve"> appropriate. Identify situations </w:t>
      </w:r>
      <w:r w:rsidRPr="00C97209">
        <w:t xml:space="preserve">where </w:t>
      </w:r>
      <w:r w:rsidRPr="00D22268">
        <w:t xml:space="preserve">differing operational </w:t>
      </w:r>
      <w:r w:rsidRPr="00C97209">
        <w:t xml:space="preserve">strategies, system line-ups, etc., which may </w:t>
      </w:r>
      <w:r w:rsidRPr="00D22268">
        <w:t xml:space="preserve">be outside the original </w:t>
      </w:r>
      <w:r w:rsidRPr="00C97209">
        <w:t xml:space="preserve">system </w:t>
      </w:r>
      <w:r w:rsidRPr="00D22268">
        <w:t xml:space="preserve">design and operating </w:t>
      </w:r>
      <w:r w:rsidRPr="00C97209">
        <w:t xml:space="preserve">parameters, could </w:t>
      </w:r>
      <w:r w:rsidRPr="00D22268">
        <w:t xml:space="preserve">be detrimental </w:t>
      </w:r>
      <w:r w:rsidRPr="00C97209">
        <w:t xml:space="preserve">to </w:t>
      </w:r>
      <w:r w:rsidRPr="00D22268">
        <w:t xml:space="preserve">long-term </w:t>
      </w:r>
      <w:r w:rsidRPr="00C97209">
        <w:t xml:space="preserve">system </w:t>
      </w:r>
      <w:r w:rsidRPr="00D22268">
        <w:t xml:space="preserve">operability or </w:t>
      </w:r>
      <w:r w:rsidRPr="00C97209">
        <w:t xml:space="preserve">safe </w:t>
      </w:r>
      <w:r w:rsidRPr="00D22268">
        <w:t xml:space="preserve">fuel storage. Time spent reviewing </w:t>
      </w:r>
      <w:r w:rsidR="000D5EA3">
        <w:t xml:space="preserve">10 CFR </w:t>
      </w:r>
      <w:r w:rsidRPr="00D22268">
        <w:t>50.59 screenings and evaluations and engineering modification packages should be charged to the appropriate inspection procedure. Time spent observing work in the SFP, surrounding areas, or applicable SSCs can be charged to this procedure.</w:t>
      </w:r>
    </w:p>
    <w:p w14:paraId="162A6187" w14:textId="147C7FF1" w:rsidR="00987FEF" w:rsidRPr="00D22268" w:rsidRDefault="00987FEF" w:rsidP="00937EA7">
      <w:pPr>
        <w:pStyle w:val="BodyText3"/>
      </w:pPr>
      <w:r w:rsidRPr="00A75236">
        <w:t>Additional guidance associated with 10 CFR 50.59 can be found in IMC 0335, “</w:t>
      </w:r>
      <w:r w:rsidRPr="00714EF7">
        <w:t>Changes, Tests, and Experiments</w:t>
      </w:r>
      <w:r w:rsidR="000D5EA3">
        <w:t>,</w:t>
      </w:r>
      <w:r w:rsidRPr="00A75236">
        <w:t>” and IP 71111.18, “</w:t>
      </w:r>
      <w:r w:rsidRPr="00154C06">
        <w:t>Plant Modifications</w:t>
      </w:r>
      <w:r w:rsidR="000D5EA3">
        <w:t>.</w:t>
      </w:r>
      <w:r w:rsidRPr="00A75236">
        <w:t>”</w:t>
      </w:r>
    </w:p>
    <w:p w14:paraId="6E6A3D10" w14:textId="4273FB12" w:rsidR="00F66D08" w:rsidRPr="004B1D5B" w:rsidRDefault="00F66D08" w:rsidP="00CD382C">
      <w:pPr>
        <w:pStyle w:val="BodyText3"/>
        <w:rPr>
          <w:spacing w:val="-3"/>
        </w:rPr>
      </w:pPr>
      <w:r w:rsidRPr="00C97209">
        <w:rPr>
          <w:spacing w:val="-3"/>
        </w:rPr>
        <w:t xml:space="preserve">During </w:t>
      </w:r>
      <w:r w:rsidRPr="00C97209">
        <w:rPr>
          <w:spacing w:val="-4"/>
        </w:rPr>
        <w:t xml:space="preserve">fuel </w:t>
      </w:r>
      <w:r w:rsidRPr="00C97209">
        <w:t xml:space="preserve">movement or other </w:t>
      </w:r>
      <w:r>
        <w:t>SFP</w:t>
      </w:r>
      <w:r w:rsidRPr="00C97209">
        <w:t xml:space="preserve"> activities</w:t>
      </w:r>
      <w:r w:rsidRPr="00C97209">
        <w:rPr>
          <w:spacing w:val="-3"/>
        </w:rPr>
        <w:t xml:space="preserve">, the inspection effort should </w:t>
      </w:r>
      <w:r w:rsidRPr="00C97209">
        <w:t xml:space="preserve">assess whether </w:t>
      </w:r>
      <w:r w:rsidRPr="00C97209">
        <w:rPr>
          <w:spacing w:val="-4"/>
        </w:rPr>
        <w:t>the</w:t>
      </w:r>
      <w:r w:rsidRPr="00C97209">
        <w:rPr>
          <w:spacing w:val="-5"/>
        </w:rPr>
        <w:t xml:space="preserve"> </w:t>
      </w:r>
      <w:r w:rsidRPr="00C97209">
        <w:rPr>
          <w:spacing w:val="-4"/>
        </w:rPr>
        <w:t xml:space="preserve">activities </w:t>
      </w:r>
      <w:r w:rsidRPr="00C97209">
        <w:t xml:space="preserve">are </w:t>
      </w:r>
      <w:r w:rsidRPr="00C97209">
        <w:rPr>
          <w:spacing w:val="-3"/>
        </w:rPr>
        <w:t xml:space="preserve">conducted safely </w:t>
      </w:r>
      <w:r w:rsidRPr="00C97209">
        <w:rPr>
          <w:spacing w:val="-4"/>
        </w:rPr>
        <w:t xml:space="preserve">and </w:t>
      </w:r>
      <w:r w:rsidRPr="00C97209">
        <w:rPr>
          <w:spacing w:val="-3"/>
        </w:rPr>
        <w:t xml:space="preserve">in </w:t>
      </w:r>
      <w:r w:rsidRPr="00C97209">
        <w:t xml:space="preserve">accordance with </w:t>
      </w:r>
      <w:r w:rsidRPr="00C97209">
        <w:rPr>
          <w:spacing w:val="-3"/>
        </w:rPr>
        <w:t xml:space="preserve">the facility licensing </w:t>
      </w:r>
      <w:r w:rsidRPr="00C97209">
        <w:t xml:space="preserve">basis </w:t>
      </w:r>
      <w:r w:rsidRPr="00C97209">
        <w:rPr>
          <w:spacing w:val="-5"/>
        </w:rPr>
        <w:t xml:space="preserve">and/or </w:t>
      </w:r>
      <w:r w:rsidRPr="00C97209">
        <w:rPr>
          <w:spacing w:val="-3"/>
        </w:rPr>
        <w:t xml:space="preserve">the </w:t>
      </w:r>
      <w:r>
        <w:rPr>
          <w:spacing w:val="-2"/>
        </w:rPr>
        <w:t>DS</w:t>
      </w:r>
      <w:r w:rsidRPr="00C97209">
        <w:rPr>
          <w:spacing w:val="-2"/>
        </w:rPr>
        <w:t xml:space="preserve">AR, </w:t>
      </w:r>
      <w:r w:rsidRPr="00C97209">
        <w:rPr>
          <w:spacing w:val="-3"/>
        </w:rPr>
        <w:t xml:space="preserve">as </w:t>
      </w:r>
      <w:r w:rsidRPr="00C97209">
        <w:rPr>
          <w:spacing w:val="-4"/>
        </w:rPr>
        <w:t>applicable. This includes</w:t>
      </w:r>
      <w:r w:rsidRPr="00C97209">
        <w:t xml:space="preserve"> licensee control </w:t>
      </w:r>
      <w:r w:rsidRPr="00C97209">
        <w:rPr>
          <w:spacing w:val="-3"/>
        </w:rPr>
        <w:t xml:space="preserve">of </w:t>
      </w:r>
      <w:r w:rsidRPr="00C97209">
        <w:rPr>
          <w:spacing w:val="-6"/>
        </w:rPr>
        <w:t xml:space="preserve">heavy </w:t>
      </w:r>
      <w:r w:rsidRPr="00C97209">
        <w:rPr>
          <w:spacing w:val="-5"/>
        </w:rPr>
        <w:t xml:space="preserve">loads </w:t>
      </w:r>
      <w:r w:rsidRPr="00C97209">
        <w:rPr>
          <w:spacing w:val="-3"/>
        </w:rPr>
        <w:t xml:space="preserve">in the </w:t>
      </w:r>
      <w:r w:rsidRPr="00C97209">
        <w:rPr>
          <w:spacing w:val="-4"/>
        </w:rPr>
        <w:t xml:space="preserve">vicinity </w:t>
      </w:r>
      <w:r w:rsidRPr="00C97209">
        <w:rPr>
          <w:spacing w:val="-3"/>
        </w:rPr>
        <w:t xml:space="preserve">of the </w:t>
      </w:r>
      <w:r w:rsidRPr="00C97209">
        <w:t xml:space="preserve">SFP. </w:t>
      </w:r>
      <w:r w:rsidRPr="00C97209">
        <w:rPr>
          <w:spacing w:val="-3"/>
        </w:rPr>
        <w:t xml:space="preserve">The </w:t>
      </w:r>
      <w:r w:rsidRPr="00C97209">
        <w:rPr>
          <w:spacing w:val="-2"/>
        </w:rPr>
        <w:t xml:space="preserve">inspector </w:t>
      </w:r>
      <w:r w:rsidRPr="00C97209">
        <w:rPr>
          <w:spacing w:val="-3"/>
        </w:rPr>
        <w:t xml:space="preserve">should </w:t>
      </w:r>
      <w:r w:rsidRPr="00C97209">
        <w:rPr>
          <w:spacing w:val="-4"/>
        </w:rPr>
        <w:t xml:space="preserve">review </w:t>
      </w:r>
      <w:r w:rsidRPr="00C97209">
        <w:rPr>
          <w:spacing w:val="-3"/>
        </w:rPr>
        <w:t xml:space="preserve">the </w:t>
      </w:r>
      <w:r w:rsidRPr="00C97209">
        <w:t xml:space="preserve">licensee's </w:t>
      </w:r>
      <w:r w:rsidRPr="00C97209">
        <w:rPr>
          <w:spacing w:val="-5"/>
        </w:rPr>
        <w:t xml:space="preserve">plans </w:t>
      </w:r>
      <w:r w:rsidRPr="00C97209">
        <w:rPr>
          <w:spacing w:val="-4"/>
        </w:rPr>
        <w:t>and analys</w:t>
      </w:r>
      <w:r w:rsidR="0044423D">
        <w:rPr>
          <w:spacing w:val="-4"/>
        </w:rPr>
        <w:t>e</w:t>
      </w:r>
      <w:r w:rsidRPr="00C97209">
        <w:rPr>
          <w:spacing w:val="-4"/>
        </w:rPr>
        <w:t xml:space="preserve">s </w:t>
      </w:r>
      <w:r w:rsidRPr="00C97209">
        <w:rPr>
          <w:spacing w:val="-3"/>
        </w:rPr>
        <w:t xml:space="preserve">for </w:t>
      </w:r>
      <w:r w:rsidRPr="00C97209">
        <w:rPr>
          <w:spacing w:val="-4"/>
        </w:rPr>
        <w:t xml:space="preserve">lifting and rigging </w:t>
      </w:r>
      <w:r w:rsidRPr="00C97209">
        <w:rPr>
          <w:spacing w:val="-3"/>
        </w:rPr>
        <w:t xml:space="preserve">of </w:t>
      </w:r>
      <w:r w:rsidRPr="00C97209">
        <w:rPr>
          <w:spacing w:val="-6"/>
        </w:rPr>
        <w:t xml:space="preserve">heavy </w:t>
      </w:r>
      <w:r w:rsidRPr="00C97209">
        <w:rPr>
          <w:spacing w:val="-5"/>
        </w:rPr>
        <w:t xml:space="preserve">loads </w:t>
      </w:r>
      <w:r w:rsidRPr="00C97209">
        <w:t xml:space="preserve">to </w:t>
      </w:r>
      <w:r w:rsidRPr="00C97209">
        <w:rPr>
          <w:spacing w:val="-4"/>
        </w:rPr>
        <w:t xml:space="preserve">verify that </w:t>
      </w:r>
      <w:r w:rsidRPr="00C97209">
        <w:rPr>
          <w:spacing w:val="-3"/>
        </w:rPr>
        <w:t xml:space="preserve">the </w:t>
      </w:r>
      <w:r w:rsidRPr="00C97209">
        <w:t xml:space="preserve">safe </w:t>
      </w:r>
      <w:r w:rsidRPr="00C97209">
        <w:rPr>
          <w:spacing w:val="-5"/>
        </w:rPr>
        <w:t xml:space="preserve">load </w:t>
      </w:r>
      <w:r w:rsidRPr="00C97209">
        <w:rPr>
          <w:spacing w:val="-4"/>
        </w:rPr>
        <w:t xml:space="preserve">path analysis </w:t>
      </w:r>
      <w:r w:rsidRPr="00C97209">
        <w:rPr>
          <w:spacing w:val="-3"/>
        </w:rPr>
        <w:t xml:space="preserve">for </w:t>
      </w:r>
      <w:r w:rsidRPr="00C97209">
        <w:rPr>
          <w:spacing w:val="-4"/>
        </w:rPr>
        <w:t xml:space="preserve">any </w:t>
      </w:r>
      <w:r w:rsidRPr="00C97209">
        <w:rPr>
          <w:spacing w:val="-3"/>
        </w:rPr>
        <w:t xml:space="preserve">component removal </w:t>
      </w:r>
      <w:r w:rsidRPr="00C97209">
        <w:rPr>
          <w:spacing w:val="-5"/>
        </w:rPr>
        <w:t xml:space="preserve">and/or </w:t>
      </w:r>
      <w:r w:rsidRPr="00C97209">
        <w:rPr>
          <w:spacing w:val="-4"/>
        </w:rPr>
        <w:t xml:space="preserve">reinstallation </w:t>
      </w:r>
      <w:r w:rsidRPr="00C97209">
        <w:rPr>
          <w:spacing w:val="-3"/>
        </w:rPr>
        <w:t xml:space="preserve">is technically sound </w:t>
      </w:r>
      <w:r w:rsidRPr="00C97209">
        <w:rPr>
          <w:spacing w:val="-4"/>
        </w:rPr>
        <w:t xml:space="preserve">and </w:t>
      </w:r>
      <w:r w:rsidRPr="00C97209">
        <w:t xml:space="preserve">consistent with </w:t>
      </w:r>
      <w:r w:rsidRPr="00C97209">
        <w:rPr>
          <w:spacing w:val="-3"/>
        </w:rPr>
        <w:t xml:space="preserve">the </w:t>
      </w:r>
      <w:r w:rsidRPr="00C97209">
        <w:rPr>
          <w:spacing w:val="-4"/>
        </w:rPr>
        <w:t xml:space="preserve">facility’s </w:t>
      </w:r>
      <w:r w:rsidRPr="00C97209">
        <w:rPr>
          <w:spacing w:val="-3"/>
        </w:rPr>
        <w:t xml:space="preserve">licensing </w:t>
      </w:r>
      <w:r w:rsidRPr="00C97209">
        <w:t xml:space="preserve">basis. </w:t>
      </w:r>
      <w:r w:rsidRPr="00C97209">
        <w:rPr>
          <w:spacing w:val="-5"/>
        </w:rPr>
        <w:t xml:space="preserve">Appropriate </w:t>
      </w:r>
      <w:r w:rsidRPr="00C97209">
        <w:t xml:space="preserve">instructions, </w:t>
      </w:r>
      <w:r w:rsidRPr="00C97209">
        <w:rPr>
          <w:spacing w:val="-3"/>
        </w:rPr>
        <w:t xml:space="preserve">precautions, </w:t>
      </w:r>
      <w:r w:rsidRPr="00C97209">
        <w:rPr>
          <w:spacing w:val="-4"/>
        </w:rPr>
        <w:t xml:space="preserve">and prerequisites </w:t>
      </w:r>
      <w:r w:rsidRPr="00C97209">
        <w:rPr>
          <w:spacing w:val="-3"/>
        </w:rPr>
        <w:t xml:space="preserve">should be established </w:t>
      </w:r>
      <w:r w:rsidRPr="00C97209">
        <w:t xml:space="preserve">to assure </w:t>
      </w:r>
      <w:r w:rsidRPr="00C97209">
        <w:rPr>
          <w:spacing w:val="-4"/>
        </w:rPr>
        <w:t xml:space="preserve">that </w:t>
      </w:r>
      <w:r w:rsidRPr="00C97209">
        <w:t xml:space="preserve">TS </w:t>
      </w:r>
      <w:r w:rsidRPr="00C97209">
        <w:rPr>
          <w:spacing w:val="-3"/>
        </w:rPr>
        <w:t xml:space="preserve">requirements </w:t>
      </w:r>
      <w:r w:rsidRPr="00C97209">
        <w:t xml:space="preserve">are met </w:t>
      </w:r>
      <w:r w:rsidRPr="00C97209">
        <w:rPr>
          <w:spacing w:val="-4"/>
        </w:rPr>
        <w:t xml:space="preserve">and </w:t>
      </w:r>
      <w:r w:rsidRPr="00C97209">
        <w:t xml:space="preserve">the worst-case </w:t>
      </w:r>
      <w:r w:rsidRPr="00C97209">
        <w:rPr>
          <w:spacing w:val="-4"/>
        </w:rPr>
        <w:t xml:space="preserve">fuel </w:t>
      </w:r>
      <w:r w:rsidRPr="00C97209">
        <w:rPr>
          <w:spacing w:val="-3"/>
        </w:rPr>
        <w:t xml:space="preserve">damage </w:t>
      </w:r>
      <w:r w:rsidRPr="00C97209">
        <w:rPr>
          <w:spacing w:val="-4"/>
        </w:rPr>
        <w:t xml:space="preserve">and </w:t>
      </w:r>
      <w:r w:rsidRPr="00C97209">
        <w:t xml:space="preserve">dose </w:t>
      </w:r>
      <w:r w:rsidRPr="00C97209">
        <w:rPr>
          <w:spacing w:val="-5"/>
        </w:rPr>
        <w:t xml:space="preserve">generation </w:t>
      </w:r>
      <w:r w:rsidRPr="00C97209">
        <w:rPr>
          <w:spacing w:val="-3"/>
        </w:rPr>
        <w:t xml:space="preserve">would </w:t>
      </w:r>
      <w:r w:rsidRPr="00C97209">
        <w:rPr>
          <w:spacing w:val="-4"/>
        </w:rPr>
        <w:t xml:space="preserve">not exceed </w:t>
      </w:r>
      <w:r w:rsidRPr="00C97209">
        <w:rPr>
          <w:spacing w:val="-3"/>
        </w:rPr>
        <w:t xml:space="preserve">the </w:t>
      </w:r>
      <w:r w:rsidRPr="00C97209">
        <w:t xml:space="preserve">associated safety </w:t>
      </w:r>
      <w:r w:rsidRPr="00C97209">
        <w:rPr>
          <w:spacing w:val="-4"/>
        </w:rPr>
        <w:t xml:space="preserve">and </w:t>
      </w:r>
      <w:r w:rsidRPr="00C97209">
        <w:t>criticality</w:t>
      </w:r>
      <w:r w:rsidRPr="00C97209">
        <w:rPr>
          <w:spacing w:val="-17"/>
        </w:rPr>
        <w:t xml:space="preserve"> </w:t>
      </w:r>
      <w:r w:rsidRPr="00C97209">
        <w:rPr>
          <w:spacing w:val="-3"/>
        </w:rPr>
        <w:t>analyses.</w:t>
      </w:r>
    </w:p>
    <w:p w14:paraId="5B0BABE8" w14:textId="4A09B466" w:rsidR="00F66D08" w:rsidRPr="00C97209" w:rsidRDefault="00F66D08" w:rsidP="00CD382C">
      <w:pPr>
        <w:pStyle w:val="BodyText3"/>
      </w:pPr>
      <w:r w:rsidRPr="00C97209">
        <w:lastRenderedPageBreak/>
        <w:t xml:space="preserve">Review the spent fuel related credible accidents in the facility safety analysis report and verify that the assumptions made are still valid considering the current plant configuration. </w:t>
      </w:r>
      <w:r>
        <w:t>Inspectors should review impacts to wet storage of spent nuclear fuel during losses of offsite power or other operational issues under this requirement.</w:t>
      </w:r>
    </w:p>
    <w:p w14:paraId="3E703AF2" w14:textId="715A8013" w:rsidR="00F66D08" w:rsidRDefault="00F66D08" w:rsidP="00CD382C">
      <w:pPr>
        <w:pStyle w:val="Heading2"/>
      </w:pPr>
      <w:r w:rsidRPr="00394DE6">
        <w:t>0</w:t>
      </w:r>
      <w:r>
        <w:t>3</w:t>
      </w:r>
      <w:r w:rsidRPr="00394DE6">
        <w:t>.0</w:t>
      </w:r>
      <w:r>
        <w:t>4</w:t>
      </w:r>
      <w:r w:rsidRPr="00394DE6">
        <w:tab/>
      </w:r>
      <w:r w:rsidRPr="00DE3C6C">
        <w:rPr>
          <w:u w:val="single"/>
        </w:rPr>
        <w:t>Implementation of the Maintenance Rule (10 CFR 50.65)</w:t>
      </w:r>
    </w:p>
    <w:p w14:paraId="6EC5BF32" w14:textId="37F03CA2" w:rsidR="00F66D08" w:rsidRDefault="00F66D08" w:rsidP="005B60CF">
      <w:pPr>
        <w:pStyle w:val="Requirement"/>
      </w:pPr>
      <w:r>
        <w:t>Verify that the licensee appropriately scopes in, conducts maintenance, assesses and manages risk, and addresses SSC performance or condition problems within the scope of the Maintenance Rule.</w:t>
      </w:r>
    </w:p>
    <w:p w14:paraId="70FA4DC2" w14:textId="1652E3B4" w:rsidR="00F66D08" w:rsidRPr="00FB52A7" w:rsidRDefault="00F66D08" w:rsidP="00BC1B7D">
      <w:pPr>
        <w:pStyle w:val="SpecificGuidance"/>
      </w:pPr>
      <w:r w:rsidRPr="00FB52A7">
        <w:t>Specific Guidance</w:t>
      </w:r>
    </w:p>
    <w:p w14:paraId="2B247C67" w14:textId="141CCBA8" w:rsidR="00F66D08" w:rsidRPr="00C97209" w:rsidRDefault="00F66D08" w:rsidP="00CD382C">
      <w:pPr>
        <w:pStyle w:val="BodyText3"/>
      </w:pPr>
      <w:r w:rsidRPr="00C97209">
        <w:t xml:space="preserve">Except where the licensee proposes an acceptable alternative method for complying with specific portions of the Maintenance Rule (10 CFR 50.65), the methods described in Regulatory Guide 1.160, "Monitoring the Effectiveness of Maintenance at Nuclear Power Plants," should be used to evaluate the effectiveness of the licensee in implementing the requirements as stated in 50.65. This regulatory guide endorses NUMARC 93-01, "Industry Guideline for Monitoring the Effectiveness of Maintenance at Nuclear Power Plants," and provides methods acceptable to the NRC for complying with the requirements of the rule. Inspection Procedure 71111.12, “Maintenance Effectiveness,” can be used, specifically </w:t>
      </w:r>
      <w:r w:rsidR="00151781">
        <w:t>S</w:t>
      </w:r>
      <w:r w:rsidRPr="00C97209">
        <w:t>ection 03.01 and Appendices B and C as reference material and Appendix A for issue disposition. Inspectors should consider soliciting regional subject matter experts as necessary, including for review of any proposed violations.</w:t>
      </w:r>
    </w:p>
    <w:p w14:paraId="7A78B5BD" w14:textId="7673B65B" w:rsidR="00F66D08" w:rsidRPr="00C97209" w:rsidRDefault="00F66D08" w:rsidP="00CD382C">
      <w:pPr>
        <w:pStyle w:val="BodyText3"/>
      </w:pPr>
      <w:r w:rsidRPr="00C97209">
        <w:t>For licensees who have submitted the 10 CFR 50.82(a)(1) certifications or equivalent, the Maintenance Rule applies to those SSC’s associated with the storage, control and maintenance of spent fuel.</w:t>
      </w:r>
      <w:r>
        <w:t xml:space="preserve"> </w:t>
      </w:r>
      <w:r w:rsidRPr="00C97209">
        <w:t>For example, a licensee could establish SFP leakage monitoring; measure and trend concrete crack or spalling propagation; SFP heat exchanger performance; SFP pump capacity, vibration, or differential pressure testing; ventilation capacity and differential pressure testing; and radiation monitoring surveillance testing.</w:t>
      </w:r>
    </w:p>
    <w:p w14:paraId="6E1FA74E" w14:textId="5CB85D48" w:rsidR="00F66D08" w:rsidRPr="00C97209" w:rsidRDefault="00F66D08" w:rsidP="00CD382C">
      <w:pPr>
        <w:pStyle w:val="BodyText3"/>
      </w:pPr>
      <w:r w:rsidRPr="00C97209">
        <w:t>Verify that the licensee has implemented SSC monitoring as required by 10 CFR 50.65(a)(1). This program is required to monitor the performance or conditions of SSC’s monitored under (a)(1) against established goals, in a manner sufficient to provide reasonable assurance that such SSCs are capable of fulfilling their intended functions. These goals (i.e.</w:t>
      </w:r>
      <w:r w:rsidR="004A1E86">
        <w:t>,</w:t>
      </w:r>
      <w:r w:rsidRPr="00C97209">
        <w:t xml:space="preserve"> performance objectives) are required to be commensurate with safety and, where practical, take into account industry-wide experience. For example, for fuel handling equipment, a licensee monitoring program could include visual and capacity testing, freedom of motion, or limit switch testing. A licensee should assess whether their fuel handling equipment, grapple, jib crane, polar crane, and spent fuel maintenance inspection stand are required to be monitored under (a)(1). For criticality control monitoring, a licensee could survey SFP boron concentration, SFP temperature, or spent fuel rack or Bora-flex integrity, as appropriate. For monitoring of the SFP liner integrity, a licensee could analytically assess the SFP evaporation rate, survey chemistry control limits, or perform groundwater monitoring.</w:t>
      </w:r>
    </w:p>
    <w:p w14:paraId="0B502F9B" w14:textId="5F024598" w:rsidR="00F66D08" w:rsidRPr="00C97209" w:rsidRDefault="00F66D08" w:rsidP="00CD382C">
      <w:pPr>
        <w:pStyle w:val="BodyText3"/>
      </w:pPr>
      <w:r w:rsidRPr="00C97209">
        <w:t xml:space="preserve">Also, a licensee undergoing decommissioning may utilize probabilistic risk assessment (PRA) information or Individual Plant Examination (IPE) insights in the determination of safety significance; however, the use of PRA information by decommissioning licensees for safety determinations is not required. Refer to NUMARC 93-01 and Regulatory </w:t>
      </w:r>
      <w:r w:rsidRPr="00C97209">
        <w:lastRenderedPageBreak/>
        <w:t>Guide</w:t>
      </w:r>
      <w:r w:rsidR="000E67B0">
        <w:t> </w:t>
      </w:r>
      <w:r w:rsidRPr="00C97209">
        <w:t>1.160 for additional details on the use of PRA information. The program shall require the implementation of appropriate corrective actions when the performance of an SSC does not meet established goals.</w:t>
      </w:r>
    </w:p>
    <w:p w14:paraId="716A180F" w14:textId="6A188B83" w:rsidR="00F66D08" w:rsidRPr="00C97209" w:rsidRDefault="00F66D08" w:rsidP="00CD382C">
      <w:pPr>
        <w:pStyle w:val="BodyText3"/>
      </w:pPr>
      <w:r w:rsidRPr="00C97209">
        <w:t xml:space="preserve">The monitoring of an SSC as specified in paragraph (a)(1) is not required if the licensee demonstrates that the performance or condition of the SSC is being effectively controlled through the performance of appropriate preventive maintenance so that the SSC can perform its intended function. Paragraph (a)(2) of the </w:t>
      </w:r>
      <w:r>
        <w:t>M</w:t>
      </w:r>
      <w:r w:rsidRPr="00C97209">
        <w:t xml:space="preserve">aintenance </w:t>
      </w:r>
      <w:r>
        <w:t>R</w:t>
      </w:r>
      <w:r w:rsidRPr="00C97209">
        <w:t>ule allows the licensee to demonstrate that the performance or condition of an SSC can be effectively controlled through the performance of appropriate preventative maintenance, such that the SSC remains capable of performing its intended function. Or the SSC could be inherently reliable and of low safety significance</w:t>
      </w:r>
      <w:r w:rsidR="00A72B82">
        <w:t>. T</w:t>
      </w:r>
      <w:r w:rsidRPr="00C97209">
        <w:t>herefore, preventative maintenance may not be required. For those SSCs that are within the scope of the rule but are not monitored under paragraph (a)(1), verify that appropriate preventative maintenance is demonstrated through implementation of paragraph (a)(2).</w:t>
      </w:r>
    </w:p>
    <w:p w14:paraId="7BB26BF7" w14:textId="77777777" w:rsidR="00F66D08" w:rsidRPr="00C97209" w:rsidRDefault="00F66D08" w:rsidP="00CD382C">
      <w:pPr>
        <w:pStyle w:val="BodyText3"/>
      </w:pPr>
      <w:r>
        <w:t>Determine whether</w:t>
      </w:r>
      <w:r w:rsidRPr="00C97209">
        <w:t xml:space="preserve"> the licensee has established appropriate performance criteria and monitoring to demonstrate that the performance or condition of the SSC is effectively controlled through the performance of preventive maintenance. It is expected that most monitoring will be done at the plant, system, or train level rather than at the component level. In cases where a specific component has been identified as the cause of multiple system maintenance preventable failures, the licensee may elect to monitor at the component level. Parameters monitored at the system or train level could include temperature, pressure, flow velocity, voltage, current, or vibration, as well as availability and/or reliability. Train level monitoring provides a method of addressing degraded performance of a single train even though the system function is still available. For low safety significant SSCs, monitoring at the availability/reliability level may be sufficient.</w:t>
      </w:r>
    </w:p>
    <w:p w14:paraId="151C6593" w14:textId="092FA060" w:rsidR="00F66D08" w:rsidRPr="00C97209" w:rsidRDefault="00F66D08" w:rsidP="00CD382C">
      <w:pPr>
        <w:pStyle w:val="BodyText3"/>
      </w:pPr>
      <w:r w:rsidRPr="00C97209">
        <w:t xml:space="preserve">Evaluate whether the licensee has appropriately screened the selected SSCs associated with the storage, control, and maintenance of spent fuel and that the licensee has determined whether they are within </w:t>
      </w:r>
      <w:r w:rsidR="0073617B">
        <w:t xml:space="preserve">the </w:t>
      </w:r>
      <w:r w:rsidRPr="00C97209">
        <w:t>scope of the Maintenance Rule. The inspector should independently review the licensee accident analysis as described in the FSAR, PSDAR, or licensee procedures to identify the SSCs that could be within scope.</w:t>
      </w:r>
    </w:p>
    <w:p w14:paraId="01E89810" w14:textId="77777777" w:rsidR="00F66D08" w:rsidRPr="00C97209" w:rsidRDefault="00F66D08" w:rsidP="00CD382C">
      <w:pPr>
        <w:pStyle w:val="BodyText3"/>
      </w:pPr>
      <w:r>
        <w:t>Determine whether</w:t>
      </w:r>
      <w:r w:rsidRPr="00C97209">
        <w:t xml:space="preserve"> the licensee is periodically evaluating and assessing the performance of their SSCs as required by 50.65(a)(3).</w:t>
      </w:r>
    </w:p>
    <w:p w14:paraId="4D101655" w14:textId="5B0C8896" w:rsidR="00F66D08" w:rsidRPr="00C97209" w:rsidRDefault="00F66D08" w:rsidP="00CD382C">
      <w:pPr>
        <w:pStyle w:val="BodyText3"/>
      </w:pPr>
      <w:r>
        <w:t xml:space="preserve">As available, consider reviewing maintenance activities (including but not limited to surveillances, post-maintenance testing, and corrective and preventative maintenance) and determine whether the licensee has assessed and managed the increase in risk that may result from the proposed maintenance activity in accordance with 50.65(a)(4). </w:t>
      </w:r>
      <w:r w:rsidRPr="00C97209">
        <w:t xml:space="preserve">Further guidance on reviewing risk assessments can be found in </w:t>
      </w:r>
      <w:r w:rsidR="009C2819">
        <w:t>S</w:t>
      </w:r>
      <w:r w:rsidRPr="00C97209">
        <w:t>ection 03.01 of IP</w:t>
      </w:r>
      <w:bookmarkStart w:id="0" w:name="_Hlk200025018"/>
      <w:r w:rsidR="009C2819">
        <w:t> </w:t>
      </w:r>
      <w:r w:rsidRPr="00C97209">
        <w:t>71111.13, “Maintenance Risk Assessments and Emergent Work Control.”</w:t>
      </w:r>
      <w:bookmarkEnd w:id="0"/>
    </w:p>
    <w:p w14:paraId="0CED3921" w14:textId="47EF2827" w:rsidR="00F66D08" w:rsidRDefault="00F66D08" w:rsidP="00CD382C">
      <w:pPr>
        <w:pStyle w:val="Heading2"/>
      </w:pPr>
      <w:r w:rsidRPr="00394DE6">
        <w:lastRenderedPageBreak/>
        <w:t>0</w:t>
      </w:r>
      <w:r>
        <w:t>3</w:t>
      </w:r>
      <w:r w:rsidRPr="00394DE6">
        <w:t>.0</w:t>
      </w:r>
      <w:r>
        <w:t>5</w:t>
      </w:r>
      <w:r w:rsidRPr="00394DE6">
        <w:tab/>
      </w:r>
      <w:r w:rsidRPr="00DE3C6C">
        <w:rPr>
          <w:u w:val="single"/>
        </w:rPr>
        <w:t>Problem Identification and Resolution</w:t>
      </w:r>
    </w:p>
    <w:p w14:paraId="608D0B31" w14:textId="77777777" w:rsidR="00F66D08" w:rsidRPr="00BB21D8" w:rsidRDefault="00F66D08" w:rsidP="00B21EAE">
      <w:pPr>
        <w:pStyle w:val="Requirement"/>
        <w:keepLines/>
        <w:rPr>
          <w:b w:val="0"/>
        </w:rPr>
      </w:pPr>
      <w:r w:rsidRPr="00BB21D8">
        <w:t>Verify that the licensee is identifying problems related to SFP activities at an appropriate threshold and entering them into the corrective action program. If applicable, for a sample of problems documented in the corrective action program, verify that the licensee has identified and implemented appropriate corrective actions.</w:t>
      </w:r>
    </w:p>
    <w:p w14:paraId="19132D6C" w14:textId="77777777" w:rsidR="00F66D08" w:rsidRDefault="00F66D08" w:rsidP="00BC1B7D">
      <w:pPr>
        <w:pStyle w:val="SpecificGuidance"/>
      </w:pPr>
      <w:r>
        <w:t>Specific Guidance</w:t>
      </w:r>
    </w:p>
    <w:p w14:paraId="28E9CD42" w14:textId="046D388C" w:rsidR="00F66D08" w:rsidRPr="00A833E0" w:rsidRDefault="00F66D08" w:rsidP="00CD382C">
      <w:pPr>
        <w:pStyle w:val="BodyText3"/>
      </w:pPr>
      <w:r>
        <w:t>Consider reviewing a sampling of corrective action program entries regarding missed or failed surveillances, foreign material exclusion in the SFP, issues with risk-significant SSCs, and abnormal incidents such as an unexpected draindown of SFP inventory, a dropped spent fuel bundle, and placement of a spent fuel bundle contrary to the site criticality analysis.</w:t>
      </w:r>
    </w:p>
    <w:p w14:paraId="3A4337D6" w14:textId="77777777" w:rsidR="00F66D08" w:rsidRPr="00F97C44" w:rsidRDefault="00F66D08" w:rsidP="00CD382C">
      <w:pPr>
        <w:pStyle w:val="Heading1"/>
      </w:pPr>
      <w:r w:rsidRPr="00C97209">
        <w:t>60801-04</w:t>
      </w:r>
      <w:r w:rsidRPr="00C97209">
        <w:tab/>
      </w:r>
      <w:r w:rsidRPr="00F97C44">
        <w:t>RESOURCE ESTIMATE</w:t>
      </w:r>
    </w:p>
    <w:p w14:paraId="09D2152C" w14:textId="77777777" w:rsidR="00F66D08" w:rsidRPr="00CD382C" w:rsidRDefault="00F66D08" w:rsidP="00CD382C">
      <w:pPr>
        <w:pStyle w:val="BodyText"/>
      </w:pPr>
      <w:r w:rsidRPr="00C97209">
        <w:rPr>
          <w:spacing w:val="-6"/>
        </w:rPr>
        <w:t>N</w:t>
      </w:r>
      <w:r w:rsidRPr="00CD382C">
        <w:t>ote that for all decommissioning inspection activities, the frequency of performance, level of effort needed, and specific inspection requirements to be evaluated and verified vary based on the stage of decommissioning at the facility, the scope of licensee activities, and the overall decommissioning strategy chosen for the plant (i.e., SAFSTOR or DECON). IMC 2561 contains a discussion of the expected inspection frequency and resource estimates during each phase of decommissioning and should be used when planning resources to conduct this inspection.</w:t>
      </w:r>
    </w:p>
    <w:p w14:paraId="186E7425" w14:textId="3CE44000" w:rsidR="00F66D08" w:rsidRPr="00D20159" w:rsidRDefault="00F66D08" w:rsidP="00CD382C">
      <w:pPr>
        <w:pStyle w:val="Heading1"/>
      </w:pPr>
      <w:r w:rsidRPr="00C97209">
        <w:t>60801-05</w:t>
      </w:r>
      <w:r w:rsidRPr="00C97209">
        <w:tab/>
      </w:r>
      <w:r w:rsidRPr="00D20159">
        <w:t>PROCEDURE COMPLETION</w:t>
      </w:r>
    </w:p>
    <w:p w14:paraId="6D9AF4F2" w14:textId="446FA7F8" w:rsidR="00F66D08" w:rsidRPr="00C97209" w:rsidRDefault="003E3551" w:rsidP="00F66D08">
      <w:pPr>
        <w:pStyle w:val="BodyText"/>
      </w:pPr>
      <w:r w:rsidRPr="003E3551">
        <w:t>Inspection procedure completion is based on completion of the inspection procedure requirements at the frequency specified in IMC 2561</w:t>
      </w:r>
      <w:r w:rsidR="000F3622">
        <w:t>,</w:t>
      </w:r>
      <w:r w:rsidRPr="003E3551">
        <w:t xml:space="preserve"> Appendix A. </w:t>
      </w:r>
      <w:r w:rsidR="00F66D08" w:rsidRPr="00C97209">
        <w:t xml:space="preserve">Inspection findings, open items, follow-up items, and conclusions shall be documented in </w:t>
      </w:r>
      <w:r w:rsidR="00F66D08" w:rsidRPr="00A625DF">
        <w:t>accordance with I</w:t>
      </w:r>
      <w:r w:rsidR="000F3622">
        <w:t>MC</w:t>
      </w:r>
      <w:r w:rsidR="00F66D08" w:rsidRPr="00A625DF">
        <w:t xml:space="preserve"> 0610 and other relevant regional or headquarters instructions. Inspections resulting from allegations will be documented and dispositioned in accordance with Management Directive 8.8.</w:t>
      </w:r>
    </w:p>
    <w:p w14:paraId="525D1097" w14:textId="0CAEA39D" w:rsidR="00F66D08" w:rsidRPr="004D161B" w:rsidRDefault="00F66D08" w:rsidP="00A625DF">
      <w:pPr>
        <w:pStyle w:val="Heading1"/>
      </w:pPr>
      <w:r w:rsidRPr="004D161B">
        <w:t>60801-06 REFERENCES</w:t>
      </w:r>
    </w:p>
    <w:p w14:paraId="0B617C55" w14:textId="77777777" w:rsidR="00F66D08" w:rsidRDefault="00F66D08" w:rsidP="0048618E">
      <w:pPr>
        <w:pStyle w:val="BodyText2"/>
        <w:rPr>
          <w:spacing w:val="-8"/>
        </w:rPr>
      </w:pPr>
      <w:r w:rsidRPr="00C97209">
        <w:rPr>
          <w:spacing w:val="-7"/>
        </w:rPr>
        <w:t>ANSI/N14.6-1993</w:t>
      </w:r>
      <w:r>
        <w:rPr>
          <w:spacing w:val="-7"/>
        </w:rPr>
        <w:t>,</w:t>
      </w:r>
      <w:r w:rsidRPr="00C97209">
        <w:rPr>
          <w:spacing w:val="-7"/>
        </w:rPr>
        <w:t xml:space="preserve"> </w:t>
      </w:r>
      <w:r>
        <w:rPr>
          <w:spacing w:val="-7"/>
        </w:rPr>
        <w:t>“</w:t>
      </w:r>
      <w:r w:rsidRPr="00C97209">
        <w:rPr>
          <w:spacing w:val="-3"/>
        </w:rPr>
        <w:t xml:space="preserve">For </w:t>
      </w:r>
      <w:r w:rsidRPr="00C97209">
        <w:t xml:space="preserve">Radioactive </w:t>
      </w:r>
      <w:r w:rsidRPr="00C97209">
        <w:rPr>
          <w:spacing w:val="-6"/>
        </w:rPr>
        <w:t xml:space="preserve">Materials </w:t>
      </w:r>
      <w:r w:rsidRPr="00C97209">
        <w:t xml:space="preserve">- </w:t>
      </w:r>
      <w:r w:rsidRPr="00C97209">
        <w:rPr>
          <w:spacing w:val="-3"/>
        </w:rPr>
        <w:t xml:space="preserve">Special </w:t>
      </w:r>
      <w:r w:rsidRPr="00C97209">
        <w:t xml:space="preserve">Lifting Devices </w:t>
      </w:r>
      <w:r w:rsidRPr="00C97209">
        <w:rPr>
          <w:spacing w:val="-3"/>
        </w:rPr>
        <w:t xml:space="preserve">for </w:t>
      </w:r>
      <w:r w:rsidRPr="00C97209">
        <w:rPr>
          <w:spacing w:val="-5"/>
        </w:rPr>
        <w:t xml:space="preserve">Shipping </w:t>
      </w:r>
      <w:r w:rsidRPr="00C97209">
        <w:t xml:space="preserve">Containers </w:t>
      </w:r>
      <w:r w:rsidRPr="00C97209">
        <w:rPr>
          <w:spacing w:val="-3"/>
        </w:rPr>
        <w:t xml:space="preserve">Weighing </w:t>
      </w:r>
      <w:r w:rsidRPr="00C97209">
        <w:rPr>
          <w:spacing w:val="-5"/>
        </w:rPr>
        <w:t xml:space="preserve">10,000 </w:t>
      </w:r>
      <w:r w:rsidRPr="00C97209">
        <w:t xml:space="preserve">Pounds (4500 </w:t>
      </w:r>
      <w:r w:rsidRPr="00C97209">
        <w:rPr>
          <w:spacing w:val="-5"/>
        </w:rPr>
        <w:t xml:space="preserve">kg) </w:t>
      </w:r>
      <w:r w:rsidRPr="00C97209">
        <w:rPr>
          <w:spacing w:val="-3"/>
        </w:rPr>
        <w:t xml:space="preserve">or </w:t>
      </w:r>
      <w:r w:rsidRPr="00C97209">
        <w:rPr>
          <w:spacing w:val="-8"/>
        </w:rPr>
        <w:t>More</w:t>
      </w:r>
      <w:r>
        <w:rPr>
          <w:spacing w:val="-8"/>
        </w:rPr>
        <w:t>”</w:t>
      </w:r>
    </w:p>
    <w:p w14:paraId="375F23EE" w14:textId="77777777" w:rsidR="002129F7" w:rsidRDefault="002129F7" w:rsidP="0048618E">
      <w:pPr>
        <w:pStyle w:val="BodyText2"/>
      </w:pPr>
      <w:r>
        <w:t>IMC 0335, “</w:t>
      </w:r>
      <w:r w:rsidRPr="000A55C9">
        <w:t>Changes, Tests, and Experiments</w:t>
      </w:r>
      <w:r>
        <w:t>”</w:t>
      </w:r>
    </w:p>
    <w:p w14:paraId="2417775D" w14:textId="77777777" w:rsidR="00F66D08" w:rsidRDefault="00F66D08" w:rsidP="0048618E">
      <w:pPr>
        <w:pStyle w:val="BodyText2"/>
      </w:pPr>
      <w:r w:rsidRPr="00C97209">
        <w:t>IP 71111.04, “Equipment Alignment”</w:t>
      </w:r>
    </w:p>
    <w:p w14:paraId="5EC3EDE4" w14:textId="263C3BEF" w:rsidR="00F66D08" w:rsidRDefault="003910B0" w:rsidP="0048618E">
      <w:pPr>
        <w:pStyle w:val="BodyText2"/>
      </w:pPr>
      <w:r>
        <w:t xml:space="preserve">IP </w:t>
      </w:r>
      <w:r w:rsidRPr="00C97209">
        <w:t>71111.13, “Maintenance Risk Assessments and Emergent Work Control”</w:t>
      </w:r>
    </w:p>
    <w:p w14:paraId="705D782F" w14:textId="1B78260E" w:rsidR="00002703" w:rsidRDefault="00002703" w:rsidP="0048618E">
      <w:pPr>
        <w:pStyle w:val="BodyText2"/>
      </w:pPr>
      <w:r>
        <w:t>IP 71111.17T, “Evaluations of Changes, Tests, and Experiments”</w:t>
      </w:r>
    </w:p>
    <w:p w14:paraId="6A5A73AB" w14:textId="4CD88755" w:rsidR="00002703" w:rsidRPr="00C97209" w:rsidRDefault="00002703" w:rsidP="0048618E">
      <w:pPr>
        <w:pStyle w:val="BodyText2"/>
      </w:pPr>
      <w:r>
        <w:t>IP 71111.18, “Plant Modifications”</w:t>
      </w:r>
    </w:p>
    <w:p w14:paraId="5AA32C9F" w14:textId="77777777" w:rsidR="00F66D08" w:rsidRPr="00C97209" w:rsidRDefault="00F66D08" w:rsidP="0048618E">
      <w:pPr>
        <w:pStyle w:val="BodyText2"/>
      </w:pPr>
      <w:r w:rsidRPr="00C97209">
        <w:lastRenderedPageBreak/>
        <w:t>Licensee Site-Specific Final Integrated Plan and NRC Safety Evaluation covering EA-12-051, Order Modifying Licenses with Regard to Reliable Spent Fuel Pool Instrumentation (ADAMS Accession No. ML12056A044).</w:t>
      </w:r>
    </w:p>
    <w:p w14:paraId="626A4053" w14:textId="77777777" w:rsidR="00F66D08" w:rsidRPr="00C97209" w:rsidRDefault="00F66D08" w:rsidP="0048618E">
      <w:pPr>
        <w:pStyle w:val="BodyText2"/>
      </w:pPr>
      <w:r>
        <w:t xml:space="preserve">NRC </w:t>
      </w:r>
      <w:r w:rsidRPr="00C97209">
        <w:t>Bulletin 94-01</w:t>
      </w:r>
      <w:r>
        <w:t>,</w:t>
      </w:r>
      <w:r w:rsidRPr="00C97209">
        <w:rPr>
          <w:spacing w:val="53"/>
        </w:rPr>
        <w:t xml:space="preserve"> </w:t>
      </w:r>
      <w:r>
        <w:rPr>
          <w:spacing w:val="53"/>
        </w:rPr>
        <w:t>“</w:t>
      </w:r>
      <w:bookmarkStart w:id="1" w:name="_Hlk49340906"/>
      <w:r w:rsidRPr="00C97209">
        <w:t xml:space="preserve">Potential Fuel </w:t>
      </w:r>
      <w:r w:rsidRPr="00C97209">
        <w:rPr>
          <w:spacing w:val="-3"/>
        </w:rPr>
        <w:t xml:space="preserve">Pool Draindown </w:t>
      </w:r>
      <w:r w:rsidRPr="00C97209">
        <w:t xml:space="preserve">Caused </w:t>
      </w:r>
      <w:r w:rsidRPr="00C97209">
        <w:rPr>
          <w:spacing w:val="-3"/>
        </w:rPr>
        <w:t xml:space="preserve">by </w:t>
      </w:r>
      <w:r w:rsidRPr="00C97209">
        <w:rPr>
          <w:spacing w:val="-7"/>
        </w:rPr>
        <w:t xml:space="preserve">Inadequate </w:t>
      </w:r>
      <w:r w:rsidRPr="00C97209">
        <w:rPr>
          <w:spacing w:val="-6"/>
        </w:rPr>
        <w:t>Maintenance</w:t>
      </w:r>
      <w:r>
        <w:rPr>
          <w:spacing w:val="-6"/>
        </w:rPr>
        <w:t>”</w:t>
      </w:r>
      <w:r w:rsidRPr="00C97209">
        <w:rPr>
          <w:spacing w:val="-6"/>
        </w:rPr>
        <w:t xml:space="preserve"> </w:t>
      </w:r>
      <w:r w:rsidRPr="00C97209">
        <w:t xml:space="preserve">Practices </w:t>
      </w:r>
      <w:r w:rsidRPr="00C97209">
        <w:rPr>
          <w:spacing w:val="-3"/>
        </w:rPr>
        <w:t xml:space="preserve">at </w:t>
      </w:r>
      <w:r w:rsidRPr="00C97209">
        <w:t xml:space="preserve">Dresden </w:t>
      </w:r>
      <w:r w:rsidRPr="00C97209">
        <w:rPr>
          <w:spacing w:val="-6"/>
        </w:rPr>
        <w:t xml:space="preserve">Unit </w:t>
      </w:r>
      <w:r w:rsidRPr="00C97209">
        <w:t>1</w:t>
      </w:r>
    </w:p>
    <w:bookmarkEnd w:id="1"/>
    <w:p w14:paraId="2FD84DEA" w14:textId="77777777" w:rsidR="00F66D08" w:rsidRPr="00C97209" w:rsidRDefault="00F66D08" w:rsidP="0048618E">
      <w:pPr>
        <w:pStyle w:val="BodyText2"/>
      </w:pPr>
      <w:r>
        <w:t xml:space="preserve">NRC </w:t>
      </w:r>
      <w:r w:rsidRPr="00C97209">
        <w:t>Generic Letter 16-01</w:t>
      </w:r>
      <w:r>
        <w:t>,</w:t>
      </w:r>
      <w:r w:rsidRPr="00C97209">
        <w:t xml:space="preserve"> </w:t>
      </w:r>
      <w:r>
        <w:t>“</w:t>
      </w:r>
      <w:r w:rsidRPr="00C97209">
        <w:t>Monitoring of Neutron-Absorbing Materials in Spent Fuel Pools</w:t>
      </w:r>
      <w:r>
        <w:t>”</w:t>
      </w:r>
    </w:p>
    <w:p w14:paraId="4AC886FB" w14:textId="4C7D4CC9" w:rsidR="00F66D08" w:rsidRDefault="00F66D08" w:rsidP="0048618E">
      <w:pPr>
        <w:pStyle w:val="BodyText2"/>
        <w:rPr>
          <w:spacing w:val="-6"/>
        </w:rPr>
      </w:pPr>
      <w:r>
        <w:t xml:space="preserve">NRC </w:t>
      </w:r>
      <w:r w:rsidRPr="00C97209">
        <w:t>Information Notice</w:t>
      </w:r>
      <w:r w:rsidR="00B42A36">
        <w:t xml:space="preserve"> (IN)</w:t>
      </w:r>
      <w:r w:rsidRPr="00C97209">
        <w:t xml:space="preserve"> 14-09</w:t>
      </w:r>
      <w:r>
        <w:t>,</w:t>
      </w:r>
      <w:r w:rsidDel="00250ED3">
        <w:t xml:space="preserve"> </w:t>
      </w:r>
      <w:r>
        <w:t>“</w:t>
      </w:r>
      <w:r w:rsidRPr="00C97209">
        <w:t xml:space="preserve">Spent Fuel </w:t>
      </w:r>
      <w:r w:rsidRPr="00C97209">
        <w:rPr>
          <w:spacing w:val="-3"/>
        </w:rPr>
        <w:t xml:space="preserve">Storage or Transportation </w:t>
      </w:r>
      <w:r w:rsidRPr="00C97209">
        <w:t xml:space="preserve">System </w:t>
      </w:r>
      <w:r w:rsidRPr="00C97209">
        <w:rPr>
          <w:spacing w:val="-6"/>
        </w:rPr>
        <w:t>Misloading</w:t>
      </w:r>
      <w:r>
        <w:rPr>
          <w:spacing w:val="-6"/>
        </w:rPr>
        <w:t>”</w:t>
      </w:r>
    </w:p>
    <w:p w14:paraId="37497EE5" w14:textId="1C6A1FC7" w:rsidR="00F66D08" w:rsidRPr="00C97209" w:rsidRDefault="00F66D08" w:rsidP="0048618E">
      <w:pPr>
        <w:pStyle w:val="BodyText2"/>
      </w:pPr>
      <w:r>
        <w:t xml:space="preserve">NRC </w:t>
      </w:r>
      <w:r w:rsidRPr="00C97209">
        <w:t>I</w:t>
      </w:r>
      <w:r w:rsidR="00B42A36">
        <w:t>N</w:t>
      </w:r>
      <w:r w:rsidRPr="00C97209">
        <w:t xml:space="preserve"> 04-05</w:t>
      </w:r>
      <w:r>
        <w:t>,</w:t>
      </w:r>
      <w:r w:rsidRPr="00C97209">
        <w:t xml:space="preserve"> </w:t>
      </w:r>
      <w:r>
        <w:t>“</w:t>
      </w:r>
      <w:r w:rsidRPr="00C97209">
        <w:t xml:space="preserve">Spent Fuel </w:t>
      </w:r>
      <w:r w:rsidRPr="00C97209">
        <w:rPr>
          <w:spacing w:val="-6"/>
        </w:rPr>
        <w:t xml:space="preserve">Leakage </w:t>
      </w:r>
      <w:r w:rsidRPr="00C97209">
        <w:t>to Onsite Groundwater</w:t>
      </w:r>
      <w:r>
        <w:t>”</w:t>
      </w:r>
    </w:p>
    <w:p w14:paraId="26ABC455" w14:textId="3F59B97F" w:rsidR="00F66D08" w:rsidRPr="00C97209" w:rsidRDefault="00F66D08" w:rsidP="0048618E">
      <w:pPr>
        <w:pStyle w:val="BodyText2"/>
      </w:pPr>
      <w:r>
        <w:t xml:space="preserve">NRC </w:t>
      </w:r>
      <w:r w:rsidRPr="00C97209">
        <w:t>I</w:t>
      </w:r>
      <w:r w:rsidR="00B42A36">
        <w:t>N</w:t>
      </w:r>
      <w:r w:rsidRPr="00C97209">
        <w:t xml:space="preserve"> 93-83</w:t>
      </w:r>
      <w:r>
        <w:t>,</w:t>
      </w:r>
      <w:r w:rsidRPr="00C97209">
        <w:rPr>
          <w:spacing w:val="53"/>
        </w:rPr>
        <w:t xml:space="preserve"> </w:t>
      </w:r>
      <w:r>
        <w:rPr>
          <w:spacing w:val="53"/>
        </w:rPr>
        <w:t>“</w:t>
      </w:r>
      <w:r w:rsidRPr="00C97209">
        <w:t xml:space="preserve">Potential Loss </w:t>
      </w:r>
      <w:r w:rsidRPr="00C97209">
        <w:rPr>
          <w:spacing w:val="-3"/>
        </w:rPr>
        <w:t xml:space="preserve">of </w:t>
      </w:r>
      <w:r w:rsidRPr="00C97209">
        <w:t xml:space="preserve">Spent Fuel </w:t>
      </w:r>
      <w:r w:rsidRPr="00C97209">
        <w:rPr>
          <w:spacing w:val="-3"/>
        </w:rPr>
        <w:t xml:space="preserve">Pool </w:t>
      </w:r>
      <w:r w:rsidRPr="00C97209">
        <w:t xml:space="preserve">Cooling Following a Loss </w:t>
      </w:r>
      <w:r w:rsidRPr="00C97209">
        <w:rPr>
          <w:spacing w:val="-3"/>
        </w:rPr>
        <w:t xml:space="preserve">of </w:t>
      </w:r>
      <w:r w:rsidRPr="00C97209">
        <w:t>Cooling Accident</w:t>
      </w:r>
      <w:r>
        <w:rPr>
          <w:spacing w:val="-3"/>
        </w:rPr>
        <w:t xml:space="preserve"> or Loss of Offsite Power”</w:t>
      </w:r>
    </w:p>
    <w:p w14:paraId="25C7C35B" w14:textId="0C9F2EF4" w:rsidR="00F66D08" w:rsidRPr="00C97209" w:rsidRDefault="00F66D08" w:rsidP="0048618E">
      <w:pPr>
        <w:pStyle w:val="BodyText2"/>
      </w:pPr>
      <w:r>
        <w:t xml:space="preserve">NRC </w:t>
      </w:r>
      <w:r w:rsidRPr="00C97209">
        <w:t>I</w:t>
      </w:r>
      <w:r w:rsidR="00B42A36">
        <w:t>N</w:t>
      </w:r>
      <w:r w:rsidRPr="00C97209">
        <w:t xml:space="preserve"> 88-65</w:t>
      </w:r>
      <w:r>
        <w:t>,</w:t>
      </w:r>
      <w:r w:rsidRPr="00C97209">
        <w:t xml:space="preserve"> </w:t>
      </w:r>
      <w:r>
        <w:t>“</w:t>
      </w:r>
      <w:r w:rsidRPr="00C97209">
        <w:rPr>
          <w:spacing w:val="-6"/>
        </w:rPr>
        <w:t xml:space="preserve">Inadvertent </w:t>
      </w:r>
      <w:r w:rsidRPr="00C97209">
        <w:t xml:space="preserve">Drainages </w:t>
      </w:r>
      <w:r w:rsidRPr="00C97209">
        <w:rPr>
          <w:spacing w:val="-3"/>
        </w:rPr>
        <w:t xml:space="preserve">of </w:t>
      </w:r>
      <w:r w:rsidRPr="00C97209">
        <w:t>Spent Fuel Pools</w:t>
      </w:r>
      <w:r>
        <w:t>”</w:t>
      </w:r>
    </w:p>
    <w:p w14:paraId="03B213FB" w14:textId="6F70902B" w:rsidR="00F66D08" w:rsidRPr="00C97209" w:rsidRDefault="00F66D08" w:rsidP="0048618E">
      <w:pPr>
        <w:pStyle w:val="BodyText2"/>
      </w:pPr>
      <w:r>
        <w:t xml:space="preserve">NRC </w:t>
      </w:r>
      <w:r w:rsidRPr="00C97209">
        <w:t>I</w:t>
      </w:r>
      <w:r w:rsidR="00B42A36">
        <w:t>N</w:t>
      </w:r>
      <w:r w:rsidRPr="00C97209">
        <w:t xml:space="preserve"> 87-13</w:t>
      </w:r>
      <w:r>
        <w:t>,</w:t>
      </w:r>
      <w:r w:rsidRPr="00C97209">
        <w:rPr>
          <w:spacing w:val="53"/>
        </w:rPr>
        <w:t xml:space="preserve"> </w:t>
      </w:r>
      <w:r w:rsidRPr="00C97209">
        <w:t xml:space="preserve">Potential </w:t>
      </w:r>
      <w:r w:rsidRPr="00C97209">
        <w:rPr>
          <w:spacing w:val="-3"/>
        </w:rPr>
        <w:t xml:space="preserve">for </w:t>
      </w:r>
      <w:r w:rsidRPr="00C97209">
        <w:rPr>
          <w:spacing w:val="-6"/>
        </w:rPr>
        <w:t xml:space="preserve">High </w:t>
      </w:r>
      <w:r w:rsidRPr="00C97209">
        <w:t xml:space="preserve">Radiation Fields Following Loss </w:t>
      </w:r>
      <w:r w:rsidRPr="00C97209">
        <w:rPr>
          <w:spacing w:val="-3"/>
        </w:rPr>
        <w:t xml:space="preserve">of </w:t>
      </w:r>
      <w:r w:rsidRPr="00C97209">
        <w:t xml:space="preserve">Water from Fuel </w:t>
      </w:r>
      <w:r w:rsidRPr="00C97209">
        <w:rPr>
          <w:spacing w:val="-3"/>
        </w:rPr>
        <w:t>Pool</w:t>
      </w:r>
      <w:r>
        <w:rPr>
          <w:spacing w:val="-3"/>
        </w:rPr>
        <w:t>”</w:t>
      </w:r>
    </w:p>
    <w:p w14:paraId="00C05916" w14:textId="77777777" w:rsidR="00F66D08" w:rsidRPr="00C97209" w:rsidRDefault="00F66D08" w:rsidP="0048618E">
      <w:pPr>
        <w:pStyle w:val="BodyText2"/>
      </w:pPr>
      <w:r>
        <w:t xml:space="preserve">NRC </w:t>
      </w:r>
      <w:r w:rsidRPr="00C97209">
        <w:t>Information Notice 83-29</w:t>
      </w:r>
      <w:r>
        <w:t>,</w:t>
      </w:r>
      <w:r w:rsidRPr="00C97209">
        <w:t xml:space="preserve"> </w:t>
      </w:r>
      <w:r>
        <w:t>“</w:t>
      </w:r>
      <w:r w:rsidRPr="00C97209">
        <w:t xml:space="preserve">Fuel Binding Caused </w:t>
      </w:r>
      <w:r w:rsidRPr="00C97209">
        <w:rPr>
          <w:spacing w:val="-3"/>
        </w:rPr>
        <w:t xml:space="preserve">by </w:t>
      </w:r>
      <w:r w:rsidRPr="00C97209">
        <w:t xml:space="preserve">Fuel Rack </w:t>
      </w:r>
      <w:r w:rsidRPr="00C97209">
        <w:rPr>
          <w:spacing w:val="-3"/>
        </w:rPr>
        <w:t>Deformation</w:t>
      </w:r>
      <w:r>
        <w:rPr>
          <w:spacing w:val="-3"/>
        </w:rPr>
        <w:t>”</w:t>
      </w:r>
    </w:p>
    <w:p w14:paraId="509744DA" w14:textId="6B58A9B2" w:rsidR="00F66D08" w:rsidRPr="00C97209" w:rsidRDefault="00F66D08" w:rsidP="0048618E">
      <w:pPr>
        <w:pStyle w:val="BodyText2"/>
      </w:pPr>
      <w:r w:rsidRPr="00C97209">
        <w:t>NRC Regulatory Guide 1.160, Rev. 4, “Monitoring the Effectiveness of Maintenance at Nuclear Power Plants”</w:t>
      </w:r>
    </w:p>
    <w:p w14:paraId="6C2B617E" w14:textId="4372FDDC" w:rsidR="00F66D08" w:rsidRPr="00C97209" w:rsidRDefault="00F66D08" w:rsidP="0048618E">
      <w:pPr>
        <w:pStyle w:val="BodyText2"/>
      </w:pPr>
      <w:r w:rsidRPr="00C97209">
        <w:t>Nuclear Management and Resources and Research Council, NUMARC 93-01, "Industry Guideline for Monitoring the Effectiveness of Maintenance at Nuclear Power Plants," Revision 4A, August 2016</w:t>
      </w:r>
    </w:p>
    <w:p w14:paraId="2B53758B" w14:textId="365B2D3E" w:rsidR="00A625DF" w:rsidRDefault="00F66D08" w:rsidP="0048618E">
      <w:pPr>
        <w:pStyle w:val="BodyText2"/>
      </w:pPr>
      <w:r w:rsidRPr="00C97209">
        <w:t>U.S. Nuclear Regulatory Commission, "Monitoring the Effectiveness of Maintenance at Nuclear Power Plants," Federal Register, Vol. 83, No. 187, Wednesday September 26, 2018, Pages 48659 to 48660 10 CFR 50.65 "Requirements for Monitoring the Effectiveness of Maintenance at Nuclear Power Plants" (the Maintenance Rule)</w:t>
      </w:r>
    </w:p>
    <w:p w14:paraId="71DBF990" w14:textId="0A925855" w:rsidR="00556185" w:rsidRDefault="00CF764D" w:rsidP="00BC1B7D">
      <w:pPr>
        <w:pStyle w:val="END"/>
        <w:sectPr w:rsidR="00556185" w:rsidSect="00E44119">
          <w:footerReference w:type="default" r:id="rId11"/>
          <w:pgSz w:w="12240" w:h="15840"/>
          <w:pgMar w:top="1440" w:right="1440" w:bottom="1440" w:left="1440" w:header="720" w:footer="720" w:gutter="0"/>
          <w:pgNumType w:start="1"/>
          <w:cols w:space="720"/>
          <w:docGrid w:linePitch="360"/>
        </w:sectPr>
      </w:pPr>
      <w:r>
        <w:t>END</w:t>
      </w:r>
    </w:p>
    <w:p w14:paraId="38EC5C60" w14:textId="07E1961F" w:rsidR="00556185" w:rsidRPr="00EC0C20" w:rsidRDefault="00556185" w:rsidP="00556185">
      <w:pPr>
        <w:pStyle w:val="attachmenttitle"/>
      </w:pPr>
      <w:r w:rsidRPr="00845731">
        <w:lastRenderedPageBreak/>
        <w:t>Attachment 1</w:t>
      </w:r>
      <w:r>
        <w:t xml:space="preserve">: </w:t>
      </w:r>
      <w:r w:rsidRPr="00EC0C20">
        <w:t xml:space="preserve">Revision History for IP </w:t>
      </w:r>
      <w:r w:rsidR="00DE4D90">
        <w:t>60801</w:t>
      </w:r>
    </w:p>
    <w:tbl>
      <w:tblPr>
        <w:tblStyle w:val="IM"/>
        <w:tblW w:w="13746" w:type="dxa"/>
        <w:tblLayout w:type="fixed"/>
        <w:tblLook w:val="01E0" w:firstRow="1" w:lastRow="1" w:firstColumn="1" w:lastColumn="1" w:noHBand="0" w:noVBand="0"/>
      </w:tblPr>
      <w:tblGrid>
        <w:gridCol w:w="1622"/>
        <w:gridCol w:w="1703"/>
        <w:gridCol w:w="6191"/>
        <w:gridCol w:w="1800"/>
        <w:gridCol w:w="2430"/>
      </w:tblGrid>
      <w:tr w:rsidR="00673437" w:rsidRPr="00C97209" w14:paraId="616687E2" w14:textId="77777777" w:rsidTr="00480C0B">
        <w:trPr>
          <w:trHeight w:hRule="exact" w:val="2067"/>
        </w:trPr>
        <w:tc>
          <w:tcPr>
            <w:tcW w:w="1622" w:type="dxa"/>
          </w:tcPr>
          <w:p w14:paraId="737A8285" w14:textId="77777777" w:rsidR="00673437" w:rsidRPr="00C97209" w:rsidRDefault="00673437" w:rsidP="008B01EF">
            <w:pPr>
              <w:pStyle w:val="BodyText-table"/>
            </w:pPr>
            <w:r w:rsidRPr="00C97209">
              <w:t>Commitment Tracking Number</w:t>
            </w:r>
          </w:p>
        </w:tc>
        <w:tc>
          <w:tcPr>
            <w:tcW w:w="1703" w:type="dxa"/>
          </w:tcPr>
          <w:p w14:paraId="3DEE2A18" w14:textId="77777777" w:rsidR="00673437" w:rsidRPr="00C97209" w:rsidRDefault="00673437" w:rsidP="008B01EF">
            <w:pPr>
              <w:pStyle w:val="BodyText-table"/>
            </w:pPr>
            <w:r w:rsidRPr="00C97209">
              <w:t>Accession Number Issue Date</w:t>
            </w:r>
          </w:p>
          <w:p w14:paraId="74D1A545" w14:textId="77777777" w:rsidR="00673437" w:rsidRPr="00C97209" w:rsidRDefault="00673437" w:rsidP="008B01EF">
            <w:pPr>
              <w:pStyle w:val="BodyText-table"/>
            </w:pPr>
            <w:r w:rsidRPr="00C97209">
              <w:t>Change Notice</w:t>
            </w:r>
          </w:p>
        </w:tc>
        <w:tc>
          <w:tcPr>
            <w:tcW w:w="6191" w:type="dxa"/>
          </w:tcPr>
          <w:p w14:paraId="29BE3E01" w14:textId="77777777" w:rsidR="00673437" w:rsidRPr="00C97209" w:rsidRDefault="00673437" w:rsidP="008B01EF">
            <w:pPr>
              <w:pStyle w:val="BodyText-table"/>
            </w:pPr>
            <w:r w:rsidRPr="00C97209">
              <w:t>Description of Change</w:t>
            </w:r>
          </w:p>
        </w:tc>
        <w:tc>
          <w:tcPr>
            <w:tcW w:w="1800" w:type="dxa"/>
          </w:tcPr>
          <w:p w14:paraId="025D829C" w14:textId="77777777" w:rsidR="00673437" w:rsidRPr="00C97209" w:rsidRDefault="00673437" w:rsidP="008B01EF">
            <w:pPr>
              <w:pStyle w:val="BodyText-table"/>
            </w:pPr>
            <w:r w:rsidRPr="00C97209">
              <w:t xml:space="preserve">Description </w:t>
            </w:r>
            <w:r w:rsidRPr="00C97209">
              <w:rPr>
                <w:spacing w:val="-3"/>
              </w:rPr>
              <w:t xml:space="preserve">of </w:t>
            </w:r>
            <w:r w:rsidRPr="00C97209">
              <w:rPr>
                <w:spacing w:val="-4"/>
              </w:rPr>
              <w:t xml:space="preserve">Training Required and </w:t>
            </w:r>
            <w:r w:rsidRPr="00C97209">
              <w:rPr>
                <w:spacing w:val="-3"/>
              </w:rPr>
              <w:t>Completion</w:t>
            </w:r>
            <w:r w:rsidRPr="00C97209">
              <w:rPr>
                <w:spacing w:val="27"/>
              </w:rPr>
              <w:t xml:space="preserve"> </w:t>
            </w:r>
            <w:r w:rsidRPr="00C97209">
              <w:t>Date</w:t>
            </w:r>
          </w:p>
        </w:tc>
        <w:tc>
          <w:tcPr>
            <w:tcW w:w="2430" w:type="dxa"/>
          </w:tcPr>
          <w:p w14:paraId="586850C5" w14:textId="77777777" w:rsidR="00673437" w:rsidRPr="00C97209" w:rsidRDefault="00673437" w:rsidP="008B01EF">
            <w:pPr>
              <w:pStyle w:val="BodyText-table"/>
            </w:pPr>
            <w:r w:rsidRPr="00C97209">
              <w:t>Comment Resolution and Closed Feedback Form Accession Number</w:t>
            </w:r>
          </w:p>
          <w:p w14:paraId="34EF74F4" w14:textId="77777777" w:rsidR="00673437" w:rsidRPr="00C97209" w:rsidRDefault="00673437" w:rsidP="008B01EF">
            <w:pPr>
              <w:pStyle w:val="BodyText-table"/>
            </w:pPr>
            <w:r w:rsidRPr="00C97209">
              <w:t>(Pre-Decisional, Non-Public Information)</w:t>
            </w:r>
          </w:p>
        </w:tc>
      </w:tr>
      <w:tr w:rsidR="00673437" w:rsidRPr="00C97209" w14:paraId="3D62B489" w14:textId="77777777" w:rsidTr="00480C0B">
        <w:trPr>
          <w:trHeight w:hRule="exact" w:val="393"/>
        </w:trPr>
        <w:tc>
          <w:tcPr>
            <w:tcW w:w="1622" w:type="dxa"/>
          </w:tcPr>
          <w:p w14:paraId="3577E1BD" w14:textId="77777777" w:rsidR="00673437" w:rsidRPr="00C97209" w:rsidRDefault="00673437" w:rsidP="008B01EF">
            <w:pPr>
              <w:pStyle w:val="BodyText-table"/>
            </w:pPr>
            <w:r w:rsidRPr="00C97209">
              <w:rPr>
                <w:w w:val="105"/>
              </w:rPr>
              <w:t>N/A</w:t>
            </w:r>
          </w:p>
        </w:tc>
        <w:tc>
          <w:tcPr>
            <w:tcW w:w="1703" w:type="dxa"/>
          </w:tcPr>
          <w:p w14:paraId="531BD412" w14:textId="77777777" w:rsidR="00673437" w:rsidRPr="00C97209" w:rsidRDefault="00673437" w:rsidP="008B01EF">
            <w:pPr>
              <w:pStyle w:val="BodyText-table"/>
            </w:pPr>
            <w:r w:rsidRPr="00C97209">
              <w:t>08/11/1997</w:t>
            </w:r>
          </w:p>
        </w:tc>
        <w:tc>
          <w:tcPr>
            <w:tcW w:w="6191" w:type="dxa"/>
          </w:tcPr>
          <w:p w14:paraId="6DA38A28" w14:textId="77777777" w:rsidR="00673437" w:rsidRPr="00C97209" w:rsidRDefault="00673437" w:rsidP="008B01EF">
            <w:pPr>
              <w:pStyle w:val="BodyText-table"/>
            </w:pPr>
            <w:r w:rsidRPr="00C97209">
              <w:t>Initial issuance.</w:t>
            </w:r>
          </w:p>
        </w:tc>
        <w:tc>
          <w:tcPr>
            <w:tcW w:w="1800" w:type="dxa"/>
          </w:tcPr>
          <w:p w14:paraId="35F815A5" w14:textId="77777777" w:rsidR="00673437" w:rsidRPr="00C97209" w:rsidRDefault="00673437" w:rsidP="008B01EF">
            <w:pPr>
              <w:pStyle w:val="BodyText-table"/>
            </w:pPr>
            <w:r w:rsidRPr="00C97209">
              <w:rPr>
                <w:w w:val="105"/>
              </w:rPr>
              <w:t>N/A</w:t>
            </w:r>
          </w:p>
        </w:tc>
        <w:tc>
          <w:tcPr>
            <w:tcW w:w="2430" w:type="dxa"/>
          </w:tcPr>
          <w:p w14:paraId="09633130" w14:textId="77777777" w:rsidR="00673437" w:rsidRPr="00C97209" w:rsidRDefault="00673437" w:rsidP="008B01EF">
            <w:pPr>
              <w:pStyle w:val="BodyText-table"/>
            </w:pPr>
            <w:r w:rsidRPr="00C97209">
              <w:rPr>
                <w:w w:val="105"/>
              </w:rPr>
              <w:t>N/A</w:t>
            </w:r>
          </w:p>
        </w:tc>
      </w:tr>
      <w:tr w:rsidR="00673437" w:rsidRPr="00C97209" w14:paraId="59D968C6" w14:textId="77777777" w:rsidTr="00480C0B">
        <w:tc>
          <w:tcPr>
            <w:tcW w:w="1622" w:type="dxa"/>
          </w:tcPr>
          <w:p w14:paraId="0EB4CB28" w14:textId="77777777" w:rsidR="00673437" w:rsidRPr="00C97209" w:rsidRDefault="00673437" w:rsidP="008B01EF">
            <w:pPr>
              <w:pStyle w:val="BodyText-table"/>
            </w:pPr>
            <w:r w:rsidRPr="00C97209">
              <w:rPr>
                <w:w w:val="105"/>
              </w:rPr>
              <w:t>N/A</w:t>
            </w:r>
          </w:p>
        </w:tc>
        <w:tc>
          <w:tcPr>
            <w:tcW w:w="1703" w:type="dxa"/>
          </w:tcPr>
          <w:p w14:paraId="48E279C6" w14:textId="77777777" w:rsidR="00673437" w:rsidRPr="00C97209" w:rsidRDefault="00673437" w:rsidP="008B01EF">
            <w:pPr>
              <w:pStyle w:val="BodyText-table"/>
            </w:pPr>
            <w:r w:rsidRPr="00C97209">
              <w:t>ML15202A260 01/11/16</w:t>
            </w:r>
          </w:p>
          <w:p w14:paraId="33667C45" w14:textId="77777777" w:rsidR="00673437" w:rsidRPr="00C97209" w:rsidRDefault="00673437" w:rsidP="008B01EF">
            <w:pPr>
              <w:pStyle w:val="BodyText-table"/>
            </w:pPr>
            <w:r w:rsidRPr="00C97209">
              <w:t>CN 16-001</w:t>
            </w:r>
          </w:p>
        </w:tc>
        <w:tc>
          <w:tcPr>
            <w:tcW w:w="6191" w:type="dxa"/>
          </w:tcPr>
          <w:p w14:paraId="7DBA26A6" w14:textId="77777777" w:rsidR="00673437" w:rsidRPr="00C97209" w:rsidRDefault="00673437" w:rsidP="008B01EF">
            <w:pPr>
              <w:pStyle w:val="BodyText-table"/>
            </w:pPr>
            <w:r w:rsidRPr="00C97209">
              <w:t>This procedure was updated to address content and format changes, content updates to reflect current SFP operation during decommissioning, as well as to address, in part, issues identified by the OIG in OIG-15-A-06, “Audit of NRC’s Oversight of Spent Fuel Pools.”</w:t>
            </w:r>
          </w:p>
          <w:p w14:paraId="6969A85C" w14:textId="77777777" w:rsidR="00673437" w:rsidRPr="00C97209" w:rsidRDefault="00673437" w:rsidP="008B01EF">
            <w:pPr>
              <w:pStyle w:val="BodyText-table"/>
            </w:pPr>
          </w:p>
          <w:p w14:paraId="156CCD95" w14:textId="77777777" w:rsidR="00673437" w:rsidRPr="00C97209" w:rsidRDefault="00673437" w:rsidP="008B01EF">
            <w:pPr>
              <w:pStyle w:val="BodyText-table"/>
            </w:pPr>
            <w:r w:rsidRPr="00C97209">
              <w:t>Researched commitments for the last four years and found none.</w:t>
            </w:r>
          </w:p>
        </w:tc>
        <w:tc>
          <w:tcPr>
            <w:tcW w:w="1800" w:type="dxa"/>
          </w:tcPr>
          <w:p w14:paraId="0A177FC9" w14:textId="77777777" w:rsidR="00673437" w:rsidRPr="00C97209" w:rsidRDefault="00673437" w:rsidP="008B01EF">
            <w:pPr>
              <w:pStyle w:val="BodyText-table"/>
            </w:pPr>
            <w:r w:rsidRPr="00C97209">
              <w:t>None Required</w:t>
            </w:r>
          </w:p>
        </w:tc>
        <w:tc>
          <w:tcPr>
            <w:tcW w:w="2430" w:type="dxa"/>
          </w:tcPr>
          <w:p w14:paraId="428DED67" w14:textId="77777777" w:rsidR="00673437" w:rsidRPr="00C97209" w:rsidRDefault="00673437" w:rsidP="008B01EF">
            <w:pPr>
              <w:pStyle w:val="BodyText-table"/>
            </w:pPr>
            <w:r w:rsidRPr="00C97209">
              <w:t>ML15356A192</w:t>
            </w:r>
          </w:p>
        </w:tc>
      </w:tr>
      <w:tr w:rsidR="00673437" w:rsidRPr="00C97209" w14:paraId="4FCE2FB6" w14:textId="77777777" w:rsidTr="00480C0B">
        <w:tc>
          <w:tcPr>
            <w:tcW w:w="1622" w:type="dxa"/>
          </w:tcPr>
          <w:p w14:paraId="04956467" w14:textId="77777777" w:rsidR="00673437" w:rsidRPr="00C97209" w:rsidRDefault="00673437" w:rsidP="008B01EF">
            <w:pPr>
              <w:pStyle w:val="BodyText-table"/>
              <w:rPr>
                <w:w w:val="105"/>
              </w:rPr>
            </w:pPr>
            <w:r w:rsidRPr="00C97209">
              <w:rPr>
                <w:w w:val="105"/>
              </w:rPr>
              <w:t>N/A</w:t>
            </w:r>
          </w:p>
        </w:tc>
        <w:tc>
          <w:tcPr>
            <w:tcW w:w="1703" w:type="dxa"/>
          </w:tcPr>
          <w:p w14:paraId="7239692E" w14:textId="77777777" w:rsidR="00673437" w:rsidRDefault="00673437" w:rsidP="008B01EF">
            <w:pPr>
              <w:pStyle w:val="BodyText-table"/>
            </w:pPr>
            <w:r w:rsidRPr="00C97209">
              <w:t>ML20205L544</w:t>
            </w:r>
          </w:p>
          <w:p w14:paraId="1F84F888" w14:textId="77777777" w:rsidR="00673437" w:rsidRDefault="00673437" w:rsidP="008B01EF">
            <w:pPr>
              <w:pStyle w:val="BodyText-table"/>
            </w:pPr>
            <w:r>
              <w:t>09/09/20</w:t>
            </w:r>
          </w:p>
          <w:p w14:paraId="4B3F45C2" w14:textId="77777777" w:rsidR="00673437" w:rsidRPr="00C97209" w:rsidRDefault="00673437" w:rsidP="008B01EF">
            <w:pPr>
              <w:pStyle w:val="BodyText-table"/>
            </w:pPr>
            <w:r>
              <w:t>CN 20-041</w:t>
            </w:r>
          </w:p>
        </w:tc>
        <w:tc>
          <w:tcPr>
            <w:tcW w:w="6191" w:type="dxa"/>
          </w:tcPr>
          <w:p w14:paraId="556400D6" w14:textId="77777777" w:rsidR="00673437" w:rsidRPr="00C97209" w:rsidRDefault="00673437" w:rsidP="008B01EF">
            <w:pPr>
              <w:pStyle w:val="BodyText-table"/>
            </w:pPr>
            <w:r w:rsidRPr="00C97209">
              <w:t xml:space="preserve">This procedure was updated to focus on the inspector’s efforts on risk informing the inspection. This procedure now includes information from IP 62801, “Maintenance and Surveillance of Permanently Shutdown Reactors,” which was deleted. </w:t>
            </w:r>
          </w:p>
        </w:tc>
        <w:tc>
          <w:tcPr>
            <w:tcW w:w="1800" w:type="dxa"/>
          </w:tcPr>
          <w:p w14:paraId="7880F804" w14:textId="77777777" w:rsidR="00673437" w:rsidRPr="00C97209" w:rsidRDefault="00673437" w:rsidP="008B01EF">
            <w:pPr>
              <w:pStyle w:val="BodyText-table"/>
            </w:pPr>
            <w:r w:rsidRPr="00C97209">
              <w:t>N/A</w:t>
            </w:r>
          </w:p>
        </w:tc>
        <w:tc>
          <w:tcPr>
            <w:tcW w:w="2430" w:type="dxa"/>
          </w:tcPr>
          <w:p w14:paraId="06B7AF56" w14:textId="77777777" w:rsidR="00673437" w:rsidRPr="00C97209" w:rsidRDefault="00673437" w:rsidP="008B01EF">
            <w:pPr>
              <w:pStyle w:val="BodyText-table"/>
            </w:pPr>
            <w:r w:rsidRPr="00C97209">
              <w:t>ML20205L542</w:t>
            </w:r>
          </w:p>
        </w:tc>
      </w:tr>
      <w:tr w:rsidR="00673437" w:rsidRPr="00C97209" w14:paraId="2CB57BFA" w14:textId="77777777" w:rsidTr="00480C0B">
        <w:tc>
          <w:tcPr>
            <w:tcW w:w="1622" w:type="dxa"/>
          </w:tcPr>
          <w:p w14:paraId="34093F2C" w14:textId="77777777" w:rsidR="00673437" w:rsidRPr="00C97209" w:rsidRDefault="00673437" w:rsidP="008B01EF">
            <w:pPr>
              <w:pStyle w:val="BodyText-table"/>
              <w:rPr>
                <w:w w:val="105"/>
              </w:rPr>
            </w:pPr>
            <w:r>
              <w:rPr>
                <w:w w:val="105"/>
              </w:rPr>
              <w:t>N/A</w:t>
            </w:r>
          </w:p>
        </w:tc>
        <w:tc>
          <w:tcPr>
            <w:tcW w:w="1703" w:type="dxa"/>
          </w:tcPr>
          <w:p w14:paraId="61C93D98" w14:textId="08497913" w:rsidR="00673437" w:rsidRDefault="00673437" w:rsidP="008B01EF">
            <w:pPr>
              <w:pStyle w:val="BodyText-table"/>
            </w:pPr>
            <w:r>
              <w:t>ML</w:t>
            </w:r>
            <w:r w:rsidR="004F43F8">
              <w:t>25139A101</w:t>
            </w:r>
          </w:p>
          <w:p w14:paraId="004CDC6B" w14:textId="3ACA92BF" w:rsidR="00673437" w:rsidRDefault="00123E25" w:rsidP="008B01EF">
            <w:pPr>
              <w:pStyle w:val="BodyText-table"/>
            </w:pPr>
            <w:r>
              <w:t>06/27</w:t>
            </w:r>
            <w:r w:rsidR="00673437">
              <w:t>/25</w:t>
            </w:r>
          </w:p>
          <w:p w14:paraId="1FB0B370" w14:textId="514F6ADB" w:rsidR="00673437" w:rsidRPr="00C97209" w:rsidRDefault="00673437" w:rsidP="008B01EF">
            <w:pPr>
              <w:pStyle w:val="BodyText-table"/>
            </w:pPr>
            <w:r>
              <w:t>CN 25-</w:t>
            </w:r>
            <w:r w:rsidR="00123E25">
              <w:t>022</w:t>
            </w:r>
          </w:p>
        </w:tc>
        <w:tc>
          <w:tcPr>
            <w:tcW w:w="6191" w:type="dxa"/>
          </w:tcPr>
          <w:p w14:paraId="58E09CDD" w14:textId="3A4AE0B8" w:rsidR="00673437" w:rsidRPr="00C97209" w:rsidRDefault="00673437" w:rsidP="008B01EF">
            <w:pPr>
              <w:pStyle w:val="BodyText-table"/>
            </w:pPr>
            <w:r>
              <w:t>The requirements and guidance were reorganized to add flexibility and further risk-inform reviews using lessons learned since the last inspection.</w:t>
            </w:r>
            <w:r w:rsidR="00480C0B">
              <w:t xml:space="preserve"> IMC 0040 exception granted to bold inspection requirements.</w:t>
            </w:r>
          </w:p>
        </w:tc>
        <w:tc>
          <w:tcPr>
            <w:tcW w:w="1800" w:type="dxa"/>
          </w:tcPr>
          <w:p w14:paraId="3BEEB5F5" w14:textId="77777777" w:rsidR="00673437" w:rsidRPr="00C97209" w:rsidRDefault="00673437" w:rsidP="008B01EF">
            <w:pPr>
              <w:pStyle w:val="BodyText-table"/>
            </w:pPr>
            <w:r>
              <w:t>N/A</w:t>
            </w:r>
          </w:p>
        </w:tc>
        <w:tc>
          <w:tcPr>
            <w:tcW w:w="2430" w:type="dxa"/>
          </w:tcPr>
          <w:p w14:paraId="4FC75284" w14:textId="77777777" w:rsidR="00673437" w:rsidRPr="00C97209" w:rsidRDefault="00673437" w:rsidP="008B01EF">
            <w:pPr>
              <w:pStyle w:val="BodyText-table"/>
            </w:pPr>
            <w:r>
              <w:t>N/A</w:t>
            </w:r>
          </w:p>
        </w:tc>
      </w:tr>
    </w:tbl>
    <w:p w14:paraId="6908F499" w14:textId="2C2D7827" w:rsidR="00BF1791" w:rsidRPr="00E44119" w:rsidRDefault="00BF1791" w:rsidP="00E44119"/>
    <w:sectPr w:rsidR="00BF1791" w:rsidRPr="00E44119" w:rsidSect="00556185">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AB9E2" w14:textId="77777777" w:rsidR="004738FA" w:rsidRDefault="004738FA" w:rsidP="00780021">
      <w:r>
        <w:separator/>
      </w:r>
    </w:p>
  </w:endnote>
  <w:endnote w:type="continuationSeparator" w:id="0">
    <w:p w14:paraId="71AA3836" w14:textId="77777777" w:rsidR="004738FA" w:rsidRDefault="004738FA" w:rsidP="00780021">
      <w:r>
        <w:continuationSeparator/>
      </w:r>
    </w:p>
  </w:endnote>
  <w:endnote w:type="continuationNotice" w:id="1">
    <w:p w14:paraId="40A0321D" w14:textId="77777777" w:rsidR="004738FA" w:rsidRDefault="00473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15D2E" w14:textId="09075DD6" w:rsidR="00780021" w:rsidRDefault="00780021" w:rsidP="00B91403">
    <w:pPr>
      <w:pStyle w:val="Footer"/>
      <w:spacing w:after="0"/>
    </w:pPr>
    <w:r>
      <w:t>Issue Date:</w:t>
    </w:r>
    <w:r w:rsidR="00556185">
      <w:t xml:space="preserve"> </w:t>
    </w:r>
    <w:r w:rsidR="00E74502">
      <w:t>06/27/25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A625DF">
      <w:t>60801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7908B" w14:textId="326287FA" w:rsidR="008B01EF" w:rsidRDefault="008B01EF" w:rsidP="00B91403">
    <w:pPr>
      <w:pStyle w:val="Footer"/>
      <w:spacing w:after="0"/>
    </w:pPr>
    <w:r>
      <w:t xml:space="preserve">Issue Date: </w:t>
    </w:r>
    <w:r w:rsidR="00E74502">
      <w:t>06/27/25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60801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A66C9" w14:textId="77777777" w:rsidR="004738FA" w:rsidRDefault="004738FA" w:rsidP="00780021">
      <w:r>
        <w:separator/>
      </w:r>
    </w:p>
  </w:footnote>
  <w:footnote w:type="continuationSeparator" w:id="0">
    <w:p w14:paraId="503989A4" w14:textId="77777777" w:rsidR="004738FA" w:rsidRDefault="004738FA" w:rsidP="00780021">
      <w:r>
        <w:continuationSeparator/>
      </w:r>
    </w:p>
  </w:footnote>
  <w:footnote w:type="continuationNotice" w:id="1">
    <w:p w14:paraId="376DFF6D" w14:textId="77777777" w:rsidR="004738FA" w:rsidRDefault="004738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AE1B9B"/>
    <w:multiLevelType w:val="multilevel"/>
    <w:tmpl w:val="25ACB1E2"/>
    <w:lvl w:ilvl="0">
      <w:start w:val="1"/>
      <w:numFmt w:val="decimal"/>
      <w:lvlText w:val="%1"/>
      <w:lvlJc w:val="left"/>
      <w:pPr>
        <w:ind w:left="121" w:hanging="811"/>
      </w:pPr>
      <w:rPr>
        <w:rFonts w:hint="default"/>
      </w:rPr>
    </w:lvl>
    <w:lvl w:ilvl="1">
      <w:start w:val="1"/>
      <w:numFmt w:val="decimal"/>
      <w:lvlText w:val="%1.%2"/>
      <w:lvlJc w:val="left"/>
      <w:pPr>
        <w:ind w:left="121" w:hanging="811"/>
      </w:pPr>
      <w:rPr>
        <w:rFonts w:ascii="Arial" w:eastAsia="Arial" w:hAnsi="Arial" w:cs="Arial" w:hint="default"/>
        <w:spacing w:val="-6"/>
        <w:w w:val="102"/>
        <w:sz w:val="22"/>
        <w:szCs w:val="22"/>
      </w:rPr>
    </w:lvl>
    <w:lvl w:ilvl="2">
      <w:numFmt w:val="bullet"/>
      <w:lvlText w:val="•"/>
      <w:lvlJc w:val="left"/>
      <w:pPr>
        <w:ind w:left="2016" w:hanging="811"/>
      </w:pPr>
      <w:rPr>
        <w:rFonts w:hint="default"/>
      </w:rPr>
    </w:lvl>
    <w:lvl w:ilvl="3">
      <w:numFmt w:val="bullet"/>
      <w:lvlText w:val="•"/>
      <w:lvlJc w:val="left"/>
      <w:pPr>
        <w:ind w:left="2964" w:hanging="811"/>
      </w:pPr>
      <w:rPr>
        <w:rFonts w:hint="default"/>
      </w:rPr>
    </w:lvl>
    <w:lvl w:ilvl="4">
      <w:numFmt w:val="bullet"/>
      <w:lvlText w:val="•"/>
      <w:lvlJc w:val="left"/>
      <w:pPr>
        <w:ind w:left="3912" w:hanging="811"/>
      </w:pPr>
      <w:rPr>
        <w:rFonts w:hint="default"/>
      </w:rPr>
    </w:lvl>
    <w:lvl w:ilvl="5">
      <w:numFmt w:val="bullet"/>
      <w:lvlText w:val="•"/>
      <w:lvlJc w:val="left"/>
      <w:pPr>
        <w:ind w:left="4860" w:hanging="811"/>
      </w:pPr>
      <w:rPr>
        <w:rFonts w:hint="default"/>
      </w:rPr>
    </w:lvl>
    <w:lvl w:ilvl="6">
      <w:numFmt w:val="bullet"/>
      <w:lvlText w:val="•"/>
      <w:lvlJc w:val="left"/>
      <w:pPr>
        <w:ind w:left="5808" w:hanging="811"/>
      </w:pPr>
      <w:rPr>
        <w:rFonts w:hint="default"/>
      </w:rPr>
    </w:lvl>
    <w:lvl w:ilvl="7">
      <w:numFmt w:val="bullet"/>
      <w:lvlText w:val="•"/>
      <w:lvlJc w:val="left"/>
      <w:pPr>
        <w:ind w:left="6756" w:hanging="811"/>
      </w:pPr>
      <w:rPr>
        <w:rFonts w:hint="default"/>
      </w:rPr>
    </w:lvl>
    <w:lvl w:ilvl="8">
      <w:numFmt w:val="bullet"/>
      <w:lvlText w:val="•"/>
      <w:lvlJc w:val="left"/>
      <w:pPr>
        <w:ind w:left="7704" w:hanging="811"/>
      </w:pPr>
      <w:rPr>
        <w:rFonts w:hint="default"/>
      </w:rPr>
    </w:lvl>
  </w:abstractNum>
  <w:abstractNum w:abstractNumId="3" w15:restartNumberingAfterBreak="0">
    <w:nsid w:val="02035120"/>
    <w:multiLevelType w:val="hybridMultilevel"/>
    <w:tmpl w:val="D93C8B6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02231E1E"/>
    <w:multiLevelType w:val="hybridMultilevel"/>
    <w:tmpl w:val="AC42DF4E"/>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5" w15:restartNumberingAfterBreak="0">
    <w:nsid w:val="03BF6D76"/>
    <w:multiLevelType w:val="multilevel"/>
    <w:tmpl w:val="33083C08"/>
    <w:lvl w:ilvl="0">
      <w:start w:val="2"/>
      <w:numFmt w:val="decimalZero"/>
      <w:lvlText w:val="%1"/>
      <w:lvlJc w:val="left"/>
      <w:pPr>
        <w:ind w:left="540" w:hanging="540"/>
      </w:pPr>
      <w:rPr>
        <w:rFonts w:hint="default"/>
      </w:rPr>
    </w:lvl>
    <w:lvl w:ilvl="1">
      <w:start w:val="1"/>
      <w:numFmt w:val="decimalZero"/>
      <w:lvlText w:val="%1.%2"/>
      <w:lvlJc w:val="left"/>
      <w:pPr>
        <w:ind w:left="661" w:hanging="540"/>
      </w:pPr>
      <w:rPr>
        <w:rFonts w:hint="default"/>
      </w:rPr>
    </w:lvl>
    <w:lvl w:ilvl="2">
      <w:start w:val="1"/>
      <w:numFmt w:val="decimal"/>
      <w:lvlText w:val="%1.%2.%3"/>
      <w:lvlJc w:val="left"/>
      <w:pPr>
        <w:ind w:left="962" w:hanging="720"/>
      </w:pPr>
      <w:rPr>
        <w:rFonts w:hint="default"/>
      </w:rPr>
    </w:lvl>
    <w:lvl w:ilvl="3">
      <w:start w:val="1"/>
      <w:numFmt w:val="decimal"/>
      <w:lvlText w:val="%1.%2.%3.%4"/>
      <w:lvlJc w:val="left"/>
      <w:pPr>
        <w:ind w:left="1083" w:hanging="720"/>
      </w:pPr>
      <w:rPr>
        <w:rFonts w:hint="default"/>
      </w:rPr>
    </w:lvl>
    <w:lvl w:ilvl="4">
      <w:start w:val="1"/>
      <w:numFmt w:val="decimal"/>
      <w:lvlText w:val="%1.%2.%3.%4.%5"/>
      <w:lvlJc w:val="left"/>
      <w:pPr>
        <w:ind w:left="1564" w:hanging="1080"/>
      </w:pPr>
      <w:rPr>
        <w:rFonts w:hint="default"/>
      </w:rPr>
    </w:lvl>
    <w:lvl w:ilvl="5">
      <w:start w:val="1"/>
      <w:numFmt w:val="decimal"/>
      <w:lvlText w:val="%1.%2.%3.%4.%5.%6"/>
      <w:lvlJc w:val="left"/>
      <w:pPr>
        <w:ind w:left="1685" w:hanging="1080"/>
      </w:pPr>
      <w:rPr>
        <w:rFonts w:hint="default"/>
      </w:rPr>
    </w:lvl>
    <w:lvl w:ilvl="6">
      <w:start w:val="1"/>
      <w:numFmt w:val="decimal"/>
      <w:lvlText w:val="%1.%2.%3.%4.%5.%6.%7"/>
      <w:lvlJc w:val="left"/>
      <w:pPr>
        <w:ind w:left="2166" w:hanging="1440"/>
      </w:pPr>
      <w:rPr>
        <w:rFonts w:hint="default"/>
      </w:rPr>
    </w:lvl>
    <w:lvl w:ilvl="7">
      <w:start w:val="1"/>
      <w:numFmt w:val="decimal"/>
      <w:lvlText w:val="%1.%2.%3.%4.%5.%6.%7.%8"/>
      <w:lvlJc w:val="left"/>
      <w:pPr>
        <w:ind w:left="2287" w:hanging="1440"/>
      </w:pPr>
      <w:rPr>
        <w:rFonts w:hint="default"/>
      </w:rPr>
    </w:lvl>
    <w:lvl w:ilvl="8">
      <w:start w:val="1"/>
      <w:numFmt w:val="decimal"/>
      <w:lvlText w:val="%1.%2.%3.%4.%5.%6.%7.%8.%9"/>
      <w:lvlJc w:val="left"/>
      <w:pPr>
        <w:ind w:left="2768" w:hanging="1800"/>
      </w:pPr>
      <w:rPr>
        <w:rFonts w:hint="default"/>
      </w:rPr>
    </w:lvl>
  </w:abstractNum>
  <w:abstractNum w:abstractNumId="6" w15:restartNumberingAfterBreak="0">
    <w:nsid w:val="04D05F0D"/>
    <w:multiLevelType w:val="multilevel"/>
    <w:tmpl w:val="BC22EA54"/>
    <w:lvl w:ilvl="0">
      <w:start w:val="3"/>
      <w:numFmt w:val="decimal"/>
      <w:lvlText w:val="%1"/>
      <w:lvlJc w:val="left"/>
      <w:pPr>
        <w:ind w:left="912" w:hanging="811"/>
      </w:pPr>
      <w:rPr>
        <w:rFonts w:hint="default"/>
      </w:rPr>
    </w:lvl>
    <w:lvl w:ilvl="1">
      <w:start w:val="1"/>
      <w:numFmt w:val="decimal"/>
      <w:lvlText w:val="%1.%2"/>
      <w:lvlJc w:val="left"/>
      <w:pPr>
        <w:ind w:left="912" w:hanging="811"/>
      </w:pPr>
      <w:rPr>
        <w:rFonts w:ascii="Arial" w:eastAsia="Arial" w:hAnsi="Arial" w:cs="Arial" w:hint="default"/>
        <w:spacing w:val="-6"/>
        <w:w w:val="102"/>
        <w:sz w:val="22"/>
        <w:szCs w:val="22"/>
      </w:rPr>
    </w:lvl>
    <w:lvl w:ilvl="2">
      <w:start w:val="1"/>
      <w:numFmt w:val="lowerLetter"/>
      <w:lvlText w:val="%3."/>
      <w:lvlJc w:val="left"/>
      <w:pPr>
        <w:ind w:left="912" w:hanging="541"/>
      </w:pPr>
      <w:rPr>
        <w:rFonts w:ascii="Arial" w:eastAsia="Arial" w:hAnsi="Arial" w:cs="Arial" w:hint="default"/>
        <w:spacing w:val="-6"/>
        <w:w w:val="102"/>
        <w:sz w:val="22"/>
        <w:szCs w:val="22"/>
      </w:rPr>
    </w:lvl>
    <w:lvl w:ilvl="3">
      <w:numFmt w:val="bullet"/>
      <w:lvlText w:val="•"/>
      <w:lvlJc w:val="left"/>
      <w:pPr>
        <w:ind w:left="3518" w:hanging="541"/>
      </w:pPr>
      <w:rPr>
        <w:rFonts w:hint="default"/>
      </w:rPr>
    </w:lvl>
    <w:lvl w:ilvl="4">
      <w:numFmt w:val="bullet"/>
      <w:lvlText w:val="•"/>
      <w:lvlJc w:val="left"/>
      <w:pPr>
        <w:ind w:left="4384" w:hanging="541"/>
      </w:pPr>
      <w:rPr>
        <w:rFonts w:hint="default"/>
      </w:rPr>
    </w:lvl>
    <w:lvl w:ilvl="5">
      <w:numFmt w:val="bullet"/>
      <w:lvlText w:val="•"/>
      <w:lvlJc w:val="left"/>
      <w:pPr>
        <w:ind w:left="5250" w:hanging="541"/>
      </w:pPr>
      <w:rPr>
        <w:rFonts w:hint="default"/>
      </w:rPr>
    </w:lvl>
    <w:lvl w:ilvl="6">
      <w:numFmt w:val="bullet"/>
      <w:lvlText w:val="•"/>
      <w:lvlJc w:val="left"/>
      <w:pPr>
        <w:ind w:left="6116" w:hanging="541"/>
      </w:pPr>
      <w:rPr>
        <w:rFonts w:hint="default"/>
      </w:rPr>
    </w:lvl>
    <w:lvl w:ilvl="7">
      <w:numFmt w:val="bullet"/>
      <w:lvlText w:val="•"/>
      <w:lvlJc w:val="left"/>
      <w:pPr>
        <w:ind w:left="6982" w:hanging="541"/>
      </w:pPr>
      <w:rPr>
        <w:rFonts w:hint="default"/>
      </w:rPr>
    </w:lvl>
    <w:lvl w:ilvl="8">
      <w:numFmt w:val="bullet"/>
      <w:lvlText w:val="•"/>
      <w:lvlJc w:val="left"/>
      <w:pPr>
        <w:ind w:left="7848" w:hanging="541"/>
      </w:pPr>
      <w:rPr>
        <w:rFonts w:hint="default"/>
      </w:rPr>
    </w:lvl>
  </w:abstractNum>
  <w:abstractNum w:abstractNumId="7" w15:restartNumberingAfterBreak="0">
    <w:nsid w:val="04F84CAA"/>
    <w:multiLevelType w:val="multilevel"/>
    <w:tmpl w:val="5FE2C3DA"/>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0566D07"/>
    <w:multiLevelType w:val="hybridMultilevel"/>
    <w:tmpl w:val="DF4C0566"/>
    <w:lvl w:ilvl="0" w:tplc="79E0FCB6">
      <w:numFmt w:val="bullet"/>
      <w:lvlText w:val=""/>
      <w:lvlJc w:val="left"/>
      <w:pPr>
        <w:ind w:left="912" w:hanging="541"/>
      </w:pPr>
      <w:rPr>
        <w:rFonts w:ascii="Symbol" w:eastAsia="Symbol" w:hAnsi="Symbol" w:cs="Symbol" w:hint="default"/>
        <w:w w:val="102"/>
        <w:sz w:val="22"/>
        <w:szCs w:val="22"/>
      </w:rPr>
    </w:lvl>
    <w:lvl w:ilvl="1" w:tplc="7000280C">
      <w:numFmt w:val="bullet"/>
      <w:lvlText w:val="•"/>
      <w:lvlJc w:val="left"/>
      <w:pPr>
        <w:ind w:left="1786" w:hanging="541"/>
      </w:pPr>
      <w:rPr>
        <w:rFonts w:hint="default"/>
      </w:rPr>
    </w:lvl>
    <w:lvl w:ilvl="2" w:tplc="A7CE25AE">
      <w:numFmt w:val="bullet"/>
      <w:lvlText w:val="•"/>
      <w:lvlJc w:val="left"/>
      <w:pPr>
        <w:ind w:left="2652" w:hanging="541"/>
      </w:pPr>
      <w:rPr>
        <w:rFonts w:hint="default"/>
      </w:rPr>
    </w:lvl>
    <w:lvl w:ilvl="3" w:tplc="E928338C">
      <w:numFmt w:val="bullet"/>
      <w:lvlText w:val="•"/>
      <w:lvlJc w:val="left"/>
      <w:pPr>
        <w:ind w:left="3518" w:hanging="541"/>
      </w:pPr>
      <w:rPr>
        <w:rFonts w:hint="default"/>
      </w:rPr>
    </w:lvl>
    <w:lvl w:ilvl="4" w:tplc="D66EDF1C">
      <w:numFmt w:val="bullet"/>
      <w:lvlText w:val="•"/>
      <w:lvlJc w:val="left"/>
      <w:pPr>
        <w:ind w:left="4384" w:hanging="541"/>
      </w:pPr>
      <w:rPr>
        <w:rFonts w:hint="default"/>
      </w:rPr>
    </w:lvl>
    <w:lvl w:ilvl="5" w:tplc="C9DC97C4">
      <w:numFmt w:val="bullet"/>
      <w:lvlText w:val="•"/>
      <w:lvlJc w:val="left"/>
      <w:pPr>
        <w:ind w:left="5250" w:hanging="541"/>
      </w:pPr>
      <w:rPr>
        <w:rFonts w:hint="default"/>
      </w:rPr>
    </w:lvl>
    <w:lvl w:ilvl="6" w:tplc="A7A866F8">
      <w:numFmt w:val="bullet"/>
      <w:lvlText w:val="•"/>
      <w:lvlJc w:val="left"/>
      <w:pPr>
        <w:ind w:left="6116" w:hanging="541"/>
      </w:pPr>
      <w:rPr>
        <w:rFonts w:hint="default"/>
      </w:rPr>
    </w:lvl>
    <w:lvl w:ilvl="7" w:tplc="BFB417B6">
      <w:numFmt w:val="bullet"/>
      <w:lvlText w:val="•"/>
      <w:lvlJc w:val="left"/>
      <w:pPr>
        <w:ind w:left="6982" w:hanging="541"/>
      </w:pPr>
      <w:rPr>
        <w:rFonts w:hint="default"/>
      </w:rPr>
    </w:lvl>
    <w:lvl w:ilvl="8" w:tplc="E52A2F2C">
      <w:numFmt w:val="bullet"/>
      <w:lvlText w:val="•"/>
      <w:lvlJc w:val="left"/>
      <w:pPr>
        <w:ind w:left="7848" w:hanging="541"/>
      </w:pPr>
      <w:rPr>
        <w:rFonts w:hint="default"/>
      </w:rPr>
    </w:lvl>
  </w:abstractNum>
  <w:abstractNum w:abstractNumId="12"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DE6CF7"/>
    <w:multiLevelType w:val="hybridMultilevel"/>
    <w:tmpl w:val="E2928A0A"/>
    <w:lvl w:ilvl="0" w:tplc="04090017">
      <w:start w:val="1"/>
      <w:numFmt w:val="lowerLetter"/>
      <w:lvlText w:val="%1)"/>
      <w:lvlJc w:val="left"/>
      <w:pPr>
        <w:ind w:left="1325" w:hanging="360"/>
      </w:pPr>
      <w:rPr>
        <w:rFonts w:hint="default"/>
      </w:rPr>
    </w:lvl>
    <w:lvl w:ilvl="1" w:tplc="FFFFFFFF">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14" w15:restartNumberingAfterBreak="0">
    <w:nsid w:val="1B3E4B04"/>
    <w:multiLevelType w:val="hybridMultilevel"/>
    <w:tmpl w:val="15F6034E"/>
    <w:lvl w:ilvl="0" w:tplc="2DE4DC7C">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1F5E00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08006C0"/>
    <w:multiLevelType w:val="hybridMultilevel"/>
    <w:tmpl w:val="4F84CC5C"/>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5F17A4"/>
    <w:multiLevelType w:val="multilevel"/>
    <w:tmpl w:val="5E5ECD3E"/>
    <w:lvl w:ilvl="0">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667E25"/>
    <w:multiLevelType w:val="hybridMultilevel"/>
    <w:tmpl w:val="798C4D66"/>
    <w:lvl w:ilvl="0" w:tplc="C322A298">
      <w:start w:val="1"/>
      <w:numFmt w:val="lowerLetter"/>
      <w:lvlText w:val="%1."/>
      <w:lvlJc w:val="left"/>
      <w:pPr>
        <w:ind w:left="1452" w:hanging="360"/>
      </w:pPr>
      <w:rPr>
        <w:rFonts w:hint="default"/>
      </w:rPr>
    </w:lvl>
    <w:lvl w:ilvl="1" w:tplc="04090019">
      <w:start w:val="1"/>
      <w:numFmt w:val="lowerLetter"/>
      <w:lvlText w:val="%2."/>
      <w:lvlJc w:val="left"/>
      <w:pPr>
        <w:ind w:left="2172" w:hanging="360"/>
      </w:pPr>
    </w:lvl>
    <w:lvl w:ilvl="2" w:tplc="0409000F">
      <w:start w:val="1"/>
      <w:numFmt w:val="decimal"/>
      <w:lvlText w:val="%3."/>
      <w:lvlJc w:val="left"/>
      <w:pPr>
        <w:ind w:left="1812" w:hanging="360"/>
      </w:pPr>
    </w:lvl>
    <w:lvl w:ilvl="3" w:tplc="0409000F">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9" w15:restartNumberingAfterBreak="0">
    <w:nsid w:val="298646F8"/>
    <w:multiLevelType w:val="hybridMultilevel"/>
    <w:tmpl w:val="5D62F1C8"/>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20" w15:restartNumberingAfterBreak="0">
    <w:nsid w:val="29B247FE"/>
    <w:multiLevelType w:val="multilevel"/>
    <w:tmpl w:val="38325BE6"/>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2B3B58"/>
    <w:multiLevelType w:val="multilevel"/>
    <w:tmpl w:val="3AC875F8"/>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DB67A3"/>
    <w:multiLevelType w:val="hybridMultilevel"/>
    <w:tmpl w:val="4F84CC5C"/>
    <w:lvl w:ilvl="0" w:tplc="8B4AFA0E">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232197"/>
    <w:multiLevelType w:val="hybridMultilevel"/>
    <w:tmpl w:val="30B2A57C"/>
    <w:lvl w:ilvl="0" w:tplc="9C1E987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44275875"/>
    <w:multiLevelType w:val="multilevel"/>
    <w:tmpl w:val="3AC875F8"/>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B23002"/>
    <w:multiLevelType w:val="hybridMultilevel"/>
    <w:tmpl w:val="BB845700"/>
    <w:lvl w:ilvl="0" w:tplc="04090019">
      <w:start w:val="1"/>
      <w:numFmt w:val="lowerLetter"/>
      <w:lvlText w:val="%1."/>
      <w:lvlJc w:val="left"/>
      <w:pPr>
        <w:ind w:left="912" w:hanging="541"/>
      </w:pPr>
      <w:rPr>
        <w:rFonts w:hint="default"/>
        <w:w w:val="102"/>
        <w:sz w:val="22"/>
        <w:szCs w:val="22"/>
      </w:rPr>
    </w:lvl>
    <w:lvl w:ilvl="1" w:tplc="FFFFFFFF">
      <w:numFmt w:val="bullet"/>
      <w:lvlText w:val="•"/>
      <w:lvlJc w:val="left"/>
      <w:pPr>
        <w:ind w:left="1786" w:hanging="541"/>
      </w:pPr>
      <w:rPr>
        <w:rFonts w:hint="default"/>
      </w:rPr>
    </w:lvl>
    <w:lvl w:ilvl="2" w:tplc="FFFFFFFF">
      <w:numFmt w:val="bullet"/>
      <w:lvlText w:val="•"/>
      <w:lvlJc w:val="left"/>
      <w:pPr>
        <w:ind w:left="2652" w:hanging="541"/>
      </w:pPr>
      <w:rPr>
        <w:rFonts w:hint="default"/>
      </w:rPr>
    </w:lvl>
    <w:lvl w:ilvl="3" w:tplc="FFFFFFFF">
      <w:numFmt w:val="bullet"/>
      <w:lvlText w:val="•"/>
      <w:lvlJc w:val="left"/>
      <w:pPr>
        <w:ind w:left="3518" w:hanging="541"/>
      </w:pPr>
      <w:rPr>
        <w:rFonts w:hint="default"/>
      </w:rPr>
    </w:lvl>
    <w:lvl w:ilvl="4" w:tplc="FFFFFFFF">
      <w:numFmt w:val="bullet"/>
      <w:lvlText w:val="•"/>
      <w:lvlJc w:val="left"/>
      <w:pPr>
        <w:ind w:left="4384" w:hanging="541"/>
      </w:pPr>
      <w:rPr>
        <w:rFonts w:hint="default"/>
      </w:rPr>
    </w:lvl>
    <w:lvl w:ilvl="5" w:tplc="FFFFFFFF">
      <w:numFmt w:val="bullet"/>
      <w:lvlText w:val="•"/>
      <w:lvlJc w:val="left"/>
      <w:pPr>
        <w:ind w:left="5250" w:hanging="541"/>
      </w:pPr>
      <w:rPr>
        <w:rFonts w:hint="default"/>
      </w:rPr>
    </w:lvl>
    <w:lvl w:ilvl="6" w:tplc="FFFFFFFF">
      <w:numFmt w:val="bullet"/>
      <w:lvlText w:val="•"/>
      <w:lvlJc w:val="left"/>
      <w:pPr>
        <w:ind w:left="6116" w:hanging="541"/>
      </w:pPr>
      <w:rPr>
        <w:rFonts w:hint="default"/>
      </w:rPr>
    </w:lvl>
    <w:lvl w:ilvl="7" w:tplc="FFFFFFFF">
      <w:numFmt w:val="bullet"/>
      <w:lvlText w:val="•"/>
      <w:lvlJc w:val="left"/>
      <w:pPr>
        <w:ind w:left="6982" w:hanging="541"/>
      </w:pPr>
      <w:rPr>
        <w:rFonts w:hint="default"/>
      </w:rPr>
    </w:lvl>
    <w:lvl w:ilvl="8" w:tplc="FFFFFFFF">
      <w:numFmt w:val="bullet"/>
      <w:lvlText w:val="•"/>
      <w:lvlJc w:val="left"/>
      <w:pPr>
        <w:ind w:left="7848" w:hanging="541"/>
      </w:pPr>
      <w:rPr>
        <w:rFonts w:hint="default"/>
      </w:rPr>
    </w:lvl>
  </w:abstractNum>
  <w:abstractNum w:abstractNumId="26" w15:restartNumberingAfterBreak="0">
    <w:nsid w:val="47F96878"/>
    <w:multiLevelType w:val="multilevel"/>
    <w:tmpl w:val="2B2CACBA"/>
    <w:lvl w:ilvl="0">
      <w:start w:val="2"/>
      <w:numFmt w:val="decimal"/>
      <w:lvlText w:val="%1"/>
      <w:lvlJc w:val="left"/>
      <w:pPr>
        <w:ind w:left="932" w:hanging="811"/>
      </w:pPr>
      <w:rPr>
        <w:rFonts w:hint="default"/>
      </w:rPr>
    </w:lvl>
    <w:lvl w:ilvl="1">
      <w:start w:val="1"/>
      <w:numFmt w:val="decimal"/>
      <w:lvlText w:val="%1.%2"/>
      <w:lvlJc w:val="left"/>
      <w:pPr>
        <w:ind w:left="101" w:hanging="811"/>
      </w:pPr>
      <w:rPr>
        <w:rFonts w:ascii="Arial" w:eastAsia="Arial" w:hAnsi="Arial" w:cs="Arial" w:hint="default"/>
        <w:spacing w:val="-6"/>
        <w:w w:val="102"/>
        <w:sz w:val="22"/>
        <w:szCs w:val="22"/>
      </w:rPr>
    </w:lvl>
    <w:lvl w:ilvl="2">
      <w:start w:val="1"/>
      <w:numFmt w:val="lowerLetter"/>
      <w:lvlText w:val="%3."/>
      <w:lvlJc w:val="left"/>
      <w:pPr>
        <w:ind w:left="932" w:hanging="541"/>
      </w:pPr>
      <w:rPr>
        <w:rFonts w:ascii="Arial" w:eastAsia="Arial" w:hAnsi="Arial" w:cs="Arial" w:hint="default"/>
        <w:spacing w:val="-6"/>
        <w:w w:val="102"/>
        <w:sz w:val="22"/>
        <w:szCs w:val="22"/>
      </w:rPr>
    </w:lvl>
    <w:lvl w:ilvl="3">
      <w:start w:val="1"/>
      <w:numFmt w:val="decimal"/>
      <w:lvlText w:val="%4)"/>
      <w:lvlJc w:val="left"/>
      <w:pPr>
        <w:ind w:left="1543" w:hanging="632"/>
      </w:pPr>
      <w:rPr>
        <w:rFonts w:ascii="Arial" w:eastAsia="Arial" w:hAnsi="Arial" w:cs="Arial" w:hint="default"/>
        <w:spacing w:val="-6"/>
        <w:w w:val="102"/>
        <w:sz w:val="22"/>
        <w:szCs w:val="22"/>
      </w:rPr>
    </w:lvl>
    <w:lvl w:ilvl="4">
      <w:numFmt w:val="bullet"/>
      <w:lvlText w:val="•"/>
      <w:lvlJc w:val="left"/>
      <w:pPr>
        <w:ind w:left="2688" w:hanging="632"/>
      </w:pPr>
      <w:rPr>
        <w:rFonts w:hint="default"/>
      </w:rPr>
    </w:lvl>
    <w:lvl w:ilvl="5">
      <w:numFmt w:val="bullet"/>
      <w:lvlText w:val="•"/>
      <w:lvlJc w:val="left"/>
      <w:pPr>
        <w:ind w:left="3837" w:hanging="632"/>
      </w:pPr>
      <w:rPr>
        <w:rFonts w:hint="default"/>
      </w:rPr>
    </w:lvl>
    <w:lvl w:ilvl="6">
      <w:numFmt w:val="bullet"/>
      <w:lvlText w:val="•"/>
      <w:lvlJc w:val="left"/>
      <w:pPr>
        <w:ind w:left="4985" w:hanging="632"/>
      </w:pPr>
      <w:rPr>
        <w:rFonts w:hint="default"/>
      </w:rPr>
    </w:lvl>
    <w:lvl w:ilvl="7">
      <w:numFmt w:val="bullet"/>
      <w:lvlText w:val="•"/>
      <w:lvlJc w:val="left"/>
      <w:pPr>
        <w:ind w:left="6134" w:hanging="632"/>
      </w:pPr>
      <w:rPr>
        <w:rFonts w:hint="default"/>
      </w:rPr>
    </w:lvl>
    <w:lvl w:ilvl="8">
      <w:numFmt w:val="bullet"/>
      <w:lvlText w:val="•"/>
      <w:lvlJc w:val="left"/>
      <w:pPr>
        <w:ind w:left="7282" w:hanging="632"/>
      </w:pPr>
      <w:rPr>
        <w:rFonts w:hint="default"/>
      </w:rPr>
    </w:lvl>
  </w:abstractNum>
  <w:abstractNum w:abstractNumId="27" w15:restartNumberingAfterBreak="0">
    <w:nsid w:val="51FC76A3"/>
    <w:multiLevelType w:val="multilevel"/>
    <w:tmpl w:val="2B2CACBA"/>
    <w:lvl w:ilvl="0">
      <w:start w:val="2"/>
      <w:numFmt w:val="decimal"/>
      <w:lvlText w:val="%1"/>
      <w:lvlJc w:val="left"/>
      <w:pPr>
        <w:ind w:left="932" w:hanging="811"/>
      </w:pPr>
      <w:rPr>
        <w:rFonts w:hint="default"/>
      </w:rPr>
    </w:lvl>
    <w:lvl w:ilvl="1">
      <w:start w:val="1"/>
      <w:numFmt w:val="decimal"/>
      <w:lvlText w:val="%1.%2"/>
      <w:lvlJc w:val="left"/>
      <w:pPr>
        <w:ind w:left="101" w:hanging="811"/>
      </w:pPr>
      <w:rPr>
        <w:rFonts w:ascii="Arial" w:eastAsia="Arial" w:hAnsi="Arial" w:cs="Arial" w:hint="default"/>
        <w:spacing w:val="-6"/>
        <w:w w:val="102"/>
        <w:sz w:val="22"/>
        <w:szCs w:val="22"/>
      </w:rPr>
    </w:lvl>
    <w:lvl w:ilvl="2">
      <w:start w:val="1"/>
      <w:numFmt w:val="lowerLetter"/>
      <w:lvlText w:val="%3."/>
      <w:lvlJc w:val="left"/>
      <w:pPr>
        <w:ind w:left="932" w:hanging="541"/>
      </w:pPr>
      <w:rPr>
        <w:rFonts w:ascii="Arial" w:eastAsia="Arial" w:hAnsi="Arial" w:cs="Arial" w:hint="default"/>
        <w:spacing w:val="-6"/>
        <w:w w:val="102"/>
        <w:sz w:val="22"/>
        <w:szCs w:val="22"/>
      </w:rPr>
    </w:lvl>
    <w:lvl w:ilvl="3">
      <w:start w:val="1"/>
      <w:numFmt w:val="decimal"/>
      <w:lvlText w:val="%4)"/>
      <w:lvlJc w:val="left"/>
      <w:pPr>
        <w:ind w:left="1543" w:hanging="632"/>
      </w:pPr>
      <w:rPr>
        <w:rFonts w:ascii="Arial" w:eastAsia="Arial" w:hAnsi="Arial" w:cs="Arial" w:hint="default"/>
        <w:spacing w:val="-6"/>
        <w:w w:val="102"/>
        <w:sz w:val="22"/>
        <w:szCs w:val="22"/>
      </w:rPr>
    </w:lvl>
    <w:lvl w:ilvl="4">
      <w:numFmt w:val="bullet"/>
      <w:lvlText w:val="•"/>
      <w:lvlJc w:val="left"/>
      <w:pPr>
        <w:ind w:left="2688" w:hanging="632"/>
      </w:pPr>
      <w:rPr>
        <w:rFonts w:hint="default"/>
      </w:rPr>
    </w:lvl>
    <w:lvl w:ilvl="5">
      <w:numFmt w:val="bullet"/>
      <w:lvlText w:val="•"/>
      <w:lvlJc w:val="left"/>
      <w:pPr>
        <w:ind w:left="3837" w:hanging="632"/>
      </w:pPr>
      <w:rPr>
        <w:rFonts w:hint="default"/>
      </w:rPr>
    </w:lvl>
    <w:lvl w:ilvl="6">
      <w:numFmt w:val="bullet"/>
      <w:lvlText w:val="•"/>
      <w:lvlJc w:val="left"/>
      <w:pPr>
        <w:ind w:left="4985" w:hanging="632"/>
      </w:pPr>
      <w:rPr>
        <w:rFonts w:hint="default"/>
      </w:rPr>
    </w:lvl>
    <w:lvl w:ilvl="7">
      <w:numFmt w:val="bullet"/>
      <w:lvlText w:val="•"/>
      <w:lvlJc w:val="left"/>
      <w:pPr>
        <w:ind w:left="6134" w:hanging="632"/>
      </w:pPr>
      <w:rPr>
        <w:rFonts w:hint="default"/>
      </w:rPr>
    </w:lvl>
    <w:lvl w:ilvl="8">
      <w:numFmt w:val="bullet"/>
      <w:lvlText w:val="•"/>
      <w:lvlJc w:val="left"/>
      <w:pPr>
        <w:ind w:left="7282" w:hanging="632"/>
      </w:pPr>
      <w:rPr>
        <w:rFonts w:hint="default"/>
      </w:rPr>
    </w:lvl>
  </w:abstractNum>
  <w:abstractNum w:abstractNumId="28"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0B5E23"/>
    <w:multiLevelType w:val="multilevel"/>
    <w:tmpl w:val="B810BADC"/>
    <w:lvl w:ilvl="0">
      <w:start w:val="1"/>
      <w:numFmt w:val="none"/>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15:restartNumberingAfterBreak="0">
    <w:nsid w:val="5BDD04F4"/>
    <w:multiLevelType w:val="hybridMultilevel"/>
    <w:tmpl w:val="A7C2540E"/>
    <w:lvl w:ilvl="0" w:tplc="124AEA52">
      <w:start w:val="1"/>
      <w:numFmt w:val="lowerLetter"/>
      <w:pStyle w:val="Style1"/>
      <w:lvlText w:val="%1."/>
      <w:lvlJc w:val="left"/>
      <w:pPr>
        <w:ind w:left="1620" w:hanging="360"/>
      </w:pPr>
      <w:rPr>
        <w:rFont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12E0B"/>
    <w:multiLevelType w:val="multilevel"/>
    <w:tmpl w:val="3AC875F8"/>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F045B00"/>
    <w:multiLevelType w:val="multilevel"/>
    <w:tmpl w:val="3AC875F8"/>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F122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B276C2"/>
    <w:multiLevelType w:val="multilevel"/>
    <w:tmpl w:val="2B2CACBA"/>
    <w:lvl w:ilvl="0">
      <w:start w:val="2"/>
      <w:numFmt w:val="decimal"/>
      <w:lvlText w:val="%1"/>
      <w:lvlJc w:val="left"/>
      <w:pPr>
        <w:ind w:left="932" w:hanging="811"/>
      </w:pPr>
      <w:rPr>
        <w:rFonts w:hint="default"/>
      </w:rPr>
    </w:lvl>
    <w:lvl w:ilvl="1">
      <w:start w:val="1"/>
      <w:numFmt w:val="decimal"/>
      <w:lvlText w:val="%1.%2"/>
      <w:lvlJc w:val="left"/>
      <w:pPr>
        <w:ind w:left="101" w:hanging="811"/>
      </w:pPr>
      <w:rPr>
        <w:rFonts w:ascii="Arial" w:eastAsia="Arial" w:hAnsi="Arial" w:cs="Arial" w:hint="default"/>
        <w:spacing w:val="-6"/>
        <w:w w:val="102"/>
        <w:sz w:val="22"/>
        <w:szCs w:val="22"/>
      </w:rPr>
    </w:lvl>
    <w:lvl w:ilvl="2">
      <w:start w:val="1"/>
      <w:numFmt w:val="lowerLetter"/>
      <w:lvlText w:val="%3."/>
      <w:lvlJc w:val="left"/>
      <w:pPr>
        <w:ind w:left="932" w:hanging="541"/>
      </w:pPr>
      <w:rPr>
        <w:rFonts w:ascii="Arial" w:eastAsia="Arial" w:hAnsi="Arial" w:cs="Arial" w:hint="default"/>
        <w:spacing w:val="-6"/>
        <w:w w:val="102"/>
        <w:sz w:val="22"/>
        <w:szCs w:val="22"/>
      </w:rPr>
    </w:lvl>
    <w:lvl w:ilvl="3">
      <w:start w:val="1"/>
      <w:numFmt w:val="decimal"/>
      <w:lvlText w:val="%4)"/>
      <w:lvlJc w:val="left"/>
      <w:pPr>
        <w:ind w:left="1543" w:hanging="632"/>
      </w:pPr>
      <w:rPr>
        <w:rFonts w:ascii="Arial" w:eastAsia="Arial" w:hAnsi="Arial" w:cs="Arial" w:hint="default"/>
        <w:spacing w:val="-6"/>
        <w:w w:val="102"/>
        <w:sz w:val="22"/>
        <w:szCs w:val="22"/>
      </w:rPr>
    </w:lvl>
    <w:lvl w:ilvl="4">
      <w:numFmt w:val="bullet"/>
      <w:lvlText w:val="•"/>
      <w:lvlJc w:val="left"/>
      <w:pPr>
        <w:ind w:left="2688" w:hanging="632"/>
      </w:pPr>
      <w:rPr>
        <w:rFonts w:hint="default"/>
      </w:rPr>
    </w:lvl>
    <w:lvl w:ilvl="5">
      <w:numFmt w:val="bullet"/>
      <w:lvlText w:val="•"/>
      <w:lvlJc w:val="left"/>
      <w:pPr>
        <w:ind w:left="3837" w:hanging="632"/>
      </w:pPr>
      <w:rPr>
        <w:rFonts w:hint="default"/>
      </w:rPr>
    </w:lvl>
    <w:lvl w:ilvl="6">
      <w:numFmt w:val="bullet"/>
      <w:lvlText w:val="•"/>
      <w:lvlJc w:val="left"/>
      <w:pPr>
        <w:ind w:left="4985" w:hanging="632"/>
      </w:pPr>
      <w:rPr>
        <w:rFonts w:hint="default"/>
      </w:rPr>
    </w:lvl>
    <w:lvl w:ilvl="7">
      <w:numFmt w:val="bullet"/>
      <w:lvlText w:val="•"/>
      <w:lvlJc w:val="left"/>
      <w:pPr>
        <w:ind w:left="6134" w:hanging="632"/>
      </w:pPr>
      <w:rPr>
        <w:rFonts w:hint="default"/>
      </w:rPr>
    </w:lvl>
    <w:lvl w:ilvl="8">
      <w:numFmt w:val="bullet"/>
      <w:lvlText w:val="•"/>
      <w:lvlJc w:val="left"/>
      <w:pPr>
        <w:ind w:left="7282" w:hanging="632"/>
      </w:pPr>
      <w:rPr>
        <w:rFonts w:hint="default"/>
      </w:rPr>
    </w:lvl>
  </w:abstractNum>
  <w:abstractNum w:abstractNumId="38" w15:restartNumberingAfterBreak="0">
    <w:nsid w:val="69036190"/>
    <w:multiLevelType w:val="multilevel"/>
    <w:tmpl w:val="3AC875F8"/>
    <w:lvl w:ilvl="0">
      <w:start w:val="1"/>
      <w:numFmt w:val="decimal"/>
      <w:lvlText w:val="%1.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0D562C"/>
    <w:multiLevelType w:val="multilevel"/>
    <w:tmpl w:val="002C0CA4"/>
    <w:lvl w:ilvl="0">
      <w:start w:val="3"/>
      <w:numFmt w:val="decimalZero"/>
      <w:lvlText w:val="%1"/>
      <w:lvlJc w:val="left"/>
      <w:pPr>
        <w:ind w:left="540" w:hanging="540"/>
      </w:pPr>
      <w:rPr>
        <w:rFonts w:hint="default"/>
        <w:u w:val="single"/>
      </w:rPr>
    </w:lvl>
    <w:lvl w:ilvl="1">
      <w:start w:val="1"/>
      <w:numFmt w:val="decimalZero"/>
      <w:lvlText w:val="%1.%2"/>
      <w:lvlJc w:val="left"/>
      <w:pPr>
        <w:ind w:left="641" w:hanging="540"/>
      </w:pPr>
      <w:rPr>
        <w:rFonts w:hint="default"/>
        <w:sz w:val="22"/>
        <w:u w:val="none"/>
      </w:rPr>
    </w:lvl>
    <w:lvl w:ilvl="2">
      <w:start w:val="1"/>
      <w:numFmt w:val="decimal"/>
      <w:lvlText w:val="%1.%2.%3"/>
      <w:lvlJc w:val="left"/>
      <w:pPr>
        <w:ind w:left="922" w:hanging="720"/>
      </w:pPr>
      <w:rPr>
        <w:rFonts w:hint="default"/>
        <w:u w:val="single"/>
      </w:rPr>
    </w:lvl>
    <w:lvl w:ilvl="3">
      <w:start w:val="1"/>
      <w:numFmt w:val="decimal"/>
      <w:lvlText w:val="%1.%2.%3.%4"/>
      <w:lvlJc w:val="left"/>
      <w:pPr>
        <w:ind w:left="1023" w:hanging="720"/>
      </w:pPr>
      <w:rPr>
        <w:rFonts w:hint="default"/>
        <w:u w:val="single"/>
      </w:rPr>
    </w:lvl>
    <w:lvl w:ilvl="4">
      <w:start w:val="1"/>
      <w:numFmt w:val="decimal"/>
      <w:lvlText w:val="%1.%2.%3.%4.%5"/>
      <w:lvlJc w:val="left"/>
      <w:pPr>
        <w:ind w:left="1484" w:hanging="1080"/>
      </w:pPr>
      <w:rPr>
        <w:rFonts w:hint="default"/>
        <w:u w:val="single"/>
      </w:rPr>
    </w:lvl>
    <w:lvl w:ilvl="5">
      <w:start w:val="1"/>
      <w:numFmt w:val="decimal"/>
      <w:lvlText w:val="%1.%2.%3.%4.%5.%6"/>
      <w:lvlJc w:val="left"/>
      <w:pPr>
        <w:ind w:left="1585" w:hanging="1080"/>
      </w:pPr>
      <w:rPr>
        <w:rFonts w:hint="default"/>
        <w:u w:val="single"/>
      </w:rPr>
    </w:lvl>
    <w:lvl w:ilvl="6">
      <w:start w:val="1"/>
      <w:numFmt w:val="decimal"/>
      <w:lvlText w:val="%1.%2.%3.%4.%5.%6.%7"/>
      <w:lvlJc w:val="left"/>
      <w:pPr>
        <w:ind w:left="2046" w:hanging="1440"/>
      </w:pPr>
      <w:rPr>
        <w:rFonts w:hint="default"/>
        <w:u w:val="single"/>
      </w:rPr>
    </w:lvl>
    <w:lvl w:ilvl="7">
      <w:start w:val="1"/>
      <w:numFmt w:val="decimal"/>
      <w:lvlText w:val="%1.%2.%3.%4.%5.%6.%7.%8"/>
      <w:lvlJc w:val="left"/>
      <w:pPr>
        <w:ind w:left="2147" w:hanging="1440"/>
      </w:pPr>
      <w:rPr>
        <w:rFonts w:hint="default"/>
        <w:u w:val="single"/>
      </w:rPr>
    </w:lvl>
    <w:lvl w:ilvl="8">
      <w:start w:val="1"/>
      <w:numFmt w:val="decimal"/>
      <w:lvlText w:val="%1.%2.%3.%4.%5.%6.%7.%8.%9"/>
      <w:lvlJc w:val="left"/>
      <w:pPr>
        <w:ind w:left="2608" w:hanging="1800"/>
      </w:pPr>
      <w:rPr>
        <w:rFonts w:hint="default"/>
        <w:u w:val="single"/>
      </w:rPr>
    </w:lvl>
  </w:abstractNum>
  <w:abstractNum w:abstractNumId="40" w15:restartNumberingAfterBreak="0">
    <w:nsid w:val="6E2010A4"/>
    <w:multiLevelType w:val="hybridMultilevel"/>
    <w:tmpl w:val="BBCCF5A4"/>
    <w:lvl w:ilvl="0" w:tplc="04090017">
      <w:start w:val="1"/>
      <w:numFmt w:val="lowerLetter"/>
      <w:lvlText w:val="%1)"/>
      <w:lvlJc w:val="left"/>
      <w:pPr>
        <w:ind w:left="1325" w:hanging="360"/>
      </w:pPr>
      <w:rPr>
        <w:rFonts w:hint="default"/>
      </w:rPr>
    </w:lvl>
    <w:lvl w:ilvl="1" w:tplc="FFFFFFFF" w:tentative="1">
      <w:start w:val="1"/>
      <w:numFmt w:val="lowerLetter"/>
      <w:lvlText w:val="%2."/>
      <w:lvlJc w:val="left"/>
      <w:pPr>
        <w:ind w:left="2045" w:hanging="360"/>
      </w:pPr>
    </w:lvl>
    <w:lvl w:ilvl="2" w:tplc="FFFFFFFF" w:tentative="1">
      <w:start w:val="1"/>
      <w:numFmt w:val="lowerRoman"/>
      <w:lvlText w:val="%3."/>
      <w:lvlJc w:val="right"/>
      <w:pPr>
        <w:ind w:left="2765" w:hanging="180"/>
      </w:pPr>
    </w:lvl>
    <w:lvl w:ilvl="3" w:tplc="FFFFFFFF" w:tentative="1">
      <w:start w:val="1"/>
      <w:numFmt w:val="decimal"/>
      <w:lvlText w:val="%4."/>
      <w:lvlJc w:val="left"/>
      <w:pPr>
        <w:ind w:left="3485" w:hanging="360"/>
      </w:pPr>
    </w:lvl>
    <w:lvl w:ilvl="4" w:tplc="FFFFFFFF" w:tentative="1">
      <w:start w:val="1"/>
      <w:numFmt w:val="lowerLetter"/>
      <w:lvlText w:val="%5."/>
      <w:lvlJc w:val="left"/>
      <w:pPr>
        <w:ind w:left="4205" w:hanging="360"/>
      </w:pPr>
    </w:lvl>
    <w:lvl w:ilvl="5" w:tplc="FFFFFFFF" w:tentative="1">
      <w:start w:val="1"/>
      <w:numFmt w:val="lowerRoman"/>
      <w:lvlText w:val="%6."/>
      <w:lvlJc w:val="right"/>
      <w:pPr>
        <w:ind w:left="4925" w:hanging="180"/>
      </w:pPr>
    </w:lvl>
    <w:lvl w:ilvl="6" w:tplc="FFFFFFFF" w:tentative="1">
      <w:start w:val="1"/>
      <w:numFmt w:val="decimal"/>
      <w:lvlText w:val="%7."/>
      <w:lvlJc w:val="left"/>
      <w:pPr>
        <w:ind w:left="5645" w:hanging="360"/>
      </w:pPr>
    </w:lvl>
    <w:lvl w:ilvl="7" w:tplc="FFFFFFFF" w:tentative="1">
      <w:start w:val="1"/>
      <w:numFmt w:val="lowerLetter"/>
      <w:lvlText w:val="%8."/>
      <w:lvlJc w:val="left"/>
      <w:pPr>
        <w:ind w:left="6365" w:hanging="360"/>
      </w:pPr>
    </w:lvl>
    <w:lvl w:ilvl="8" w:tplc="FFFFFFFF" w:tentative="1">
      <w:start w:val="1"/>
      <w:numFmt w:val="lowerRoman"/>
      <w:lvlText w:val="%9."/>
      <w:lvlJc w:val="right"/>
      <w:pPr>
        <w:ind w:left="7085" w:hanging="180"/>
      </w:pPr>
    </w:lvl>
  </w:abstractNum>
  <w:abstractNum w:abstractNumId="41" w15:restartNumberingAfterBreak="0">
    <w:nsid w:val="6F6A11CA"/>
    <w:multiLevelType w:val="hybridMultilevel"/>
    <w:tmpl w:val="BC3AB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D93C19"/>
    <w:multiLevelType w:val="hybridMultilevel"/>
    <w:tmpl w:val="DE46E656"/>
    <w:lvl w:ilvl="0" w:tplc="0409000F">
      <w:start w:val="1"/>
      <w:numFmt w:val="decimal"/>
      <w:lvlText w:val="%1."/>
      <w:lvlJc w:val="left"/>
      <w:pPr>
        <w:ind w:left="12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36D6181"/>
    <w:multiLevelType w:val="hybridMultilevel"/>
    <w:tmpl w:val="A8262B04"/>
    <w:lvl w:ilvl="0" w:tplc="49E4401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5F36A7"/>
    <w:multiLevelType w:val="hybridMultilevel"/>
    <w:tmpl w:val="B8A669A2"/>
    <w:lvl w:ilvl="0" w:tplc="49E440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E26EFD"/>
    <w:multiLevelType w:val="hybridMultilevel"/>
    <w:tmpl w:val="D6E6EA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31"/>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31"/>
  </w:num>
  <w:num w:numId="7" w16cid:durableId="1742092995">
    <w:abstractNumId w:val="33"/>
  </w:num>
  <w:num w:numId="8" w16cid:durableId="2139882234">
    <w:abstractNumId w:val="12"/>
  </w:num>
  <w:num w:numId="9" w16cid:durableId="318534132">
    <w:abstractNumId w:val="30"/>
  </w:num>
  <w:num w:numId="10" w16cid:durableId="113646841">
    <w:abstractNumId w:val="44"/>
  </w:num>
  <w:num w:numId="11" w16cid:durableId="646545053">
    <w:abstractNumId w:val="28"/>
  </w:num>
  <w:num w:numId="12" w16cid:durableId="1021318757">
    <w:abstractNumId w:val="9"/>
  </w:num>
  <w:num w:numId="13" w16cid:durableId="2120173743">
    <w:abstractNumId w:val="10"/>
  </w:num>
  <w:num w:numId="14" w16cid:durableId="900289509">
    <w:abstractNumId w:val="8"/>
  </w:num>
  <w:num w:numId="15" w16cid:durableId="1708338514">
    <w:abstractNumId w:val="18"/>
  </w:num>
  <w:num w:numId="16" w16cid:durableId="587035405">
    <w:abstractNumId w:val="4"/>
  </w:num>
  <w:num w:numId="17" w16cid:durableId="96609526">
    <w:abstractNumId w:val="40"/>
  </w:num>
  <w:num w:numId="18" w16cid:durableId="1370687893">
    <w:abstractNumId w:val="19"/>
  </w:num>
  <w:num w:numId="19" w16cid:durableId="440498203">
    <w:abstractNumId w:val="13"/>
  </w:num>
  <w:num w:numId="20" w16cid:durableId="404913342">
    <w:abstractNumId w:val="32"/>
  </w:num>
  <w:num w:numId="21" w16cid:durableId="893270119">
    <w:abstractNumId w:val="43"/>
  </w:num>
  <w:num w:numId="22" w16cid:durableId="1439566136">
    <w:abstractNumId w:val="42"/>
  </w:num>
  <w:num w:numId="23" w16cid:durableId="2111316182">
    <w:abstractNumId w:val="20"/>
  </w:num>
  <w:num w:numId="24" w16cid:durableId="1553886821">
    <w:abstractNumId w:val="41"/>
  </w:num>
  <w:num w:numId="25" w16cid:durableId="1523083869">
    <w:abstractNumId w:val="22"/>
  </w:num>
  <w:num w:numId="26" w16cid:durableId="898784233">
    <w:abstractNumId w:val="16"/>
  </w:num>
  <w:num w:numId="27" w16cid:durableId="1208565043">
    <w:abstractNumId w:val="45"/>
  </w:num>
  <w:num w:numId="28" w16cid:durableId="237054153">
    <w:abstractNumId w:val="11"/>
  </w:num>
  <w:num w:numId="29" w16cid:durableId="191385558">
    <w:abstractNumId w:val="6"/>
  </w:num>
  <w:num w:numId="30" w16cid:durableId="359281132">
    <w:abstractNumId w:val="27"/>
  </w:num>
  <w:num w:numId="31" w16cid:durableId="1521891337">
    <w:abstractNumId w:val="2"/>
  </w:num>
  <w:num w:numId="32" w16cid:durableId="1035621625">
    <w:abstractNumId w:val="26"/>
  </w:num>
  <w:num w:numId="33" w16cid:durableId="2063360025">
    <w:abstractNumId w:val="37"/>
  </w:num>
  <w:num w:numId="34" w16cid:durableId="567769326">
    <w:abstractNumId w:val="39"/>
  </w:num>
  <w:num w:numId="35" w16cid:durableId="943070854">
    <w:abstractNumId w:val="5"/>
  </w:num>
  <w:num w:numId="36" w16cid:durableId="1856455782">
    <w:abstractNumId w:val="3"/>
  </w:num>
  <w:num w:numId="37" w16cid:durableId="1412433489">
    <w:abstractNumId w:val="23"/>
  </w:num>
  <w:num w:numId="38" w16cid:durableId="973363966">
    <w:abstractNumId w:val="14"/>
  </w:num>
  <w:num w:numId="39" w16cid:durableId="2043045694">
    <w:abstractNumId w:val="46"/>
  </w:num>
  <w:num w:numId="40" w16cid:durableId="2139183452">
    <w:abstractNumId w:val="25"/>
  </w:num>
  <w:num w:numId="41" w16cid:durableId="2086683199">
    <w:abstractNumId w:val="15"/>
  </w:num>
  <w:num w:numId="42" w16cid:durableId="1257518935">
    <w:abstractNumId w:val="24"/>
  </w:num>
  <w:num w:numId="43" w16cid:durableId="1843885351">
    <w:abstractNumId w:val="21"/>
  </w:num>
  <w:num w:numId="44" w16cid:durableId="482350775">
    <w:abstractNumId w:val="17"/>
  </w:num>
  <w:num w:numId="45" w16cid:durableId="1431465800">
    <w:abstractNumId w:val="36"/>
  </w:num>
  <w:num w:numId="46" w16cid:durableId="994379027">
    <w:abstractNumId w:val="29"/>
  </w:num>
  <w:num w:numId="47" w16cid:durableId="1803503782">
    <w:abstractNumId w:val="35"/>
  </w:num>
  <w:num w:numId="48" w16cid:durableId="438186093">
    <w:abstractNumId w:val="38"/>
  </w:num>
  <w:num w:numId="49" w16cid:durableId="22172954">
    <w:abstractNumId w:val="7"/>
  </w:num>
  <w:num w:numId="50" w16cid:durableId="4906095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63E"/>
    <w:rsid w:val="00002703"/>
    <w:rsid w:val="00011909"/>
    <w:rsid w:val="00021084"/>
    <w:rsid w:val="00036CC9"/>
    <w:rsid w:val="00037E20"/>
    <w:rsid w:val="00043F58"/>
    <w:rsid w:val="00047C30"/>
    <w:rsid w:val="00061CC9"/>
    <w:rsid w:val="00066FC0"/>
    <w:rsid w:val="00076702"/>
    <w:rsid w:val="00087068"/>
    <w:rsid w:val="00087710"/>
    <w:rsid w:val="00094DA2"/>
    <w:rsid w:val="000A4C05"/>
    <w:rsid w:val="000A781C"/>
    <w:rsid w:val="000B35B2"/>
    <w:rsid w:val="000B57C2"/>
    <w:rsid w:val="000B5E2C"/>
    <w:rsid w:val="000D5EA3"/>
    <w:rsid w:val="000E0508"/>
    <w:rsid w:val="000E67B0"/>
    <w:rsid w:val="000F3622"/>
    <w:rsid w:val="00111448"/>
    <w:rsid w:val="0012246F"/>
    <w:rsid w:val="00122CE9"/>
    <w:rsid w:val="00123E25"/>
    <w:rsid w:val="00127E1C"/>
    <w:rsid w:val="0013008B"/>
    <w:rsid w:val="001342EE"/>
    <w:rsid w:val="00151781"/>
    <w:rsid w:val="00156C41"/>
    <w:rsid w:val="001665C0"/>
    <w:rsid w:val="00172995"/>
    <w:rsid w:val="001772CE"/>
    <w:rsid w:val="00177C6F"/>
    <w:rsid w:val="00177DF7"/>
    <w:rsid w:val="001860A6"/>
    <w:rsid w:val="00190294"/>
    <w:rsid w:val="00196B9A"/>
    <w:rsid w:val="001A6640"/>
    <w:rsid w:val="001B053D"/>
    <w:rsid w:val="001B1BBA"/>
    <w:rsid w:val="001C53BF"/>
    <w:rsid w:val="001D0C60"/>
    <w:rsid w:val="001D5504"/>
    <w:rsid w:val="001E58F6"/>
    <w:rsid w:val="001E654B"/>
    <w:rsid w:val="001F51AC"/>
    <w:rsid w:val="00206357"/>
    <w:rsid w:val="002129F7"/>
    <w:rsid w:val="002236D2"/>
    <w:rsid w:val="002238F0"/>
    <w:rsid w:val="00244489"/>
    <w:rsid w:val="0026609D"/>
    <w:rsid w:val="0027467A"/>
    <w:rsid w:val="00275912"/>
    <w:rsid w:val="00285F13"/>
    <w:rsid w:val="0028763E"/>
    <w:rsid w:val="002A31B9"/>
    <w:rsid w:val="002A6780"/>
    <w:rsid w:val="002C1B01"/>
    <w:rsid w:val="002D5D11"/>
    <w:rsid w:val="002E3B23"/>
    <w:rsid w:val="00305855"/>
    <w:rsid w:val="00334C40"/>
    <w:rsid w:val="003352CB"/>
    <w:rsid w:val="00353163"/>
    <w:rsid w:val="00353758"/>
    <w:rsid w:val="00353E30"/>
    <w:rsid w:val="00371105"/>
    <w:rsid w:val="0037303D"/>
    <w:rsid w:val="0037485A"/>
    <w:rsid w:val="003910B0"/>
    <w:rsid w:val="003A7AED"/>
    <w:rsid w:val="003B0209"/>
    <w:rsid w:val="003B7863"/>
    <w:rsid w:val="003C2021"/>
    <w:rsid w:val="003C323D"/>
    <w:rsid w:val="003C5F4B"/>
    <w:rsid w:val="003D03F1"/>
    <w:rsid w:val="003D2128"/>
    <w:rsid w:val="003E3551"/>
    <w:rsid w:val="003F60B2"/>
    <w:rsid w:val="003F6589"/>
    <w:rsid w:val="00402759"/>
    <w:rsid w:val="004213D4"/>
    <w:rsid w:val="004260D4"/>
    <w:rsid w:val="0043289B"/>
    <w:rsid w:val="00433332"/>
    <w:rsid w:val="0044423D"/>
    <w:rsid w:val="00466048"/>
    <w:rsid w:val="00467AFF"/>
    <w:rsid w:val="004738FA"/>
    <w:rsid w:val="00475241"/>
    <w:rsid w:val="00480C0B"/>
    <w:rsid w:val="00480CE6"/>
    <w:rsid w:val="00480D38"/>
    <w:rsid w:val="0048618E"/>
    <w:rsid w:val="004A1E86"/>
    <w:rsid w:val="004B29C6"/>
    <w:rsid w:val="004B38A4"/>
    <w:rsid w:val="004E34B3"/>
    <w:rsid w:val="004F43F8"/>
    <w:rsid w:val="004F4C0C"/>
    <w:rsid w:val="005008AB"/>
    <w:rsid w:val="00527C18"/>
    <w:rsid w:val="00535800"/>
    <w:rsid w:val="00541808"/>
    <w:rsid w:val="0054260F"/>
    <w:rsid w:val="005469DB"/>
    <w:rsid w:val="00556185"/>
    <w:rsid w:val="00557FE0"/>
    <w:rsid w:val="005670AF"/>
    <w:rsid w:val="00573C39"/>
    <w:rsid w:val="00574D45"/>
    <w:rsid w:val="00575D64"/>
    <w:rsid w:val="00586694"/>
    <w:rsid w:val="00590C12"/>
    <w:rsid w:val="005A0EFF"/>
    <w:rsid w:val="005A5B53"/>
    <w:rsid w:val="005B3B93"/>
    <w:rsid w:val="005B5E97"/>
    <w:rsid w:val="005B60CF"/>
    <w:rsid w:val="005D1403"/>
    <w:rsid w:val="005D3CC4"/>
    <w:rsid w:val="005D464D"/>
    <w:rsid w:val="005E0AF6"/>
    <w:rsid w:val="005E2A0F"/>
    <w:rsid w:val="005E4CA4"/>
    <w:rsid w:val="005F00E0"/>
    <w:rsid w:val="006209F5"/>
    <w:rsid w:val="00621F00"/>
    <w:rsid w:val="006307A4"/>
    <w:rsid w:val="00673437"/>
    <w:rsid w:val="00673C93"/>
    <w:rsid w:val="00685756"/>
    <w:rsid w:val="006866EC"/>
    <w:rsid w:val="006929DC"/>
    <w:rsid w:val="006933FE"/>
    <w:rsid w:val="006A3398"/>
    <w:rsid w:val="006A53A0"/>
    <w:rsid w:val="006C0332"/>
    <w:rsid w:val="006C2685"/>
    <w:rsid w:val="006C5138"/>
    <w:rsid w:val="006C5248"/>
    <w:rsid w:val="006D0620"/>
    <w:rsid w:val="006D1A1C"/>
    <w:rsid w:val="006E67EF"/>
    <w:rsid w:val="00706774"/>
    <w:rsid w:val="00720A6E"/>
    <w:rsid w:val="0072172C"/>
    <w:rsid w:val="0073617B"/>
    <w:rsid w:val="00773247"/>
    <w:rsid w:val="00773594"/>
    <w:rsid w:val="0077592A"/>
    <w:rsid w:val="00776A69"/>
    <w:rsid w:val="00780021"/>
    <w:rsid w:val="00787B2B"/>
    <w:rsid w:val="00792C7A"/>
    <w:rsid w:val="007A0591"/>
    <w:rsid w:val="007C0B0C"/>
    <w:rsid w:val="0084069F"/>
    <w:rsid w:val="0086165E"/>
    <w:rsid w:val="00861923"/>
    <w:rsid w:val="00861D21"/>
    <w:rsid w:val="00866E0E"/>
    <w:rsid w:val="008718EA"/>
    <w:rsid w:val="00874923"/>
    <w:rsid w:val="00882030"/>
    <w:rsid w:val="008853F3"/>
    <w:rsid w:val="008B01EF"/>
    <w:rsid w:val="008B1669"/>
    <w:rsid w:val="008C0E10"/>
    <w:rsid w:val="008D2D3E"/>
    <w:rsid w:val="008D2F87"/>
    <w:rsid w:val="008E0CD6"/>
    <w:rsid w:val="008E5CB0"/>
    <w:rsid w:val="008F1846"/>
    <w:rsid w:val="009124EC"/>
    <w:rsid w:val="00917E81"/>
    <w:rsid w:val="00923F2C"/>
    <w:rsid w:val="00925156"/>
    <w:rsid w:val="00936A64"/>
    <w:rsid w:val="00937EA7"/>
    <w:rsid w:val="00946308"/>
    <w:rsid w:val="0096138D"/>
    <w:rsid w:val="009858E4"/>
    <w:rsid w:val="00987FEF"/>
    <w:rsid w:val="00991E69"/>
    <w:rsid w:val="009A07F3"/>
    <w:rsid w:val="009A228D"/>
    <w:rsid w:val="009B2D23"/>
    <w:rsid w:val="009C1E71"/>
    <w:rsid w:val="009C2819"/>
    <w:rsid w:val="009D04B4"/>
    <w:rsid w:val="009F210D"/>
    <w:rsid w:val="00A24F3A"/>
    <w:rsid w:val="00A326A1"/>
    <w:rsid w:val="00A32C77"/>
    <w:rsid w:val="00A35841"/>
    <w:rsid w:val="00A423AE"/>
    <w:rsid w:val="00A424A2"/>
    <w:rsid w:val="00A625DF"/>
    <w:rsid w:val="00A67AF5"/>
    <w:rsid w:val="00A72B82"/>
    <w:rsid w:val="00A84CF7"/>
    <w:rsid w:val="00AA798D"/>
    <w:rsid w:val="00AC2E36"/>
    <w:rsid w:val="00AD4EC8"/>
    <w:rsid w:val="00AD7CCA"/>
    <w:rsid w:val="00B00B67"/>
    <w:rsid w:val="00B21EAE"/>
    <w:rsid w:val="00B253A9"/>
    <w:rsid w:val="00B42315"/>
    <w:rsid w:val="00B42A36"/>
    <w:rsid w:val="00B43316"/>
    <w:rsid w:val="00B516CD"/>
    <w:rsid w:val="00B65237"/>
    <w:rsid w:val="00B86320"/>
    <w:rsid w:val="00B91403"/>
    <w:rsid w:val="00B972A4"/>
    <w:rsid w:val="00BA1E75"/>
    <w:rsid w:val="00BA5386"/>
    <w:rsid w:val="00BB21D8"/>
    <w:rsid w:val="00BC1B7D"/>
    <w:rsid w:val="00BC3461"/>
    <w:rsid w:val="00BC6270"/>
    <w:rsid w:val="00BD2FD6"/>
    <w:rsid w:val="00BD753A"/>
    <w:rsid w:val="00BE05BD"/>
    <w:rsid w:val="00BE0D8D"/>
    <w:rsid w:val="00BE2C76"/>
    <w:rsid w:val="00BE7845"/>
    <w:rsid w:val="00BF1791"/>
    <w:rsid w:val="00BF624A"/>
    <w:rsid w:val="00C04B31"/>
    <w:rsid w:val="00C24970"/>
    <w:rsid w:val="00C33F82"/>
    <w:rsid w:val="00C4078C"/>
    <w:rsid w:val="00C41DD3"/>
    <w:rsid w:val="00C52E1C"/>
    <w:rsid w:val="00C56FC6"/>
    <w:rsid w:val="00C57E3F"/>
    <w:rsid w:val="00C6637E"/>
    <w:rsid w:val="00C72E5D"/>
    <w:rsid w:val="00C80069"/>
    <w:rsid w:val="00CA4D1A"/>
    <w:rsid w:val="00CB032C"/>
    <w:rsid w:val="00CD2F27"/>
    <w:rsid w:val="00CD382C"/>
    <w:rsid w:val="00CF62AA"/>
    <w:rsid w:val="00CF6A87"/>
    <w:rsid w:val="00CF764D"/>
    <w:rsid w:val="00D216F3"/>
    <w:rsid w:val="00D24880"/>
    <w:rsid w:val="00D349E4"/>
    <w:rsid w:val="00D3616B"/>
    <w:rsid w:val="00D36D97"/>
    <w:rsid w:val="00D37051"/>
    <w:rsid w:val="00D42763"/>
    <w:rsid w:val="00D57262"/>
    <w:rsid w:val="00D71F67"/>
    <w:rsid w:val="00D92C93"/>
    <w:rsid w:val="00DB2144"/>
    <w:rsid w:val="00DB227A"/>
    <w:rsid w:val="00DC3B66"/>
    <w:rsid w:val="00DD439C"/>
    <w:rsid w:val="00DE3C6C"/>
    <w:rsid w:val="00DE4D90"/>
    <w:rsid w:val="00DE6948"/>
    <w:rsid w:val="00E148F4"/>
    <w:rsid w:val="00E174D5"/>
    <w:rsid w:val="00E21B81"/>
    <w:rsid w:val="00E3002E"/>
    <w:rsid w:val="00E334C0"/>
    <w:rsid w:val="00E430EC"/>
    <w:rsid w:val="00E44119"/>
    <w:rsid w:val="00E57858"/>
    <w:rsid w:val="00E668AE"/>
    <w:rsid w:val="00E74502"/>
    <w:rsid w:val="00E74B4C"/>
    <w:rsid w:val="00E813D1"/>
    <w:rsid w:val="00E814B8"/>
    <w:rsid w:val="00EB28F0"/>
    <w:rsid w:val="00EB69F1"/>
    <w:rsid w:val="00EC77C3"/>
    <w:rsid w:val="00ED73F6"/>
    <w:rsid w:val="00EE515E"/>
    <w:rsid w:val="00EE6293"/>
    <w:rsid w:val="00EF50A6"/>
    <w:rsid w:val="00EF683F"/>
    <w:rsid w:val="00F01522"/>
    <w:rsid w:val="00F14D95"/>
    <w:rsid w:val="00F20DA1"/>
    <w:rsid w:val="00F2425E"/>
    <w:rsid w:val="00F31F0D"/>
    <w:rsid w:val="00F33500"/>
    <w:rsid w:val="00F33529"/>
    <w:rsid w:val="00F342E4"/>
    <w:rsid w:val="00F34726"/>
    <w:rsid w:val="00F44777"/>
    <w:rsid w:val="00F55AC7"/>
    <w:rsid w:val="00F57E77"/>
    <w:rsid w:val="00F63317"/>
    <w:rsid w:val="00F6590B"/>
    <w:rsid w:val="00F65CF3"/>
    <w:rsid w:val="00F66D08"/>
    <w:rsid w:val="00F774AE"/>
    <w:rsid w:val="00F83EFA"/>
    <w:rsid w:val="00F9029D"/>
    <w:rsid w:val="00FA5EA9"/>
    <w:rsid w:val="00FC59C9"/>
    <w:rsid w:val="00FD514B"/>
    <w:rsid w:val="00FE2F73"/>
    <w:rsid w:val="00FF1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2F98F"/>
  <w15:chartTrackingRefBased/>
  <w15:docId w15:val="{DBEB2BA1-6F02-40EF-9AB4-9FE83C19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F58"/>
    <w:pPr>
      <w:widowControl w:val="0"/>
      <w:autoSpaceDE w:val="0"/>
      <w:autoSpaceDN w:val="0"/>
      <w:adjustRightInd w:val="0"/>
      <w:spacing w:after="0"/>
    </w:pPr>
    <w:rPr>
      <w:rFonts w:ascii="Arial" w:hAnsi="Arial" w:cs="Arial"/>
    </w:rPr>
  </w:style>
  <w:style w:type="paragraph" w:styleId="Heading1">
    <w:name w:val="heading 1"/>
    <w:next w:val="BodyText"/>
    <w:link w:val="Heading1Char"/>
    <w:qFormat/>
    <w:rsid w:val="00043F58"/>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043F5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43F58"/>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3F58"/>
    <w:rPr>
      <w:rFonts w:ascii="Arial" w:eastAsiaTheme="majorEastAsia" w:hAnsi="Arial" w:cstheme="majorBidi"/>
      <w:caps/>
    </w:rPr>
  </w:style>
  <w:style w:type="paragraph" w:styleId="BodyText">
    <w:name w:val="Body Text"/>
    <w:link w:val="BodyTextChar"/>
    <w:rsid w:val="00043F58"/>
    <w:rPr>
      <w:rFonts w:ascii="Arial" w:hAnsi="Arial" w:cs="Arial"/>
    </w:rPr>
  </w:style>
  <w:style w:type="character" w:customStyle="1" w:styleId="BodyTextChar">
    <w:name w:val="Body Text Char"/>
    <w:basedOn w:val="DefaultParagraphFont"/>
    <w:link w:val="BodyText"/>
    <w:rsid w:val="00043F58"/>
    <w:rPr>
      <w:rFonts w:ascii="Arial" w:hAnsi="Arial" w:cs="Arial"/>
    </w:rPr>
  </w:style>
  <w:style w:type="table" w:customStyle="1" w:styleId="IM">
    <w:name w:val="IM"/>
    <w:basedOn w:val="TableNormal"/>
    <w:uiPriority w:val="99"/>
    <w:rsid w:val="00043F58"/>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rPr>
      <w:rFonts w:eastAsia="Times New Roman"/>
    </w:rPr>
  </w:style>
  <w:style w:type="paragraph" w:customStyle="1" w:styleId="Level3">
    <w:name w:val="Level 3"/>
    <w:basedOn w:val="Normal"/>
    <w:rsid w:val="00177C6F"/>
    <w:pPr>
      <w:numPr>
        <w:ilvl w:val="2"/>
        <w:numId w:val="5"/>
      </w:numPr>
      <w:outlineLvl w:val="2"/>
    </w:pPr>
    <w:rPr>
      <w:rFonts w:eastAsia="Times New Roman"/>
    </w:rPr>
  </w:style>
  <w:style w:type="paragraph" w:customStyle="1" w:styleId="EffectiveDate">
    <w:name w:val="Effective Date"/>
    <w:next w:val="BodyText"/>
    <w:qFormat/>
    <w:rsid w:val="00043F58"/>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uiPriority w:val="99"/>
    <w:rsid w:val="00177C6F"/>
    <w:pPr>
      <w:tabs>
        <w:tab w:val="center" w:pos="4320"/>
        <w:tab w:val="right" w:pos="8640"/>
      </w:tabs>
    </w:pPr>
    <w:rPr>
      <w:rFonts w:eastAsia="Times New Roman"/>
    </w:rPr>
  </w:style>
  <w:style w:type="character" w:customStyle="1" w:styleId="HeaderChar">
    <w:name w:val="Header Char"/>
    <w:basedOn w:val="DefaultParagraphFont"/>
    <w:link w:val="Header"/>
    <w:uiPriority w:val="99"/>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043F58"/>
    <w:pPr>
      <w:spacing w:before="220"/>
      <w:jc w:val="center"/>
    </w:pPr>
    <w:rPr>
      <w:rFonts w:ascii="Arial" w:eastAsia="Times New Roman" w:hAnsi="Arial" w:cs="Arial"/>
    </w:rPr>
  </w:style>
  <w:style w:type="character" w:customStyle="1" w:styleId="TitleChar">
    <w:name w:val="Title Char"/>
    <w:basedOn w:val="DefaultParagraphFont"/>
    <w:link w:val="Title"/>
    <w:rsid w:val="00043F58"/>
    <w:rPr>
      <w:rFonts w:ascii="Arial" w:eastAsia="Times New Roman" w:hAnsi="Arial" w:cs="Arial"/>
    </w:rPr>
  </w:style>
  <w:style w:type="paragraph" w:styleId="BodyText2">
    <w:name w:val="Body Text 2"/>
    <w:link w:val="BodyText2Char"/>
    <w:rsid w:val="00043F5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043F58"/>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043F58"/>
    <w:pPr>
      <w:spacing w:before="440"/>
      <w:ind w:left="2160" w:hanging="2160"/>
    </w:pPr>
  </w:style>
  <w:style w:type="paragraph" w:styleId="ListParagraph">
    <w:name w:val="List Paragraph"/>
    <w:basedOn w:val="Normal"/>
    <w:uiPriority w:val="1"/>
    <w:qFormat/>
    <w:rsid w:val="00066FC0"/>
    <w:pPr>
      <w:ind w:left="720"/>
      <w:contextualSpacing/>
    </w:pPr>
  </w:style>
  <w:style w:type="character" w:customStyle="1" w:styleId="Heading2Char">
    <w:name w:val="Heading 2 Char"/>
    <w:basedOn w:val="DefaultParagraphFont"/>
    <w:link w:val="Heading2"/>
    <w:rsid w:val="00043F58"/>
    <w:rPr>
      <w:rFonts w:ascii="Arial" w:eastAsiaTheme="majorEastAsia" w:hAnsi="Arial" w:cstheme="majorBidi"/>
    </w:rPr>
  </w:style>
  <w:style w:type="paragraph" w:styleId="BodyText3">
    <w:name w:val="Body Text 3"/>
    <w:basedOn w:val="BodyText"/>
    <w:link w:val="BodyText3Char"/>
    <w:rsid w:val="00043F58"/>
    <w:pPr>
      <w:ind w:left="720"/>
    </w:pPr>
    <w:rPr>
      <w:rFonts w:eastAsiaTheme="majorEastAsia" w:cstheme="majorBidi"/>
    </w:rPr>
  </w:style>
  <w:style w:type="character" w:customStyle="1" w:styleId="BodyText3Char">
    <w:name w:val="Body Text 3 Char"/>
    <w:basedOn w:val="DefaultParagraphFont"/>
    <w:link w:val="BodyText3"/>
    <w:rsid w:val="00043F58"/>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043F58"/>
    <w:pPr>
      <w:spacing w:after="0"/>
    </w:pPr>
    <w:rPr>
      <w:rFonts w:ascii="Arial" w:hAnsi="Arial"/>
    </w:rPr>
  </w:style>
  <w:style w:type="paragraph" w:styleId="Footer">
    <w:name w:val="footer"/>
    <w:link w:val="FooterChar"/>
    <w:uiPriority w:val="99"/>
    <w:unhideWhenUsed/>
    <w:rsid w:val="00043F58"/>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043F58"/>
    <w:rPr>
      <w:rFonts w:ascii="Arial" w:hAnsi="Arial" w:cs="Arial"/>
    </w:rPr>
  </w:style>
  <w:style w:type="character" w:customStyle="1" w:styleId="Heading3Char">
    <w:name w:val="Heading 3 Char"/>
    <w:basedOn w:val="DefaultParagraphFont"/>
    <w:link w:val="Heading3"/>
    <w:rsid w:val="00043F58"/>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043F58"/>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043F5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043F5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043F58"/>
    <w:rPr>
      <w:rFonts w:ascii="Arial" w:hAnsi="Arial" w:cs="Arial"/>
      <w:sz w:val="20"/>
    </w:rPr>
  </w:style>
  <w:style w:type="paragraph" w:customStyle="1" w:styleId="Requirement">
    <w:name w:val="Requirement"/>
    <w:basedOn w:val="BodyText3"/>
    <w:qFormat/>
    <w:rsid w:val="00CB032C"/>
    <w:pPr>
      <w:keepNext/>
    </w:pPr>
    <w:rPr>
      <w:b/>
      <w:bCs/>
    </w:rPr>
  </w:style>
  <w:style w:type="paragraph" w:customStyle="1" w:styleId="SpecificGuidance">
    <w:name w:val="Specific Guidance"/>
    <w:basedOn w:val="BodyText3"/>
    <w:qFormat/>
    <w:rsid w:val="00043F58"/>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043F5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Hyperlink">
    <w:name w:val="Hyperlink"/>
    <w:basedOn w:val="DefaultParagraphFont"/>
    <w:uiPriority w:val="99"/>
    <w:unhideWhenUsed/>
    <w:rsid w:val="00E44119"/>
    <w:rPr>
      <w:color w:val="0563C1" w:themeColor="hyperlink"/>
      <w:u w:val="single"/>
    </w:rPr>
  </w:style>
  <w:style w:type="paragraph" w:customStyle="1" w:styleId="Default">
    <w:name w:val="Default"/>
    <w:rsid w:val="00CF764D"/>
    <w:pPr>
      <w:autoSpaceDE w:val="0"/>
      <w:autoSpaceDN w:val="0"/>
      <w:adjustRightInd w:val="0"/>
      <w:spacing w:after="0"/>
    </w:pPr>
    <w:rPr>
      <w:rFonts w:ascii="Arial" w:hAnsi="Arial" w:cs="Arial"/>
      <w:color w:val="000000"/>
      <w:sz w:val="24"/>
      <w:szCs w:val="24"/>
    </w:rPr>
  </w:style>
  <w:style w:type="paragraph" w:customStyle="1" w:styleId="Style1">
    <w:name w:val="Style1"/>
    <w:basedOn w:val="ListParagraph"/>
    <w:qFormat/>
    <w:rsid w:val="00CF764D"/>
    <w:pPr>
      <w:numPr>
        <w:numId w:val="20"/>
      </w:numPr>
      <w:tabs>
        <w:tab w:val="left" w:pos="450"/>
      </w:tabs>
      <w:adjustRightInd/>
      <w:spacing w:after="220"/>
      <w:ind w:left="0" w:firstLine="446"/>
      <w:contextualSpacing w:val="0"/>
    </w:pPr>
    <w:rPr>
      <w:color w:val="000000" w:themeColor="text1"/>
    </w:rPr>
  </w:style>
  <w:style w:type="paragraph" w:customStyle="1" w:styleId="StyleBodyTextUnderlineJustifiedAfter0pt">
    <w:name w:val="Style Body Text + Underline Justified After:  0 pt"/>
    <w:basedOn w:val="BodyText"/>
    <w:rsid w:val="00BA5386"/>
    <w:pPr>
      <w:jc w:val="both"/>
    </w:pPr>
    <w:rPr>
      <w:rFonts w:eastAsia="Times New Roman" w:cs="Times New Roman"/>
      <w:szCs w:val="20"/>
      <w:u w:val="single"/>
    </w:rPr>
  </w:style>
  <w:style w:type="paragraph" w:customStyle="1" w:styleId="StyleBodyTextUnderlineAfter0pt">
    <w:name w:val="Style Body Text + Underline After:  0 pt"/>
    <w:basedOn w:val="BodyText"/>
    <w:rsid w:val="0077592A"/>
    <w:rPr>
      <w:rFonts w:eastAsia="Times New Roman" w:cs="Times New Roman"/>
      <w:szCs w:val="20"/>
      <w:u w:val="single"/>
    </w:rPr>
  </w:style>
  <w:style w:type="paragraph" w:customStyle="1" w:styleId="StyleText1UnderlineLeft05">
    <w:name w:val="Style Text 1 Underline Left:  0.5&quot;"/>
    <w:basedOn w:val="Normal"/>
    <w:rsid w:val="00CD2F27"/>
    <w:pPr>
      <w:spacing w:after="220"/>
      <w:ind w:left="720"/>
    </w:pPr>
    <w:rPr>
      <w:rFonts w:eastAsia="Times New Roman" w:cs="Times New Roman"/>
      <w:color w:val="000000" w:themeColor="text1"/>
      <w:szCs w:val="20"/>
      <w:u w:val="single"/>
    </w:rPr>
  </w:style>
  <w:style w:type="paragraph" w:customStyle="1" w:styleId="TableParagraph">
    <w:name w:val="Table Paragraph"/>
    <w:basedOn w:val="Normal"/>
    <w:uiPriority w:val="1"/>
    <w:qFormat/>
    <w:rsid w:val="00F66D08"/>
    <w:pPr>
      <w:adjustRightInd/>
      <w:ind w:left="120"/>
    </w:pPr>
    <w:rPr>
      <w:rFonts w:eastAsia="Arial"/>
    </w:rPr>
  </w:style>
  <w:style w:type="paragraph" w:styleId="BalloonText">
    <w:name w:val="Balloon Text"/>
    <w:basedOn w:val="Normal"/>
    <w:link w:val="BalloonTextChar"/>
    <w:uiPriority w:val="99"/>
    <w:semiHidden/>
    <w:unhideWhenUsed/>
    <w:rsid w:val="00F66D08"/>
    <w:pPr>
      <w:adjustRightInd/>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F66D08"/>
    <w:rPr>
      <w:rFonts w:ascii="Segoe UI" w:eastAsia="Arial" w:hAnsi="Segoe UI" w:cs="Segoe UI"/>
      <w:sz w:val="18"/>
      <w:szCs w:val="18"/>
    </w:rPr>
  </w:style>
  <w:style w:type="character" w:styleId="CommentReference">
    <w:name w:val="annotation reference"/>
    <w:basedOn w:val="DefaultParagraphFont"/>
    <w:uiPriority w:val="99"/>
    <w:semiHidden/>
    <w:unhideWhenUsed/>
    <w:rsid w:val="00F66D08"/>
    <w:rPr>
      <w:sz w:val="16"/>
      <w:szCs w:val="16"/>
    </w:rPr>
  </w:style>
  <w:style w:type="paragraph" w:styleId="CommentText">
    <w:name w:val="annotation text"/>
    <w:basedOn w:val="Normal"/>
    <w:link w:val="CommentTextChar"/>
    <w:uiPriority w:val="99"/>
    <w:unhideWhenUsed/>
    <w:rsid w:val="00F66D08"/>
    <w:pPr>
      <w:adjustRightInd/>
    </w:pPr>
    <w:rPr>
      <w:rFonts w:eastAsia="Arial"/>
      <w:sz w:val="20"/>
      <w:szCs w:val="20"/>
    </w:rPr>
  </w:style>
  <w:style w:type="character" w:customStyle="1" w:styleId="CommentTextChar">
    <w:name w:val="Comment Text Char"/>
    <w:basedOn w:val="DefaultParagraphFont"/>
    <w:link w:val="CommentText"/>
    <w:uiPriority w:val="99"/>
    <w:rsid w:val="00F66D0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66D08"/>
    <w:rPr>
      <w:b/>
      <w:bCs/>
    </w:rPr>
  </w:style>
  <w:style w:type="character" w:customStyle="1" w:styleId="CommentSubjectChar">
    <w:name w:val="Comment Subject Char"/>
    <w:basedOn w:val="CommentTextChar"/>
    <w:link w:val="CommentSubject"/>
    <w:uiPriority w:val="99"/>
    <w:semiHidden/>
    <w:rsid w:val="00F66D08"/>
    <w:rPr>
      <w:rFonts w:ascii="Arial" w:eastAsia="Arial" w:hAnsi="Arial" w:cs="Arial"/>
      <w:b/>
      <w:bCs/>
      <w:sz w:val="20"/>
      <w:szCs w:val="20"/>
    </w:rPr>
  </w:style>
  <w:style w:type="character" w:customStyle="1" w:styleId="normaltextrun">
    <w:name w:val="normaltextrun"/>
    <w:basedOn w:val="DefaultParagraphFont"/>
    <w:rsid w:val="00F66D08"/>
  </w:style>
  <w:style w:type="character" w:customStyle="1" w:styleId="eop">
    <w:name w:val="eop"/>
    <w:basedOn w:val="DefaultParagraphFont"/>
    <w:rsid w:val="00F66D08"/>
  </w:style>
  <w:style w:type="paragraph" w:customStyle="1" w:styleId="StyleListParagraphCondensedby03pt">
    <w:name w:val="Style List Paragraph + Condensed by  0.3 pt"/>
    <w:basedOn w:val="ListParagraph"/>
    <w:rsid w:val="005E4CA4"/>
    <w:pPr>
      <w:spacing w:after="120"/>
    </w:pPr>
    <w:rPr>
      <w:spacing w:val="-6"/>
    </w:rPr>
  </w:style>
  <w:style w:type="character" w:styleId="Mention">
    <w:name w:val="Mention"/>
    <w:basedOn w:val="DefaultParagraphFont"/>
    <w:uiPriority w:val="99"/>
    <w:unhideWhenUsed/>
    <w:rsid w:val="0012246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BEE8E3-779B-403A-8445-9DFCD9BC4D18}">
  <ds:schemaRefs>
    <ds:schemaRef ds:uri="http://schemas.openxmlformats.org/officeDocument/2006/bibliography"/>
  </ds:schemaRefs>
</ds:datastoreItem>
</file>

<file path=customXml/itemProps2.xml><?xml version="1.0" encoding="utf-8"?>
<ds:datastoreItem xmlns:ds="http://schemas.openxmlformats.org/officeDocument/2006/customXml" ds:itemID="{85BB7144-B1AD-4099-85A0-C3FA774B5F63}">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3.xml><?xml version="1.0" encoding="utf-8"?>
<ds:datastoreItem xmlns:ds="http://schemas.openxmlformats.org/officeDocument/2006/customXml" ds:itemID="{1BD029AD-2ED6-4550-B78E-814C7D8EA524}">
  <ds:schemaRefs>
    <ds:schemaRef ds:uri="http://schemas.microsoft.com/sharepoint/v3/contenttype/forms"/>
  </ds:schemaRefs>
</ds:datastoreItem>
</file>

<file path=customXml/itemProps4.xml><?xml version="1.0" encoding="utf-8"?>
<ds:datastoreItem xmlns:ds="http://schemas.openxmlformats.org/officeDocument/2006/customXml" ds:itemID="{3ACD7747-A6AC-4255-A589-87FE267AB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5</TotalTime>
  <Pages>11</Pages>
  <Words>4683</Words>
  <Characters>26698</Characters>
  <Application>Microsoft Office Word</Application>
  <DocSecurity>2</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31319</CharactersWithSpaces>
  <SharedDoc>false</SharedDoc>
  <HLinks>
    <vt:vector size="6" baseType="variant">
      <vt:variant>
        <vt:i4>524385</vt:i4>
      </vt:variant>
      <vt:variant>
        <vt:i4>0</vt:i4>
      </vt:variant>
      <vt:variant>
        <vt:i4>0</vt:i4>
      </vt:variant>
      <vt:variant>
        <vt:i4>5</vt:i4>
      </vt:variant>
      <vt:variant>
        <vt:lpwstr>mailto:KRR3@nrc.gov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9</cp:revision>
  <dcterms:created xsi:type="dcterms:W3CDTF">2025-06-26T16:32:00Z</dcterms:created>
  <dcterms:modified xsi:type="dcterms:W3CDTF">2025-07-22T15:54:00Z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